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331C" w:rsidRPr="00154EFF" w:rsidRDefault="002A331C" w:rsidP="002A331C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331C" w:rsidRDefault="002A331C" w:rsidP="002A33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331C" w:rsidRDefault="002A331C" w:rsidP="002A33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331C" w:rsidRDefault="002A331C" w:rsidP="002A33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331C" w:rsidRDefault="002A331C" w:rsidP="002A33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331C" w:rsidRDefault="002A331C" w:rsidP="002A331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№54</w:t>
      </w:r>
    </w:p>
    <w:p w:rsidR="002A331C" w:rsidRPr="00245C84" w:rsidRDefault="002A331C" w:rsidP="002A33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331C" w:rsidRPr="00245C84" w:rsidRDefault="002A331C" w:rsidP="002A331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наданнядозволу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2A331C" w:rsidRPr="00245C84" w:rsidRDefault="002A331C" w:rsidP="002A33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Кобилянському В.П.</w:t>
      </w:r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Кобилянського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В.П.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2A331C" w:rsidRPr="00D97191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Кобилянському Віталію Петровичу, який зареєстрований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8090C">
        <w:rPr>
          <w:rFonts w:ascii="Times New Roman" w:eastAsia="Calibri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0,1200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 зі зміною цільового призначення,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за рахунок 01.17 земель запасу кадастровий номер 6823984000:03:012:0223, для  індивідуального садівництва, яка розташована Хмельницька область, Шепетівський район,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сільська  рада за межами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Кобилянському В.П.,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A331C" w:rsidRPr="00245C84" w:rsidRDefault="002A331C" w:rsidP="002A33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A331C" w:rsidRPr="00245C84" w:rsidRDefault="002A331C" w:rsidP="002A33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331C" w:rsidRPr="00245C84" w:rsidRDefault="002A331C" w:rsidP="002A33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7E1B" w:rsidRPr="002A331C" w:rsidRDefault="002A331C" w:rsidP="002A331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F07E1B" w:rsidRPr="002A33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331C"/>
    <w:rsid w:val="002A331C"/>
    <w:rsid w:val="00A8090C"/>
    <w:rsid w:val="00F0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3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331C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3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2A33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A331C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264</Words>
  <Characters>1508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2022-02-08T06:47:00Z</dcterms:created>
  <dcterms:modified xsi:type="dcterms:W3CDTF">2022-02-08T11:21:00Z</dcterms:modified>
</cp:coreProperties>
</file>