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784" w:rsidRPr="008F5204" w:rsidRDefault="00B22784" w:rsidP="00B22784">
      <w:pPr>
        <w:jc w:val="right"/>
        <w:rPr>
          <w:rFonts w:ascii="Times New Roman" w:hAnsi="Times New Roman" w:cs="Times New Roman"/>
          <w:color w:val="FF0000"/>
        </w:rPr>
      </w:pPr>
      <w:r w:rsidRPr="008F5204">
        <w:rPr>
          <w:rFonts w:ascii="Times New Roman" w:hAnsi="Times New Roman" w:cs="Times New Roman"/>
          <w:color w:val="FF0000"/>
        </w:rPr>
        <w:t>ПРОЕКТ</w:t>
      </w:r>
    </w:p>
    <w:p w:rsidR="00B22784" w:rsidRPr="008F5204" w:rsidRDefault="00B37CF4" w:rsidP="00B22784">
      <w:pPr>
        <w:rPr>
          <w:rFonts w:ascii="Times New Roman" w:hAnsi="Times New Roman" w:cs="Times New Roman"/>
        </w:rPr>
      </w:pPr>
      <w:r w:rsidRPr="00B37CF4">
        <w:rPr>
          <w:rFonts w:ascii="Times New Roman" w:hAnsi="Times New Roman" w:cs="Times New Roman"/>
          <w:noProof/>
          <w:color w:val="FF0000"/>
          <w:lang w:val="ru-RU" w:eastAsia="ru-RU"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NdVMQA&#10;AADdAAAADwAAAGRycy9kb3ducmV2LnhtbESPS4vCQBCE74L/YegFbzpZZaNkHUVExYMgPnJvMp0H&#10;m+kJmVHjv98RBI9FVX1FzZedqcWdWldZVvA9ikAQZ1ZXXCi4XrbDGQjnkTXWlknBkxwsF/3eHBNt&#10;H3yi+9kXIkDYJaig9L5JpHRZSQbdyDbEwctta9AH2RZSt/gIcFPLcRTF0mDFYaHEhtYlZX/nm1Fg&#10;J7v9IS3Gp8mGp55Xx1medgelBl/d6heEp85/wu/2XiuI458pvN6EJyA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jXVTEAAAA3Q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B22784" w:rsidRDefault="00B22784" w:rsidP="00B227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oNKMUA&#10;AADdAAAADwAAAGRycy9kb3ducmV2LnhtbERPz2vCMBS+D/Y/hDfYRWaqYHXVKEPo5nYY6AZeH82z&#10;qWteSpJp9a83h8GOH9/vxaq3rTiRD41jBaNhBoK4crrhWsH3V/k0AxEissbWMSm4UIDV8v5ugYV2&#10;Z97SaRdrkUI4FKjAxNgVUobKkMUwdB1x4g7OW4wJ+lpqj+cUbls5zrJcWmw4NRjsaG2o+tn9WgXH&#10;8tPs19Prqx88b+k6KD/e2vdcqceH/mUOIlIf/8V/7o1WkOeTNDe9SU9AL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6g0o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B22784" w:rsidRDefault="00B22784" w:rsidP="00B227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7KzMMA&#10;AADdAAAADwAAAGRycy9kb3ducmV2LnhtbESP3YrCMBCF7wXfIYywN6Kpu1i0GkVkXcQb8ecBhmZs&#10;is2kNNF2336zIHh5OD8fZ7nubCWe1PjSsYLJOAFBnDtdcqHgetmNZiB8QNZYOSYFv+Rhver3lphp&#10;1/KJnudQiDjCPkMFJoQ6k9Lnhiz6sauJo3dzjcUQZVNI3WAbx20lP5MklRZLjgSDNW0N5ffzw0bI&#10;8QuPh1t72f102OL3wfBwc1LqY9BtFiACdeEdfrX3WkGaTufw/yY+Abn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37KzM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B22784" w:rsidRDefault="00B22784" w:rsidP="00B227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N8TMIA&#10;AADdAAAADwAAAGRycy9kb3ducmV2LnhtbERPTUsDMRC9C/0PYQRvNmvRVNampVQFETy0FcTbsJnu&#10;Lm4mIRm76783B8Hj432vNpMf1JlS7gNbuJlXoIib4HpuLbwfn6/vQWVBdjgEJgs/lGGznl2ssHZh&#10;5D2dD9KqEsK5RgudSKy1zk1HHvM8ROLCnULyKAWmVruEYwn3g15UldEeey4NHUbaddR8Hb69hbfx&#10;Kb4uzd0pfqbbhc6PTj52Yu3V5bR9ACU0yb/4z/3iLBhjyv7ypjwBvf4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k3xMwgAAAN0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B22784" w:rsidRDefault="00B22784" w:rsidP="00B227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QMd8MA&#10;AADdAAAADwAAAGRycy9kb3ducmV2LnhtbESP32rCMBTG7we+QzjCboamOiijGkVkyuhNqe4BDs2x&#10;KTYnpcna7u2XgeDlx/fnx7fdT7YVA/W+caxgtUxAEFdON1wr+L6eFh8gfEDW2DomBb/kYb+bvWwx&#10;027kkoZLqEUcYZ+hAhNCl0npK0MW/dJ1xNG7ud5iiLKvpe5xjOO2leskSaXFhiPBYEdHQ9X98mMj&#10;pHjHIr+N19N5whE/c8Nvh1Kp1/l02IAINIVn+NH+0grSNF3B/5v4BOTu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2QMd8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B22784" w:rsidRDefault="00B22784" w:rsidP="00B227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g1HoMUA&#10;AADdAAAADwAAAGRycy9kb3ducmV2LnhtbESPQUvEMBSE74L/ITzBm5taNC51s4usCiJ4cBUWb4/m&#10;bVtsXkLy3NZ/bwTB4zAz3zCrzexHdaSUh8AWLhcVKOI2uIE7C+9vjxdLUFmQHY6BycI3ZdisT09W&#10;2Lgw8Ssdd9KpAuHcoIVeJDZa57Ynj3kRInHxDiF5lCJTp13CqcD9qOuqMtrjwGWhx0jbntrP3Ze3&#10;8DI9xOcbc32IH+mq1vneyX4r1p6fzXe3oIRm+Q//tZ+cBWNMDb9vyhPQ6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DUeg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B22784" w:rsidRDefault="00B22784" w:rsidP="00B227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FCRcYA&#10;AADdAAAADwAAAGRycy9kb3ducmV2LnhtbESPUWvCMBSF3wf7D+EO9iIzdWIZnVF0EBQciDrY66W5&#10;tmXNTUkyW/+9EQZ7PJxzvsOZLwfbigv50DhWMBlnIIhLZxquFHyd9MsbiBCRDbaOScGVAiwXjw9z&#10;LIzr+UCXY6xEgnAoUEEdY1dIGcqaLIax64iTd3beYkzSV9J47BPctvI1y3JpseG0UGNHHzWVP8df&#10;q2C976upH5Xrwe3Om++Z1kZ/aqWen4bVO4hIQ/wP/7W3RkGe51O4v0lPQC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8FCRc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B22784" w:rsidRDefault="00B22784" w:rsidP="00B227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ZCAdMQA&#10;AADdAAAADwAAAGRycy9kb3ducmV2LnhtbESPUWvCMBSF3wX/Q7iDvWk6cUWqqYijMIYvU3/Apblr&#10;ujY3JYm1+/eLMNjj4ZzzHc5uP9lejORD61jByzIDQVw73XKj4HqpFhsQISJr7B2Tgh8KsC/nsx0W&#10;2t35k8ZzbESCcChQgYlxKKQMtSGLYekG4uR9OW8xJukbqT3eE9z2cpVlubTYclowONDRUN2db1ZB&#10;9bE6jd1N+8odprWlV/O9eTNKPT9Nhy2ISFP8D/+137WCPM/X8HiTnoAs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mQgHT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B22784" w:rsidRDefault="00B22784" w:rsidP="00B227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R/qsYA&#10;AADdAAAADwAAAGRycy9kb3ducmV2LnhtbESPUWvCMBSF34X9h3AHexkzdcMyOqPoIDhwIOpgr5fm&#10;2pY1NyXJbP33RhB8PJxzvsOZLQbbihP50DhWMBlnIIhLZxquFPwc9Ms7iBCRDbaOScGZAizmD6MZ&#10;Fsb1vKPTPlYiQTgUqKCOsSukDGVNFsPYdcTJOzpvMSbpK2k89gluW/maZbm02HBaqLGjz5rKv/2/&#10;VbDa9tWbfy5Xg9sc179TrY3+1ko9PQ7LDxCRhngP39pfRkGe51O4vklPQM4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2R/qs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B22784" w:rsidRDefault="00B22784" w:rsidP="00B227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67mMAA&#10;AADdAAAADwAAAGRycy9kb3ducmV2LnhtbERPy4rCMBTdD/gP4QruxnRERTpGEaUg4kZnPuDS3Gk6&#10;NjclibX+vREEz+5wXpzlureN6MiH2rGCr3EGgrh0uuZKwe9P8bkAESKyxsYxKbhTgPVq8LHEXLsb&#10;n6g7x0qkEg45KjAxtrmUoTRkMYxdS5y0P+ctxkR9JbXHWyq3jZxk2VxarDktGGxpa6i8nK9WQXGY&#10;HLvLVfvCbfqppZn5X+yMUqNhv/kGEamPb/MrvdcK5gnwfJOegFw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g67mMAAAADd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B22784" w:rsidRDefault="00B22784" w:rsidP="00B227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cEJcMA&#10;AADdAAAADwAAAGRycy9kb3ducmV2LnhtbESP3YrCMBSE7wXfIZwF7zT1ry7dpiKCi15afYBDc7Yt&#10;Nie1iba+/WZhwcthZr5h0u1gGvGkztWWFcxnEQjiwuqaSwXXy2H6CcJ5ZI2NZVLwIgfbbDxKMdG2&#10;5zM9c1+KAGGXoILK+zaR0hUVGXQz2xIH78d2Bn2QXSl1h32Am0YuoiiWBmsOCxW2tK+ouOUPo2D1&#10;6r/v+foWHbSh+WnZntgXa6UmH8PuC4Snwb/D/+2jVhDH8Qb+3oQnI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gcEJc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B22784" w:rsidRDefault="00B22784" w:rsidP="00B227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qJS8IA&#10;AADdAAAADwAAAGRycy9kb3ducmV2LnhtbERPyWrDMBC9F/IPYgK9NXJyEK1jJYSEhNJT6yznwRov&#10;xBoZS3acv68OhR4fb8+2k23FSL1vHGtYLhIQxIUzDVcaLufj2zsIH5ANto5Jw5M8bDezlwxT4x78&#10;Q2MeKhFD2KeooQ6hS6X0RU0W/cJ1xJErXW8xRNhX0vT4iOG2laskUdJiw7Ghxo72NRX3fLAaBnVb&#10;Xbj8Mt/54Xn6OBx3Xl4rrV/n024NItAU/sV/7k+jQSkV58Y38QnIz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ColL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B22784" w:rsidRDefault="00B22784" w:rsidP="00B227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VT18cA&#10;AADdAAAADwAAAGRycy9kb3ducmV2LnhtbESPQWsCMRSE74L/ITzBm2atEnQ1SlsQag8VbT14e26e&#10;u9tuXtZNqtt/3xQKHoeZ+YZZrFpbiSs1vnSsYTRMQBBnzpSca/h4Xw+mIHxANlg5Jg0/5GG17HYW&#10;mBp34x1d9yEXEcI+RQ1FCHUqpc8KsuiHriaO3tk1FkOUTS5Ng7cIt5V8SBIlLZYcFwqs6bmg7Gv/&#10;bTUctlM12z5tJp+vbyccW3M5mlJp3e+1j3MQgdpwD/+3X4wGpdQM/t7EJy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nlU9f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B22784" w:rsidRDefault="00B22784" w:rsidP="00B227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6uZMMA&#10;AADdAAAADwAAAGRycy9kb3ducmV2LnhtbERPy2rCQBTdF/yH4Ra6q5NqiRIdxVYaiytf4PaSuSbB&#10;zJ0wMzXRr+8sCl0eznu+7E0jbuR8bVnB2zABQVxYXXOp4HT8ep2C8AFZY2OZFNzJw3IxeJpjpm3H&#10;e7odQiliCPsMFVQhtJmUvqjIoB/aljhyF+sMhghdKbXDLoabRo6SJJUGa44NFbb0WVFxPfwYBY/0&#10;jDu/GX2sxzrQ/X2a2+0uV+rluV/NQATqw7/4z/2tFaTpJO6Pb+IT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H6uZMMAAADd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B22784" w:rsidRDefault="00B22784" w:rsidP="00B227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+pYR8UA&#10;AADdAAAADwAAAGRycy9kb3ducmV2LnhtbESP0WrCQBRE3wv+w3KFvjWbiMY2dSMiFvrWGv2AS/Z2&#10;E8zejdmtpv16t1DwcZiZM8xqPdpOXGjwrWMFWZKCIK6dbtkoOB7enp5B+ICssXNMCn7Iw7qcPKyw&#10;0O7Ke7pUwYgIYV+ggiaEvpDS1w1Z9InriaP35QaLIcrBSD3gNcJtJ2dpmkuLLceFBnvaNlSfqm+r&#10;4OxmCz1WO/w47V4+W2Pm59/9XKnH6bh5BRFoDPfwf/tdK8jzZQZ/b+ITkO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6lhH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B22784" w:rsidRDefault="00B22784" w:rsidP="00B227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hlMWMYA&#10;AADdAAAADwAAAGRycy9kb3ducmV2LnhtbESPzW7CMBCE75X6DtZW4gZOg0ggYCKoVIkrP4cet/aS&#10;pI3XaexCytPXlZB6HM3MN5pVOdhWXKj3jWMFz5MEBLF2puFKwen4Op6D8AHZYOuYFPyQh3L9+LDC&#10;wrgr7+lyCJWIEPYFKqhD6Aopva7Jop+4jjh6Z9dbDFH2lTQ9XiPctjJNkkxabDgu1NjRS0368/Bt&#10;Feyad5pl+ryw863ev92+wjT/MEqNnobNEkSgIfyH7+2dUZBleQp/b+ITk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hlMWM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B22784" w:rsidRDefault="00B22784" w:rsidP="00B227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waN8IA&#10;AADdAAAADwAAAGRycy9kb3ducmV2LnhtbERPXWvCMBR9H/gfwhV8m6kKnatGmQNB2RTmhr5emmtT&#10;bG5KE2v998tg4OP55syXna1ES40vHSsYDRMQxLnTJRcKfr7Xz1MQPiBrrByTgjt5WC56T3PMtLvx&#10;F7WHUIhYwj5DBSaEOpPS54Ys+qGriaN2do3FEGFTSN3gLZbbSo6TJJUWS44LBmt6N5RfDleroMX9&#10;PTmZ1e51W37m4/3q+KEjrwb97m0GIlAXHub/9EYrSNOXCfy9iU9AL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XBo3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B22784" w:rsidRDefault="00B22784" w:rsidP="00B227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48I8QA&#10;AADdAAAADwAAAGRycy9kb3ducmV2LnhtbESPQUvDQBSE74L/YXmCN7sxSJTYbZFCxWONHjw+s6/Z&#10;1Ox7YXfbpP56VxA8DjPzDbNcz35QJwqxFzZwuyhAEbdie+4MvL9tbx5AxYRscRAmA2eKsF5dXiyx&#10;tjLxK52a1KkM4VijAZfSWGsdW0ce40JG4uztJXhMWYZO24BThvtBl0VRaY895wWHI20ctV/N0RuY&#10;ntvPQ7n/sO47jLJtdnIoBzHm+mp+egSVaE7/4b/2izVQVfd38PsmPwG9+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aOPCP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B22784" w:rsidRDefault="00B22784" w:rsidP="00B227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6nfH8YA&#10;AADdAAAADwAAAGRycy9kb3ducmV2LnhtbESP3WoCMRSE7wu+QzgF72q2QldZjWK1QimV4t/9cXPc&#10;XZucLJuo69s3gtDLYWa+YcbT1hpxocZXjhW89hIQxLnTFRcKdtvlyxCED8gajWNScCMP00nnaYyZ&#10;dlde02UTChEh7DNUUIZQZ1L6vCSLvudq4ugdXWMxRNkUUjd4jXBrZD9JUmmx4rhQYk3zkvLfzdkq&#10;WP4szKm/Ws/2Msw/Bgcz/HpffCvVfW5nIxCB2vAffrQ/tYI0HbzB/U18AnLy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6nfH8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B22784" w:rsidRDefault="00B22784" w:rsidP="00B227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tyM0cYA&#10;AADdAAAADwAAAGRycy9kb3ducmV2LnhtbESPQWvCQBSE74L/YXmCF6kblaYSXUUEUaEFtQWvz+wz&#10;CWbfhuwa4793C4Ueh5n5hpkvW1OKhmpXWFYwGkYgiFOrC84U/Hxv3qYgnEfWWFomBU9ysFx0O3NM&#10;tH3wkZqTz0SAsEtQQe59lUjp0pwMuqGtiIN3tbVBH2SdSV3jI8BNKcdRFEuDBYeFHCta55TeTnej&#10;oDl8XrJd46r9bTpw75PLdvulz0r1e+1qBsJT6//Df+2dVhDHHzH8vglPQC5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tyM0c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B22784" w:rsidRDefault="00B22784" w:rsidP="00B227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FVg8cA&#10;AADdAAAADwAAAGRycy9kb3ducmV2LnhtbESPQWsCMRSE7wX/Q3hCbzWr6KqrUVQo9CJU20O9PTfP&#10;3cXNy5qkuvrrm0Khx2FmvmHmy9bU4krOV5YV9HsJCOLc6ooLBZ8fry8TED4ga6wtk4I7eVguOk9z&#10;zLS98Y6u+1CICGGfoYIyhCaT0uclGfQ92xBH72SdwRClK6R2eItwU8tBkqTSYMVxocSGNiXl5/23&#10;UbCeTtaX9yFvH7vjgQ5fx/No4BKlnrvtagYiUBv+w3/tN60gTcdj+H0Tn4Bc/A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ExVYPHAAAA3QAAAA8AAAAAAAAAAAAAAAAAmAIAAGRy&#10;cy9kb3ducmV2LnhtbFBLBQYAAAAABAAEAPUAAACMAwAAAAA=&#10;" fillcolor="black" stroked="f">
              <v:textbox>
                <w:txbxContent>
                  <w:p w:rsidR="00B22784" w:rsidRDefault="00B22784" w:rsidP="00B227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cC/8QA&#10;AADdAAAADwAAAGRycy9kb3ducmV2LnhtbERPz2vCMBS+C/sfwht401TBTqpRdFMQ1INuB49vzVsb&#10;2ryUJmq3v94cBh4/vt/zZWdrcaPWG8cKRsMEBHHutOFCwdfndjAF4QOyxtoxKfglD8vFS2+OmXZ3&#10;PtHtHAoRQ9hnqKAMocmk9HlJFv3QNcSR+3GtxRBhW0jd4j2G21qOkySVFg3HhhIbei8pr85Xq+Cy&#10;T830ZGj8ffhbb/RhUq2PH5VS/dduNQMRqAtP8b97pxWk6VucG9/EJy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CHAv/EAAAA3QAAAA8AAAAAAAAAAAAAAAAAmAIAAGRycy9k&#10;b3ducmV2LnhtbFBLBQYAAAAABAAEAPUAAACJ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B22784" w:rsidRDefault="00B22784" w:rsidP="00B227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6Z0cYA&#10;AADdAAAADwAAAGRycy9kb3ducmV2LnhtbESPwW7CMBBE70j8g7VIvYFDDylNMQiBqnLhUNqq11W8&#10;jdPE62AbCHx9XQmJ42hm3mjmy9624kQ+1I4VTCcZCOLS6ZorBZ8fr+MZiBCRNbaOScGFAiwXw8Ec&#10;C+3O/E6nfaxEgnAoUIGJsSukDKUhi2HiOuLk/ThvMSbpK6k9nhPctvIxy3Jpsea0YLCjtaGy2R+t&#10;Ar/63jRXPn412XV3CW+//WGGRqmHUb96ARGpj/fwrb3VCvL86Rn+36QnIB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y6Z0c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B22784" w:rsidRDefault="00B22784" w:rsidP="00B227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Xl2cIA&#10;AADdAAAADwAAAGRycy9kb3ducmV2LnhtbERPzWrCQBC+F3yHZYReim70kGrqKiIIQqXgzwNMs9Mk&#10;dHc2ZEeNPr17KPT48f0vVr136kpdbAIbmIwzUMRlsA1XBs6n7WgGKgqyRReYDNwpwmo5eFlgYcON&#10;D3Q9SqVSCMcCDdQibaF1LGvyGMehJU7cT+g8SoJdpW2HtxTunZ5mWa49NpwaamxpU1P5e7x4A276&#10;7eaf73Ev97PeZw8vh7cva8zrsF9/gBLq5V/8595ZA3k+S/vTm/QE9PI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leXZwgAAAN0AAAAPAAAAAAAAAAAAAAAAAJgCAABkcnMvZG93&#10;bnJldi54bWxQSwUGAAAAAAQABAD1AAAAhwMAAAAA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B22784" w:rsidRDefault="00B22784" w:rsidP="00B227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1VPBsUA&#10;AADdAAAADwAAAGRycy9kb3ducmV2LnhtbESPQWsCMRSE70L/Q3gFb5rVwyKrUbQi7MWDW8Xrc/O6&#10;WZq8LJtUt/31plDocZiZb5jVZnBW3KkPrWcFs2kGgrj2uuVGwfn9MFmACBFZo/VMCr4pwGb9Mlph&#10;of2DT3SvYiMShEOBCkyMXSFlqA05DFPfESfvw/cOY5J9I3WPjwR3Vs6zLJcOW04LBjt6M1R/Vl9O&#10;wb7q7Pxcml24Xo63my1/DnTdKzV+HbZLEJGG+B/+a5daQZ4vZvD7Jj0BuX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VU8GxQAAAN0AAAAPAAAAAAAAAAAAAAAAAJgCAABkcnMv&#10;ZG93bnJldi54bWxQSwUGAAAAAAQABAD1AAAAigMAAAAA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B22784" w:rsidRDefault="00B22784" w:rsidP="00B227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RCewMMA&#10;AADdAAAADwAAAGRycy9kb3ducmV2LnhtbESPQYvCMBSE78L+h/AW9qaJHqpUo4goCHvS1YO3R/Js&#10;q81LaaLt/vuNIOxxmJlvmMWqd7V4UhsqzxrGIwWC2HhbcaHh9LMbzkCEiGyx9kwafinAavkxWGBu&#10;fccHeh5jIRKEQ44ayhibXMpgSnIYRr4hTt7Vtw5jkm0hbYtdgrtaTpTKpMOK00KJDW1KMvfjw2m4&#10;7eS3NwrN+XTu9nZ62WZUK62/Pvv1HESkPv6H3+291ZBlswm83qQnIJ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RCewMMAAADd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B22784" w:rsidRDefault="00B22784" w:rsidP="00B227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WZdcUA&#10;AADdAAAADwAAAGRycy9kb3ducmV2LnhtbESPQWvCQBSE7wX/w/IEb3WjQgjRVVQoFKUHtRSPz+wz&#10;Ccm+Dburxn/fFQo9DjPzDbNY9aYVd3K+tqxgMk5AEBdW11wq+D59vGcgfEDW2FomBU/ysFoO3haY&#10;a/vgA92PoRQRwj5HBVUIXS6lLyoy6Me2I47e1TqDIUpXSu3wEeGmldMkSaXBmuNChR1tKyqa480o&#10;ON/2fP2a7dZuE35sf/LN9JI1So2G/XoOIlAf/sN/7U+tIE2zGbzexCc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RZl1xQAAAN0AAAAPAAAAAAAAAAAAAAAAAJgCAABkcnMv&#10;ZG93bnJldi54bWxQSwUGAAAAAAQABAD1AAAAig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B22784" w:rsidRDefault="00B22784" w:rsidP="00B227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a708cA&#10;AADdAAAADwAAAGRycy9kb3ducmV2LnhtbESPT2vCQBTE74V+h+UVvNVNRUOaukoVBC+Cf3qot2f2&#10;NQlm36a7q8Z+ercgeBxm5jfMeNqZRpzJ+dqygrd+AoK4sLrmUsHXbvGagfABWWNjmRRcycN08vw0&#10;xlzbC2/ovA2liBD2OSqoQmhzKX1RkUHfty1x9H6sMxiidKXUDi8Rbho5SJJUGqw5LlTY0ryi4rg9&#10;GQWz92z2ux7y6m9z2NP++3AcDVyiVO+l+/wAEagLj/C9vdQK0jQbwv+b+ATk5A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Q2u9PHAAAA3QAAAA8AAAAAAAAAAAAAAAAAmAIAAGRy&#10;cy9kb3ducmV2LnhtbFBLBQYAAAAABAAEAPUAAACMAwAAAAA=&#10;" fillcolor="black" stroked="f">
              <v:textbox>
                <w:txbxContent>
                  <w:p w:rsidR="00B22784" w:rsidRDefault="00B22784" w:rsidP="00B227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bkScUA&#10;AADdAAAADwAAAGRycy9kb3ducmV2LnhtbESPQUsDMRSE70L/Q3gFbzZrxaVsm5alUBRP26p4fd28&#10;bhY3L0sS0/XfG0HwOMzMN8xmN9lBJPKhd6zgflGAIG6d7rlT8PZ6uFuBCBFZ4+CYFHxTgN12drPB&#10;SrsrHymdYicyhEOFCkyMYyVlaA1ZDAs3Emfv4rzFmKXvpPZ4zXA7yGVRlNJiz3nB4Eh7Q+3n6csq&#10;SOd9Uz+kj2SOL77uvGue3s+NUrfzqV6DiDTF//Bf+1krKMvVI/y+yU9Ab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BuRJ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B22784" w:rsidRDefault="00B22784" w:rsidP="00B227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OazMYA&#10;AADdAAAADwAAAGRycy9kb3ducmV2LnhtbESPQWsCMRSE74X+h/CE3mrWHoJujVKkLdWLdS20x8fm&#10;dbO4eVk26br6601B8DjMzDfMfDm4RvTUhdqzhsk4A0FcelNzpeFr//Y4BREissHGM2k4UYDl4v5u&#10;jrnxR95RX8RKJAiHHDXYGNtcylBachjGviVO3q/vHMYku0qaDo8J7hr5lGVKOqw5LVhsaWWpPBR/&#10;TkOYrF6/N+4863/eLW+LtVWfldX6YTS8PIOINMRb+Nr+MBqUmir4f5OegFx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VOazM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B22784" w:rsidRDefault="00B22784" w:rsidP="00B227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B22784" w:rsidRPr="008F5204" w:rsidRDefault="00B22784" w:rsidP="00B22784">
      <w:pPr>
        <w:jc w:val="center"/>
        <w:rPr>
          <w:rFonts w:ascii="Times New Roman" w:hAnsi="Times New Roman" w:cs="Times New Roman"/>
          <w:b/>
        </w:rPr>
      </w:pPr>
    </w:p>
    <w:p w:rsidR="00B22784" w:rsidRPr="008F5204" w:rsidRDefault="00B22784" w:rsidP="00B22784">
      <w:pPr>
        <w:jc w:val="center"/>
        <w:rPr>
          <w:rFonts w:ascii="Times New Roman" w:hAnsi="Times New Roman" w:cs="Times New Roman"/>
          <w:b/>
        </w:rPr>
      </w:pPr>
    </w:p>
    <w:p w:rsidR="00B22784" w:rsidRPr="008F5204" w:rsidRDefault="00B22784" w:rsidP="00B22784">
      <w:pPr>
        <w:jc w:val="center"/>
        <w:rPr>
          <w:rFonts w:ascii="Times New Roman" w:hAnsi="Times New Roman" w:cs="Times New Roman"/>
          <w:b/>
        </w:rPr>
      </w:pPr>
    </w:p>
    <w:p w:rsidR="00B22784" w:rsidRPr="008F5204" w:rsidRDefault="00B22784" w:rsidP="00B22784">
      <w:pPr>
        <w:jc w:val="center"/>
        <w:rPr>
          <w:rFonts w:ascii="Times New Roman" w:hAnsi="Times New Roman" w:cs="Times New Roman"/>
          <w:b/>
        </w:rPr>
      </w:pPr>
      <w:r w:rsidRPr="008F5204">
        <w:rPr>
          <w:rFonts w:ascii="Times New Roman" w:hAnsi="Times New Roman" w:cs="Times New Roman"/>
          <w:b/>
        </w:rPr>
        <w:t>УКРАЇНА</w:t>
      </w:r>
    </w:p>
    <w:p w:rsidR="00B22784" w:rsidRPr="008F5204" w:rsidRDefault="00B22784" w:rsidP="00B22784">
      <w:pPr>
        <w:keepNext/>
        <w:jc w:val="center"/>
        <w:rPr>
          <w:rFonts w:ascii="Times New Roman" w:hAnsi="Times New Roman" w:cs="Times New Roman"/>
          <w:b/>
        </w:rPr>
      </w:pPr>
      <w:r w:rsidRPr="008F5204">
        <w:rPr>
          <w:rFonts w:ascii="Times New Roman" w:hAnsi="Times New Roman" w:cs="Times New Roman"/>
          <w:b/>
        </w:rPr>
        <w:t>КРУПЕЦЬКА СІЛЬСЬКА РАДА</w:t>
      </w:r>
    </w:p>
    <w:p w:rsidR="00B22784" w:rsidRPr="008F5204" w:rsidRDefault="00B22784" w:rsidP="00B22784">
      <w:pPr>
        <w:jc w:val="center"/>
        <w:rPr>
          <w:rFonts w:ascii="Times New Roman" w:hAnsi="Times New Roman" w:cs="Times New Roman"/>
          <w:b/>
        </w:rPr>
      </w:pPr>
      <w:r w:rsidRPr="008F5204">
        <w:rPr>
          <w:rFonts w:ascii="Times New Roman" w:hAnsi="Times New Roman" w:cs="Times New Roman"/>
          <w:b/>
        </w:rPr>
        <w:t>СЛАВУТСЬКОГО РАЙОНУ</w:t>
      </w:r>
    </w:p>
    <w:p w:rsidR="00B22784" w:rsidRPr="008F5204" w:rsidRDefault="00B22784" w:rsidP="00B22784">
      <w:pPr>
        <w:jc w:val="center"/>
        <w:rPr>
          <w:rFonts w:ascii="Times New Roman" w:hAnsi="Times New Roman" w:cs="Times New Roman"/>
          <w:b/>
        </w:rPr>
      </w:pPr>
      <w:r w:rsidRPr="008F5204">
        <w:rPr>
          <w:rFonts w:ascii="Times New Roman" w:hAnsi="Times New Roman" w:cs="Times New Roman"/>
          <w:b/>
        </w:rPr>
        <w:t>ХМЕЛЬНИЦЬКОЇ ОБЛАСТІ</w:t>
      </w:r>
    </w:p>
    <w:p w:rsidR="00B22784" w:rsidRPr="008F5204" w:rsidRDefault="00B22784" w:rsidP="00B22784">
      <w:pPr>
        <w:jc w:val="center"/>
        <w:rPr>
          <w:rFonts w:ascii="Times New Roman" w:hAnsi="Times New Roman" w:cs="Times New Roman"/>
          <w:b/>
        </w:rPr>
      </w:pPr>
    </w:p>
    <w:p w:rsidR="00B22784" w:rsidRPr="008F5204" w:rsidRDefault="00B22784" w:rsidP="00B22784">
      <w:pPr>
        <w:jc w:val="center"/>
        <w:rPr>
          <w:rFonts w:ascii="Times New Roman" w:hAnsi="Times New Roman" w:cs="Times New Roman"/>
          <w:b/>
        </w:rPr>
      </w:pPr>
      <w:r w:rsidRPr="008F5204">
        <w:rPr>
          <w:rFonts w:ascii="Times New Roman" w:hAnsi="Times New Roman" w:cs="Times New Roman"/>
          <w:b/>
        </w:rPr>
        <w:t xml:space="preserve"> РІШЕННЯ</w:t>
      </w:r>
    </w:p>
    <w:p w:rsidR="00B22784" w:rsidRPr="008F5204" w:rsidRDefault="00B22784" w:rsidP="00B22784">
      <w:pPr>
        <w:jc w:val="center"/>
        <w:rPr>
          <w:rFonts w:ascii="Times New Roman" w:hAnsi="Times New Roman" w:cs="Times New Roman"/>
          <w:b/>
        </w:rPr>
      </w:pPr>
    </w:p>
    <w:p w:rsidR="00B22784" w:rsidRPr="008F5204" w:rsidRDefault="00B22784" w:rsidP="00B22784">
      <w:pPr>
        <w:jc w:val="center"/>
        <w:rPr>
          <w:rFonts w:ascii="Times New Roman" w:hAnsi="Times New Roman" w:cs="Times New Roman"/>
        </w:rPr>
      </w:pPr>
      <w:r w:rsidRPr="008F5204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ХХХІІІ</w:t>
      </w:r>
      <w:r w:rsidRPr="008F5204">
        <w:rPr>
          <w:rFonts w:ascii="Times New Roman" w:hAnsi="Times New Roman" w:cs="Times New Roman"/>
        </w:rPr>
        <w:t xml:space="preserve">  сесії сільської ради  </w:t>
      </w:r>
      <w:r w:rsidRPr="008F5204">
        <w:rPr>
          <w:rFonts w:ascii="Times New Roman" w:hAnsi="Times New Roman" w:cs="Times New Roman"/>
          <w:lang w:val="en-US"/>
        </w:rPr>
        <w:t>V</w:t>
      </w:r>
      <w:r w:rsidRPr="008F5204">
        <w:rPr>
          <w:rFonts w:ascii="Times New Roman" w:hAnsi="Times New Roman" w:cs="Times New Roman"/>
        </w:rPr>
        <w:t>ІІ скликання</w:t>
      </w:r>
    </w:p>
    <w:p w:rsidR="00B22784" w:rsidRPr="008F5204" w:rsidRDefault="00B22784" w:rsidP="00B22784">
      <w:pPr>
        <w:rPr>
          <w:rFonts w:ascii="Times New Roman" w:hAnsi="Times New Roman" w:cs="Times New Roman"/>
        </w:rPr>
      </w:pPr>
    </w:p>
    <w:p w:rsidR="00B22784" w:rsidRPr="008F5204" w:rsidRDefault="00B22784" w:rsidP="00B2278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21.</w:t>
      </w:r>
      <w:bookmarkStart w:id="0" w:name="_GoBack"/>
      <w:bookmarkEnd w:id="0"/>
      <w:r>
        <w:rPr>
          <w:rFonts w:ascii="Times New Roman" w:hAnsi="Times New Roman" w:cs="Times New Roman"/>
        </w:rPr>
        <w:t>02.2020</w:t>
      </w:r>
      <w:r w:rsidRPr="008F5204">
        <w:rPr>
          <w:rFonts w:ascii="Times New Roman" w:hAnsi="Times New Roman" w:cs="Times New Roman"/>
        </w:rPr>
        <w:t xml:space="preserve"> року                                            Крупець                                                       №___</w:t>
      </w:r>
    </w:p>
    <w:p w:rsidR="00B22784" w:rsidRPr="008F5204" w:rsidRDefault="00B22784" w:rsidP="00B22784">
      <w:pPr>
        <w:tabs>
          <w:tab w:val="left" w:pos="2160"/>
        </w:tabs>
        <w:rPr>
          <w:rFonts w:ascii="Times New Roman" w:hAnsi="Times New Roman" w:cs="Times New Roman"/>
        </w:rPr>
      </w:pPr>
    </w:p>
    <w:p w:rsidR="00B22784" w:rsidRPr="00EF1F94" w:rsidRDefault="00B22784" w:rsidP="00B22784">
      <w:pPr>
        <w:tabs>
          <w:tab w:val="left" w:pos="2160"/>
        </w:tabs>
        <w:rPr>
          <w:rFonts w:ascii="Times New Roman" w:hAnsi="Times New Roman" w:cs="Times New Roman"/>
          <w:color w:val="auto"/>
        </w:rPr>
      </w:pPr>
    </w:p>
    <w:p w:rsidR="00B22784" w:rsidRPr="00EF1F94" w:rsidRDefault="00B22784" w:rsidP="00B22784">
      <w:pPr>
        <w:rPr>
          <w:rFonts w:ascii="Times New Roman" w:hAnsi="Times New Roman" w:cs="Times New Roman"/>
          <w:b/>
          <w:color w:val="auto"/>
        </w:rPr>
      </w:pPr>
      <w:r w:rsidRPr="00EF1F94">
        <w:rPr>
          <w:rFonts w:ascii="Times New Roman" w:hAnsi="Times New Roman" w:cs="Times New Roman"/>
          <w:b/>
          <w:color w:val="auto"/>
        </w:rPr>
        <w:t>Про затвердження проекту землеустрою</w:t>
      </w:r>
    </w:p>
    <w:p w:rsidR="00B22784" w:rsidRPr="00EF1F94" w:rsidRDefault="00B22784" w:rsidP="00B22784">
      <w:pPr>
        <w:rPr>
          <w:rFonts w:ascii="Times New Roman" w:hAnsi="Times New Roman" w:cs="Times New Roman"/>
          <w:b/>
          <w:color w:val="auto"/>
        </w:rPr>
      </w:pPr>
      <w:r w:rsidRPr="00EF1F94">
        <w:rPr>
          <w:rFonts w:ascii="Times New Roman" w:hAnsi="Times New Roman" w:cs="Times New Roman"/>
          <w:b/>
          <w:color w:val="auto"/>
        </w:rPr>
        <w:t>щодо відведення земельної ділянки  та</w:t>
      </w:r>
    </w:p>
    <w:p w:rsidR="00B22784" w:rsidRPr="00EF1F94" w:rsidRDefault="00B22784" w:rsidP="00B22784">
      <w:pPr>
        <w:tabs>
          <w:tab w:val="left" w:pos="2160"/>
        </w:tabs>
        <w:rPr>
          <w:rFonts w:ascii="Times New Roman" w:hAnsi="Times New Roman" w:cs="Times New Roman"/>
          <w:b/>
          <w:color w:val="auto"/>
        </w:rPr>
      </w:pPr>
      <w:r w:rsidRPr="00EF1F94">
        <w:rPr>
          <w:rFonts w:ascii="Times New Roman" w:hAnsi="Times New Roman" w:cs="Times New Roman"/>
          <w:b/>
          <w:color w:val="auto"/>
        </w:rPr>
        <w:t xml:space="preserve">передачі  її у власність   </w:t>
      </w:r>
      <w:proofErr w:type="spellStart"/>
      <w:r>
        <w:rPr>
          <w:rFonts w:ascii="Times New Roman" w:hAnsi="Times New Roman" w:cs="Times New Roman"/>
          <w:b/>
          <w:color w:val="auto"/>
        </w:rPr>
        <w:t>Плисюку</w:t>
      </w:r>
      <w:proofErr w:type="spellEnd"/>
      <w:r>
        <w:rPr>
          <w:rFonts w:ascii="Times New Roman" w:hAnsi="Times New Roman" w:cs="Times New Roman"/>
          <w:b/>
          <w:color w:val="auto"/>
        </w:rPr>
        <w:t xml:space="preserve"> О.І.</w:t>
      </w:r>
    </w:p>
    <w:p w:rsidR="00B22784" w:rsidRPr="00EF1F94" w:rsidRDefault="00B22784" w:rsidP="00B22784">
      <w:pPr>
        <w:tabs>
          <w:tab w:val="left" w:pos="2160"/>
        </w:tabs>
        <w:rPr>
          <w:rFonts w:ascii="Times New Roman" w:hAnsi="Times New Roman" w:cs="Times New Roman"/>
          <w:b/>
          <w:color w:val="auto"/>
        </w:rPr>
      </w:pPr>
    </w:p>
    <w:p w:rsidR="00B22784" w:rsidRPr="00EF1F94" w:rsidRDefault="00B22784" w:rsidP="00B22784">
      <w:pPr>
        <w:tabs>
          <w:tab w:val="left" w:pos="2160"/>
        </w:tabs>
        <w:rPr>
          <w:rFonts w:ascii="Times New Roman" w:hAnsi="Times New Roman" w:cs="Times New Roman"/>
          <w:color w:val="auto"/>
        </w:rPr>
      </w:pPr>
    </w:p>
    <w:p w:rsidR="00B22784" w:rsidRPr="00EF1F94" w:rsidRDefault="00B22784" w:rsidP="00B22784">
      <w:pPr>
        <w:tabs>
          <w:tab w:val="left" w:pos="2160"/>
        </w:tabs>
        <w:rPr>
          <w:rFonts w:ascii="Times New Roman" w:hAnsi="Times New Roman" w:cs="Times New Roman"/>
          <w:color w:val="auto"/>
        </w:rPr>
      </w:pPr>
    </w:p>
    <w:p w:rsidR="00B22784" w:rsidRPr="00EF1F94" w:rsidRDefault="00B22784" w:rsidP="00B22784">
      <w:pPr>
        <w:tabs>
          <w:tab w:val="left" w:pos="2160"/>
        </w:tabs>
        <w:jc w:val="both"/>
        <w:rPr>
          <w:rFonts w:ascii="Times New Roman" w:hAnsi="Times New Roman" w:cs="Times New Roman"/>
          <w:color w:val="auto"/>
        </w:rPr>
      </w:pPr>
      <w:r w:rsidRPr="00EF1F94">
        <w:rPr>
          <w:rFonts w:ascii="Times New Roman" w:hAnsi="Times New Roman" w:cs="Times New Roman"/>
          <w:color w:val="auto"/>
        </w:rPr>
        <w:t xml:space="preserve">          Відповідно до пункту  34 частини  1 статті 26,  статті 42 Закону України «Про місцеве самоврядування в Україні», статей 12, 116, 118, 121, 186, та 186-1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розглянувши зая</w:t>
      </w:r>
      <w:r>
        <w:rPr>
          <w:rFonts w:ascii="Times New Roman" w:hAnsi="Times New Roman" w:cs="Times New Roman"/>
          <w:color w:val="auto"/>
        </w:rPr>
        <w:t xml:space="preserve">ву </w:t>
      </w:r>
      <w:proofErr w:type="spellStart"/>
      <w:r>
        <w:rPr>
          <w:rFonts w:ascii="Times New Roman" w:hAnsi="Times New Roman" w:cs="Times New Roman"/>
          <w:color w:val="auto"/>
        </w:rPr>
        <w:t>Плисюка</w:t>
      </w:r>
      <w:proofErr w:type="spellEnd"/>
      <w:r>
        <w:rPr>
          <w:rFonts w:ascii="Times New Roman" w:hAnsi="Times New Roman" w:cs="Times New Roman"/>
          <w:color w:val="auto"/>
        </w:rPr>
        <w:t xml:space="preserve"> О.І.</w:t>
      </w:r>
      <w:r w:rsidRPr="00EF1F94">
        <w:rPr>
          <w:rFonts w:ascii="Times New Roman" w:hAnsi="Times New Roman" w:cs="Times New Roman"/>
          <w:color w:val="auto"/>
        </w:rPr>
        <w:t xml:space="preserve">, сільська   рада    </w:t>
      </w:r>
    </w:p>
    <w:p w:rsidR="00B22784" w:rsidRDefault="00B22784" w:rsidP="00B22784">
      <w:pPr>
        <w:tabs>
          <w:tab w:val="left" w:pos="2160"/>
        </w:tabs>
        <w:jc w:val="both"/>
        <w:rPr>
          <w:rFonts w:ascii="Times New Roman" w:hAnsi="Times New Roman" w:cs="Times New Roman"/>
        </w:rPr>
      </w:pPr>
      <w:r w:rsidRPr="008F5204">
        <w:rPr>
          <w:rFonts w:ascii="Times New Roman" w:hAnsi="Times New Roman" w:cs="Times New Roman"/>
        </w:rPr>
        <w:t>ВИРІШИЛА:</w:t>
      </w:r>
    </w:p>
    <w:p w:rsidR="00B22784" w:rsidRPr="008F5204" w:rsidRDefault="00B22784" w:rsidP="00B22784">
      <w:pPr>
        <w:tabs>
          <w:tab w:val="left" w:pos="2160"/>
        </w:tabs>
        <w:jc w:val="both"/>
        <w:rPr>
          <w:rFonts w:ascii="Times New Roman" w:hAnsi="Times New Roman" w:cs="Times New Roman"/>
        </w:rPr>
      </w:pPr>
    </w:p>
    <w:p w:rsidR="00B22784" w:rsidRPr="008F5204" w:rsidRDefault="00B22784" w:rsidP="00B22784">
      <w:pPr>
        <w:tabs>
          <w:tab w:val="left" w:pos="2160"/>
        </w:tabs>
        <w:jc w:val="both"/>
        <w:rPr>
          <w:rFonts w:ascii="Times New Roman" w:hAnsi="Times New Roman" w:cs="Times New Roman"/>
          <w:color w:val="auto"/>
        </w:rPr>
      </w:pPr>
      <w:r w:rsidRPr="008F5204">
        <w:rPr>
          <w:rFonts w:ascii="Times New Roman" w:hAnsi="Times New Roman" w:cs="Times New Roman"/>
        </w:rPr>
        <w:t xml:space="preserve">          1.</w:t>
      </w:r>
      <w:r>
        <w:rPr>
          <w:rFonts w:ascii="Times New Roman" w:hAnsi="Times New Roman" w:cs="Times New Roman"/>
        </w:rPr>
        <w:t xml:space="preserve"> </w:t>
      </w:r>
      <w:r w:rsidRPr="008F5204">
        <w:rPr>
          <w:rFonts w:ascii="Times New Roman" w:hAnsi="Times New Roman" w:cs="Times New Roman"/>
        </w:rPr>
        <w:t xml:space="preserve">Затвердити </w:t>
      </w:r>
      <w:proofErr w:type="spellStart"/>
      <w:r>
        <w:rPr>
          <w:rFonts w:ascii="Times New Roman" w:hAnsi="Times New Roman" w:cs="Times New Roman"/>
        </w:rPr>
        <w:t>Плисюку</w:t>
      </w:r>
      <w:proofErr w:type="spellEnd"/>
      <w:r>
        <w:rPr>
          <w:rFonts w:ascii="Times New Roman" w:hAnsi="Times New Roman" w:cs="Times New Roman"/>
        </w:rPr>
        <w:t xml:space="preserve"> Олександру </w:t>
      </w:r>
      <w:proofErr w:type="spellStart"/>
      <w:r>
        <w:rPr>
          <w:rFonts w:ascii="Times New Roman" w:hAnsi="Times New Roman" w:cs="Times New Roman"/>
        </w:rPr>
        <w:t>Іларійовичу</w:t>
      </w:r>
      <w:proofErr w:type="spellEnd"/>
      <w:r w:rsidRPr="008F5204">
        <w:rPr>
          <w:rFonts w:ascii="Times New Roman" w:hAnsi="Times New Roman" w:cs="Times New Roman"/>
        </w:rPr>
        <w:t xml:space="preserve"> проект землеустрою щодо відведення земельної ділянки, </w:t>
      </w:r>
      <w:r w:rsidRPr="008F5204">
        <w:rPr>
          <w:rFonts w:ascii="Times New Roman" w:hAnsi="Times New Roman" w:cs="Times New Roman"/>
          <w:color w:val="auto"/>
        </w:rPr>
        <w:t xml:space="preserve">для </w:t>
      </w:r>
      <w:r>
        <w:rPr>
          <w:rFonts w:ascii="Times New Roman" w:hAnsi="Times New Roman" w:cs="Times New Roman"/>
          <w:color w:val="auto"/>
        </w:rPr>
        <w:t>ведення особистого селянського господарства</w:t>
      </w:r>
      <w:r w:rsidRPr="008F5204">
        <w:rPr>
          <w:rFonts w:ascii="Times New Roman" w:hAnsi="Times New Roman" w:cs="Times New Roman"/>
          <w:color w:val="auto"/>
        </w:rPr>
        <w:t xml:space="preserve">, </w:t>
      </w:r>
      <w:r>
        <w:rPr>
          <w:rFonts w:ascii="Times New Roman" w:hAnsi="Times New Roman" w:cs="Times New Roman"/>
        </w:rPr>
        <w:t>площею 2,0</w:t>
      </w:r>
      <w:r w:rsidRPr="008F5204">
        <w:rPr>
          <w:rFonts w:ascii="Times New Roman" w:hAnsi="Times New Roman" w:cs="Times New Roman"/>
        </w:rPr>
        <w:t xml:space="preserve"> га, яка розташована Хмельницька область, </w:t>
      </w:r>
      <w:proofErr w:type="spellStart"/>
      <w:r w:rsidRPr="008F5204">
        <w:rPr>
          <w:rFonts w:ascii="Times New Roman" w:hAnsi="Times New Roman" w:cs="Times New Roman"/>
        </w:rPr>
        <w:t>Славутський</w:t>
      </w:r>
      <w:proofErr w:type="spellEnd"/>
      <w:r w:rsidRPr="008F5204">
        <w:rPr>
          <w:rFonts w:ascii="Times New Roman" w:hAnsi="Times New Roman" w:cs="Times New Roman"/>
        </w:rPr>
        <w:t xml:space="preserve">  район, </w:t>
      </w:r>
      <w:r>
        <w:rPr>
          <w:rFonts w:ascii="Times New Roman" w:hAnsi="Times New Roman" w:cs="Times New Roman"/>
          <w:color w:val="auto"/>
        </w:rPr>
        <w:t xml:space="preserve">за межами населеного пункту </w:t>
      </w:r>
      <w:proofErr w:type="spellStart"/>
      <w:r>
        <w:rPr>
          <w:rFonts w:ascii="Times New Roman" w:hAnsi="Times New Roman" w:cs="Times New Roman"/>
          <w:color w:val="auto"/>
        </w:rPr>
        <w:t>с.Стригани</w:t>
      </w:r>
      <w:proofErr w:type="spellEnd"/>
      <w:r>
        <w:rPr>
          <w:rFonts w:ascii="Times New Roman" w:hAnsi="Times New Roman" w:cs="Times New Roman"/>
          <w:color w:val="auto"/>
        </w:rPr>
        <w:t>.</w:t>
      </w:r>
    </w:p>
    <w:p w:rsidR="00B22784" w:rsidRDefault="00B22784" w:rsidP="00B22784">
      <w:pPr>
        <w:tabs>
          <w:tab w:val="left" w:pos="2160"/>
        </w:tabs>
        <w:jc w:val="both"/>
        <w:rPr>
          <w:rFonts w:ascii="Times New Roman" w:hAnsi="Times New Roman" w:cs="Times New Roman"/>
          <w:color w:val="auto"/>
        </w:rPr>
      </w:pPr>
      <w:r w:rsidRPr="008F5204">
        <w:rPr>
          <w:rFonts w:ascii="Times New Roman" w:hAnsi="Times New Roman" w:cs="Times New Roman"/>
        </w:rPr>
        <w:t xml:space="preserve">          2.</w:t>
      </w:r>
      <w:r>
        <w:rPr>
          <w:rFonts w:ascii="Times New Roman" w:hAnsi="Times New Roman" w:cs="Times New Roman"/>
        </w:rPr>
        <w:t xml:space="preserve"> </w:t>
      </w:r>
      <w:r w:rsidRPr="008F5204">
        <w:rPr>
          <w:rFonts w:ascii="Times New Roman" w:hAnsi="Times New Roman" w:cs="Times New Roman"/>
        </w:rPr>
        <w:t>П</w:t>
      </w:r>
      <w:r>
        <w:rPr>
          <w:rFonts w:ascii="Times New Roman" w:hAnsi="Times New Roman" w:cs="Times New Roman"/>
        </w:rPr>
        <w:t>ередати</w:t>
      </w:r>
      <w:r w:rsidRPr="00062C82">
        <w:rPr>
          <w:rFonts w:ascii="Times New Roman" w:hAnsi="Times New Roman" w:cs="Times New Roman"/>
        </w:rPr>
        <w:t xml:space="preserve">  </w:t>
      </w:r>
      <w:proofErr w:type="spellStart"/>
      <w:r>
        <w:rPr>
          <w:rFonts w:ascii="Times New Roman" w:hAnsi="Times New Roman" w:cs="Times New Roman"/>
        </w:rPr>
        <w:t>Плисюку</w:t>
      </w:r>
      <w:proofErr w:type="spellEnd"/>
      <w:r>
        <w:rPr>
          <w:rFonts w:ascii="Times New Roman" w:hAnsi="Times New Roman" w:cs="Times New Roman"/>
        </w:rPr>
        <w:t xml:space="preserve"> Олександру </w:t>
      </w:r>
      <w:proofErr w:type="spellStart"/>
      <w:r>
        <w:rPr>
          <w:rFonts w:ascii="Times New Roman" w:hAnsi="Times New Roman" w:cs="Times New Roman"/>
        </w:rPr>
        <w:t>Іларійовичу</w:t>
      </w:r>
      <w:proofErr w:type="spellEnd"/>
      <w:r>
        <w:rPr>
          <w:rFonts w:ascii="Times New Roman" w:hAnsi="Times New Roman" w:cs="Times New Roman"/>
        </w:rPr>
        <w:t xml:space="preserve">, </w:t>
      </w:r>
      <w:r w:rsidRPr="00062C82">
        <w:rPr>
          <w:rFonts w:ascii="Times New Roman" w:hAnsi="Times New Roman" w:cs="Times New Roman"/>
        </w:rPr>
        <w:t>як</w:t>
      </w:r>
      <w:r>
        <w:rPr>
          <w:rFonts w:ascii="Times New Roman" w:hAnsi="Times New Roman" w:cs="Times New Roman"/>
        </w:rPr>
        <w:t>ий</w:t>
      </w:r>
      <w:r w:rsidRPr="00062C82">
        <w:rPr>
          <w:rFonts w:ascii="Times New Roman" w:hAnsi="Times New Roman" w:cs="Times New Roman"/>
        </w:rPr>
        <w:t xml:space="preserve"> зареєстрован</w:t>
      </w:r>
      <w:r>
        <w:rPr>
          <w:rFonts w:ascii="Times New Roman" w:hAnsi="Times New Roman" w:cs="Times New Roman"/>
        </w:rPr>
        <w:t xml:space="preserve">ий  за адресою: </w:t>
      </w:r>
      <w:r w:rsidR="0030203B" w:rsidRPr="0030203B">
        <w:rPr>
          <w:rFonts w:ascii="Times New Roman" w:hAnsi="Times New Roman" w:cs="Times New Roman"/>
          <w:lang w:val="ru-RU"/>
        </w:rPr>
        <w:t>______________</w:t>
      </w:r>
      <w:r>
        <w:rPr>
          <w:rFonts w:ascii="Times New Roman" w:hAnsi="Times New Roman" w:cs="Times New Roman"/>
        </w:rPr>
        <w:t xml:space="preserve">, </w:t>
      </w:r>
      <w:r w:rsidRPr="00062C82">
        <w:rPr>
          <w:rFonts w:ascii="Times New Roman" w:hAnsi="Times New Roman" w:cs="Times New Roman"/>
        </w:rPr>
        <w:t>ідентифікаційн</w:t>
      </w:r>
      <w:r>
        <w:rPr>
          <w:rFonts w:ascii="Times New Roman" w:hAnsi="Times New Roman" w:cs="Times New Roman"/>
        </w:rPr>
        <w:t>ий</w:t>
      </w:r>
      <w:r w:rsidRPr="00062C82">
        <w:rPr>
          <w:rFonts w:ascii="Times New Roman" w:hAnsi="Times New Roman" w:cs="Times New Roman"/>
        </w:rPr>
        <w:t xml:space="preserve"> номер </w:t>
      </w:r>
      <w:r w:rsidR="0030203B" w:rsidRPr="0030203B">
        <w:rPr>
          <w:rFonts w:ascii="Times New Roman" w:hAnsi="Times New Roman" w:cs="Times New Roman"/>
          <w:lang w:val="ru-RU"/>
        </w:rPr>
        <w:t>__________</w:t>
      </w:r>
      <w:r w:rsidRPr="008F5204">
        <w:rPr>
          <w:rFonts w:ascii="Times New Roman" w:hAnsi="Times New Roman" w:cs="Times New Roman"/>
        </w:rPr>
        <w:t>, у власн</w:t>
      </w:r>
      <w:r>
        <w:rPr>
          <w:rFonts w:ascii="Times New Roman" w:hAnsi="Times New Roman" w:cs="Times New Roman"/>
        </w:rPr>
        <w:t>ість земельну ділянку, площею 2,0000 га, кадастровий номер: 68239840</w:t>
      </w:r>
      <w:r w:rsidRPr="008F5204">
        <w:rPr>
          <w:rFonts w:ascii="Times New Roman" w:hAnsi="Times New Roman" w:cs="Times New Roman"/>
        </w:rPr>
        <w:t>00:0</w:t>
      </w:r>
      <w:r>
        <w:rPr>
          <w:rFonts w:ascii="Times New Roman" w:hAnsi="Times New Roman" w:cs="Times New Roman"/>
        </w:rPr>
        <w:t>3</w:t>
      </w:r>
      <w:r w:rsidRPr="008F5204">
        <w:rPr>
          <w:rFonts w:ascii="Times New Roman" w:hAnsi="Times New Roman" w:cs="Times New Roman"/>
        </w:rPr>
        <w:t>:0</w:t>
      </w:r>
      <w:r>
        <w:rPr>
          <w:rFonts w:ascii="Times New Roman" w:hAnsi="Times New Roman" w:cs="Times New Roman"/>
        </w:rPr>
        <w:t>18:0297</w:t>
      </w:r>
      <w:r w:rsidRPr="008F5204">
        <w:rPr>
          <w:rFonts w:ascii="Times New Roman" w:hAnsi="Times New Roman" w:cs="Times New Roman"/>
        </w:rPr>
        <w:t xml:space="preserve">, для </w:t>
      </w:r>
      <w:r>
        <w:rPr>
          <w:rFonts w:ascii="Times New Roman" w:hAnsi="Times New Roman" w:cs="Times New Roman"/>
          <w:color w:val="auto"/>
        </w:rPr>
        <w:t>ведення особистого селянського господарства</w:t>
      </w:r>
      <w:r w:rsidRPr="008F5204">
        <w:rPr>
          <w:rFonts w:ascii="Times New Roman" w:hAnsi="Times New Roman" w:cs="Times New Roman"/>
          <w:color w:val="auto"/>
        </w:rPr>
        <w:t>,</w:t>
      </w:r>
      <w:r w:rsidRPr="008F5204">
        <w:rPr>
          <w:rFonts w:ascii="Times New Roman" w:hAnsi="Times New Roman" w:cs="Times New Roman"/>
        </w:rPr>
        <w:t xml:space="preserve"> яка розташована Хмельницька </w:t>
      </w:r>
      <w:r>
        <w:rPr>
          <w:rFonts w:ascii="Times New Roman" w:hAnsi="Times New Roman" w:cs="Times New Roman"/>
        </w:rPr>
        <w:t xml:space="preserve">область, </w:t>
      </w:r>
      <w:proofErr w:type="spellStart"/>
      <w:r>
        <w:rPr>
          <w:rFonts w:ascii="Times New Roman" w:hAnsi="Times New Roman" w:cs="Times New Roman"/>
        </w:rPr>
        <w:t>Славутський</w:t>
      </w:r>
      <w:proofErr w:type="spellEnd"/>
      <w:r>
        <w:rPr>
          <w:rFonts w:ascii="Times New Roman" w:hAnsi="Times New Roman" w:cs="Times New Roman"/>
        </w:rPr>
        <w:t xml:space="preserve">  район, </w:t>
      </w:r>
      <w:r>
        <w:rPr>
          <w:rFonts w:ascii="Times New Roman" w:hAnsi="Times New Roman" w:cs="Times New Roman"/>
          <w:color w:val="auto"/>
        </w:rPr>
        <w:t xml:space="preserve">за межами населеного пункту </w:t>
      </w:r>
      <w:proofErr w:type="spellStart"/>
      <w:r>
        <w:rPr>
          <w:rFonts w:ascii="Times New Roman" w:hAnsi="Times New Roman" w:cs="Times New Roman"/>
          <w:color w:val="auto"/>
        </w:rPr>
        <w:t>с.Стригани</w:t>
      </w:r>
      <w:proofErr w:type="spellEnd"/>
      <w:r>
        <w:rPr>
          <w:rFonts w:ascii="Times New Roman" w:hAnsi="Times New Roman" w:cs="Times New Roman"/>
          <w:color w:val="auto"/>
        </w:rPr>
        <w:t>.</w:t>
      </w:r>
    </w:p>
    <w:p w:rsidR="00B22784" w:rsidRPr="008F5204" w:rsidRDefault="00B22784" w:rsidP="00B22784">
      <w:pPr>
        <w:jc w:val="both"/>
        <w:rPr>
          <w:rFonts w:ascii="Times New Roman" w:hAnsi="Times New Roman" w:cs="Times New Roman"/>
        </w:rPr>
      </w:pPr>
      <w:r w:rsidRPr="008F5204">
        <w:rPr>
          <w:rFonts w:ascii="Times New Roman" w:hAnsi="Times New Roman" w:cs="Times New Roman"/>
        </w:rPr>
        <w:t xml:space="preserve">          3. </w:t>
      </w:r>
      <w:proofErr w:type="spellStart"/>
      <w:r>
        <w:rPr>
          <w:rFonts w:ascii="Times New Roman" w:hAnsi="Times New Roman" w:cs="Times New Roman"/>
        </w:rPr>
        <w:t>Плисюку</w:t>
      </w:r>
      <w:proofErr w:type="spellEnd"/>
      <w:r>
        <w:rPr>
          <w:rFonts w:ascii="Times New Roman" w:hAnsi="Times New Roman" w:cs="Times New Roman"/>
        </w:rPr>
        <w:t xml:space="preserve"> О.І.</w:t>
      </w:r>
      <w:r w:rsidRPr="008F5204">
        <w:rPr>
          <w:rFonts w:ascii="Times New Roman" w:hAnsi="Times New Roman" w:cs="Times New Roman"/>
        </w:rPr>
        <w:t xml:space="preserve"> як</w:t>
      </w:r>
      <w:r>
        <w:rPr>
          <w:rFonts w:ascii="Times New Roman" w:hAnsi="Times New Roman" w:cs="Times New Roman"/>
        </w:rPr>
        <w:t>ому</w:t>
      </w:r>
      <w:r w:rsidRPr="008F5204">
        <w:rPr>
          <w:rFonts w:ascii="Times New Roman" w:hAnsi="Times New Roman" w:cs="Times New Roman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B22784" w:rsidRPr="008F5204" w:rsidRDefault="00B22784" w:rsidP="00B22784">
      <w:pPr>
        <w:jc w:val="both"/>
        <w:rPr>
          <w:rFonts w:ascii="Times New Roman" w:hAnsi="Times New Roman" w:cs="Times New Roman"/>
        </w:rPr>
      </w:pPr>
      <w:r w:rsidRPr="008F5204">
        <w:rPr>
          <w:rFonts w:ascii="Times New Roman" w:hAnsi="Times New Roman" w:cs="Times New Roman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B22784" w:rsidRDefault="00B22784" w:rsidP="00B22784">
      <w:pPr>
        <w:tabs>
          <w:tab w:val="left" w:pos="2160"/>
        </w:tabs>
        <w:jc w:val="both"/>
        <w:rPr>
          <w:rFonts w:ascii="Times New Roman" w:hAnsi="Times New Roman" w:cs="Times New Roman"/>
          <w:lang w:val="en-US"/>
        </w:rPr>
      </w:pPr>
    </w:p>
    <w:p w:rsidR="00B22784" w:rsidRPr="00B22784" w:rsidRDefault="00B22784" w:rsidP="00B22784">
      <w:pPr>
        <w:tabs>
          <w:tab w:val="left" w:pos="2160"/>
        </w:tabs>
        <w:jc w:val="both"/>
        <w:rPr>
          <w:rFonts w:ascii="Times New Roman" w:hAnsi="Times New Roman" w:cs="Times New Roman"/>
          <w:lang w:val="en-US"/>
        </w:rPr>
      </w:pPr>
    </w:p>
    <w:p w:rsidR="00FA720B" w:rsidRPr="00B22784" w:rsidRDefault="00B22784" w:rsidP="00B22784">
      <w:pPr>
        <w:tabs>
          <w:tab w:val="left" w:pos="4424"/>
        </w:tabs>
        <w:spacing w:after="160" w:line="259" w:lineRule="auto"/>
        <w:rPr>
          <w:rFonts w:ascii="Times New Roman" w:hAnsi="Times New Roman" w:cs="Times New Roman"/>
          <w:lang w:val="en-US"/>
        </w:rPr>
      </w:pPr>
      <w:r w:rsidRPr="008F5204">
        <w:rPr>
          <w:rFonts w:ascii="Times New Roman" w:hAnsi="Times New Roman" w:cs="Times New Roman"/>
        </w:rPr>
        <w:t>Сільський голова                                                                                                   В.А.</w:t>
      </w:r>
      <w:proofErr w:type="spellStart"/>
      <w:r w:rsidRPr="008F5204">
        <w:rPr>
          <w:rFonts w:ascii="Times New Roman" w:hAnsi="Times New Roman" w:cs="Times New Roman"/>
        </w:rPr>
        <w:t>Михалюк</w:t>
      </w:r>
      <w:proofErr w:type="spellEnd"/>
    </w:p>
    <w:sectPr w:rsidR="00FA720B" w:rsidRPr="00B22784" w:rsidSect="00B22784">
      <w:pgSz w:w="12240" w:h="15840"/>
      <w:pgMar w:top="1440" w:right="1440" w:bottom="426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B22784"/>
    <w:rsid w:val="00171A2E"/>
    <w:rsid w:val="0030203B"/>
    <w:rsid w:val="00304C90"/>
    <w:rsid w:val="00505B6D"/>
    <w:rsid w:val="006D3977"/>
    <w:rsid w:val="007D6C18"/>
    <w:rsid w:val="00B22784"/>
    <w:rsid w:val="00B37CF4"/>
    <w:rsid w:val="00D1641A"/>
    <w:rsid w:val="00DD5026"/>
    <w:rsid w:val="00E823AA"/>
    <w:rsid w:val="00FA72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784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2DA2BF" w:themeColor="accent1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16505E" w:themeColor="accent1" w:themeShade="7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2DA2BF" w:themeColor="accent1"/>
      <w:spacing w:val="15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sz w:val="22"/>
      <w:szCs w:val="2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 w:line="276" w:lineRule="auto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22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44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66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88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10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32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54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76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after="200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1</TotalTime>
  <Pages>1</Pages>
  <Words>289</Words>
  <Characters>1650</Characters>
  <Application>Microsoft Office Word</Application>
  <DocSecurity>0</DocSecurity>
  <Lines>13</Lines>
  <Paragraphs>3</Paragraphs>
  <ScaleCrop>false</ScaleCrop>
  <Company>Microsoft</Company>
  <LinksUpToDate>false</LinksUpToDate>
  <CharactersWithSpaces>1936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2020-02-13T11:36:00Z</dcterms:created>
  <dcterms:modified xsi:type="dcterms:W3CDTF">2020-02-13T12:15:00Z</dcterms:modified>
</cp:coreProperties>
</file>