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D47" w:rsidRDefault="00373D47" w:rsidP="00373D4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3D47" w:rsidRDefault="00373D47" w:rsidP="00373D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3D47" w:rsidRDefault="00373D47" w:rsidP="00373D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3D47" w:rsidRDefault="00373D47" w:rsidP="00373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73D47" w:rsidRDefault="00373D47" w:rsidP="00373D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3D47" w:rsidRDefault="00373D47" w:rsidP="0037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73D47" w:rsidRDefault="00373D47" w:rsidP="00373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3D47" w:rsidRPr="00741F50" w:rsidRDefault="00373D47" w:rsidP="00373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№17</w:t>
      </w:r>
    </w:p>
    <w:p w:rsidR="00373D47" w:rsidRPr="00DE6ED3" w:rsidRDefault="00373D47" w:rsidP="00373D4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73D47" w:rsidRPr="00DE6ED3" w:rsidRDefault="00373D47" w:rsidP="00373D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73D47" w:rsidRPr="00DE6ED3" w:rsidRDefault="00373D47" w:rsidP="00373D4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73D47" w:rsidRPr="00DE6ED3" w:rsidRDefault="00373D47" w:rsidP="00373D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373D47" w:rsidRPr="00DE6ED3" w:rsidRDefault="00373D47" w:rsidP="00373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D47" w:rsidRPr="00DE6ED3" w:rsidRDefault="00373D47" w:rsidP="00373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73D47" w:rsidRPr="00DE6ED3" w:rsidRDefault="00373D47" w:rsidP="00373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73D47" w:rsidRPr="00DE6ED3" w:rsidRDefault="00373D47" w:rsidP="00373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Миколаївні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0,2000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район, 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3D47" w:rsidRPr="00DE6ED3" w:rsidRDefault="00373D47" w:rsidP="00373D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Миколаївні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370369" w:rsidRPr="00370369">
        <w:rPr>
          <w:rFonts w:ascii="Times New Roman" w:eastAsia="Calibri" w:hAnsi="Times New Roman" w:cs="Times New Roman"/>
          <w:sz w:val="24"/>
          <w:lang w:val="ru-RU"/>
        </w:rPr>
        <w:t>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70369" w:rsidRPr="0037036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0,2000 га, кадастровий номер: 6823984000:01:009:0115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 район,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3D47" w:rsidRPr="00DE6ED3" w:rsidRDefault="00373D47" w:rsidP="00373D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73D47" w:rsidRPr="00DE6ED3" w:rsidRDefault="00373D47" w:rsidP="00373D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73D47" w:rsidRPr="00DE6ED3" w:rsidRDefault="00373D47" w:rsidP="00373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D47" w:rsidRDefault="00373D47" w:rsidP="00373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D47" w:rsidRPr="00373D47" w:rsidRDefault="00373D47" w:rsidP="00373D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E3DD0" w:rsidRPr="00373D47" w:rsidRDefault="00373D47" w:rsidP="00373D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E3DD0" w:rsidRPr="00373D4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D47"/>
    <w:rsid w:val="00171A2E"/>
    <w:rsid w:val="00304C90"/>
    <w:rsid w:val="00370369"/>
    <w:rsid w:val="00373D47"/>
    <w:rsid w:val="00505B6D"/>
    <w:rsid w:val="006D3977"/>
    <w:rsid w:val="007D6C18"/>
    <w:rsid w:val="00CE3DD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73D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73D4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73D4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73D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73D4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73D4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1135</Words>
  <Characters>647</Characters>
  <Application>Microsoft Office Word</Application>
  <DocSecurity>0</DocSecurity>
  <Lines>5</Lines>
  <Paragraphs>3</Paragraphs>
  <ScaleCrop>false</ScaleCrop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2021-03-30T12:53:00Z</dcterms:created>
  <dcterms:modified xsi:type="dcterms:W3CDTF">2021-03-31T06:07:00Z</dcterms:modified>
</cp:coreProperties>
</file>