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9CD" w:rsidRPr="00744026" w:rsidRDefault="00A379CD" w:rsidP="00A379CD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79CD" w:rsidRDefault="00A379CD" w:rsidP="00A379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379CD" w:rsidRDefault="00A379CD" w:rsidP="00A379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379CD" w:rsidRDefault="00A379CD" w:rsidP="00A379C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379CD" w:rsidRDefault="00A379CD" w:rsidP="00A379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gramStart"/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A379CD" w:rsidRDefault="00A379CD" w:rsidP="00A379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379CD" w:rsidRPr="00186FBA" w:rsidRDefault="00A379CD" w:rsidP="00A379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25.02.2021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№29</w:t>
      </w:r>
    </w:p>
    <w:p w:rsidR="00A379CD" w:rsidRDefault="00A379CD" w:rsidP="00A379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A379CD" w:rsidRPr="00CF04D8" w:rsidRDefault="00A379CD" w:rsidP="00A379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Про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дозволу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розробку</w:t>
      </w:r>
      <w:proofErr w:type="spellEnd"/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щодо</w:t>
      </w:r>
      <w:proofErr w:type="spellEnd"/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ділянки</w:t>
      </w:r>
      <w:proofErr w:type="spellEnd"/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 w:rsidRPr="00CF04D8">
        <w:rPr>
          <w:rFonts w:ascii="Times New Roman" w:eastAsia="Calibri" w:hAnsi="Times New Roman" w:cs="Times New Roman"/>
          <w:b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пункту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34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частини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1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26,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статті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42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самоврядування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</w:t>
      </w:r>
      <w:r>
        <w:rPr>
          <w:rFonts w:ascii="Times New Roman" w:eastAsia="Calibri" w:hAnsi="Times New Roman" w:cs="Times New Roman"/>
          <w:sz w:val="24"/>
          <w:szCs w:val="24"/>
        </w:rPr>
        <w:t>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», статей 12,  118, 121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Земельного кодексу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Закону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України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«Про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землеустрій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рада </w:t>
      </w:r>
    </w:p>
    <w:p w:rsidR="00A379CD" w:rsidRPr="00EA4C24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1.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Надати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Володимировичу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який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зареєстрований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за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90538E">
        <w:rPr>
          <w:rFonts w:ascii="Times New Roman" w:eastAsia="Calibri" w:hAnsi="Times New Roman" w:cs="Times New Roman"/>
          <w:sz w:val="24"/>
          <w:szCs w:val="24"/>
        </w:rPr>
        <w:t>_________________</w:t>
      </w:r>
      <w:bookmarkStart w:id="0" w:name="_GoBack"/>
      <w:bookmarkEnd w:id="0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із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орієнтовною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площею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0,1000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>га,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ведення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особистого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селянського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, яка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розташована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ради в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селі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Крупець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Гуменюку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В.В.,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розробити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ділянки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для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її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власність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та подати на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sz w:val="24"/>
          <w:szCs w:val="24"/>
        </w:rPr>
        <w:t>сільської</w:t>
      </w:r>
      <w:proofErr w:type="spellEnd"/>
      <w:r w:rsidRPr="00CF04D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CF04D8"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  <w:r w:rsidRPr="00CF04D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79CD" w:rsidRPr="00CF04D8" w:rsidRDefault="00A379CD" w:rsidP="00A379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дозвіл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дійсний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протязі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року з дня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прийняття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даного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A379CD" w:rsidRPr="00CF04D8" w:rsidRDefault="00A379CD" w:rsidP="00A379C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території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CF04D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379CD" w:rsidRPr="00CF04D8" w:rsidRDefault="00A379CD" w:rsidP="00A379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36955" w:rsidRPr="00A379CD" w:rsidRDefault="00A379CD" w:rsidP="00A379C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Сільський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голова                                                                         </w:t>
      </w:r>
      <w:proofErr w:type="spellStart"/>
      <w:r w:rsidRPr="00CF04D8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CF04D8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sectPr w:rsidR="00F36955" w:rsidRPr="00A379C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9CD"/>
    <w:rsid w:val="00171A2E"/>
    <w:rsid w:val="00304C90"/>
    <w:rsid w:val="00505B6D"/>
    <w:rsid w:val="006D3977"/>
    <w:rsid w:val="007D6C18"/>
    <w:rsid w:val="0090538E"/>
    <w:rsid w:val="00A379CD"/>
    <w:rsid w:val="00D1641A"/>
    <w:rsid w:val="00F36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379C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379C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379CD"/>
    <w:rPr>
      <w:rFonts w:ascii="Consolas" w:hAnsi="Consolas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uiPriority w:val="99"/>
    <w:locked/>
    <w:rsid w:val="00A379C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iPriority w:val="99"/>
    <w:unhideWhenUsed/>
    <w:rsid w:val="00A379CD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A379CD"/>
    <w:rPr>
      <w:rFonts w:ascii="Consolas" w:hAnsi="Consolas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239</Words>
  <Characters>1365</Characters>
  <Application>Microsoft Office Word</Application>
  <DocSecurity>0</DocSecurity>
  <Lines>11</Lines>
  <Paragraphs>3</Paragraphs>
  <ScaleCrop>false</ScaleCrop>
  <Company>Microsoft</Company>
  <LinksUpToDate>false</LinksUpToDate>
  <CharactersWithSpaces>1601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</cp:revision>
  <dcterms:created xsi:type="dcterms:W3CDTF">2021-03-02T14:01:00Z</dcterms:created>
  <dcterms:modified xsi:type="dcterms:W3CDTF">2021-03-02T14:29:00Z</dcterms:modified>
</cp:coreProperties>
</file>