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2BA" w:rsidRPr="00B623A8" w:rsidRDefault="006A055D" w:rsidP="007C32B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C32BA" w:rsidRDefault="007C32BA" w:rsidP="007C32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C32BA" w:rsidRDefault="007C32BA" w:rsidP="007C32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2BA" w:rsidRDefault="007C32BA" w:rsidP="007C32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2BA" w:rsidRDefault="007C32BA" w:rsidP="007C32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2BA" w:rsidRDefault="007C32BA" w:rsidP="007C32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2BA" w:rsidRDefault="007C32BA" w:rsidP="007C32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7C32BA" w:rsidRDefault="007C32BA" w:rsidP="007C32B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C32BA" w:rsidRDefault="007C32BA" w:rsidP="007C32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C32BA" w:rsidRDefault="007C32BA" w:rsidP="007C32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C32BA" w:rsidRDefault="007C32BA" w:rsidP="007C32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2BA" w:rsidRDefault="007C32BA" w:rsidP="007C32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C32BA" w:rsidRDefault="007C32BA" w:rsidP="007C32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2BA" w:rsidRDefault="007C32BA" w:rsidP="007C32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C32BA" w:rsidRDefault="007C32BA" w:rsidP="007C32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32BA" w:rsidRPr="006E3F23" w:rsidRDefault="007C32BA" w:rsidP="007C32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№94</w:t>
      </w:r>
    </w:p>
    <w:p w:rsidR="007C32BA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180">
        <w:rPr>
          <w:rFonts w:ascii="Times New Roman" w:eastAsia="Calibri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180">
        <w:rPr>
          <w:rFonts w:ascii="Times New Roman" w:eastAsia="Calibri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180">
        <w:rPr>
          <w:rFonts w:ascii="Times New Roman" w:eastAsia="Calibri" w:hAnsi="Times New Roman" w:cs="Times New Roman"/>
          <w:b/>
          <w:sz w:val="24"/>
          <w:szCs w:val="24"/>
        </w:rPr>
        <w:t>(відновлення)  меж земельної ділянки</w:t>
      </w: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180">
        <w:rPr>
          <w:rFonts w:ascii="Times New Roman" w:eastAsia="Calibri" w:hAnsi="Times New Roman" w:cs="Times New Roman"/>
          <w:b/>
          <w:sz w:val="24"/>
          <w:szCs w:val="24"/>
        </w:rPr>
        <w:t>в натурі (на місцевості) Шуст В.В.</w:t>
      </w: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180">
        <w:rPr>
          <w:rFonts w:ascii="Times New Roman" w:eastAsia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Шуст В.В., сільська  рада </w:t>
      </w: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180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     1. Затвердити Шуст Валентині Віталіївні,  яка зареєстрована за </w:t>
      </w:r>
      <w:proofErr w:type="spellStart"/>
      <w:r w:rsidRPr="00F31180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A055D" w:rsidRPr="006A055D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,  ідентифікаційний номер </w:t>
      </w:r>
      <w:r w:rsidR="006A055D" w:rsidRPr="006A055D">
        <w:rPr>
          <w:rFonts w:ascii="Times New Roman" w:eastAsia="Calibri" w:hAnsi="Times New Roman" w:cs="Times New Roman"/>
          <w:sz w:val="24"/>
          <w:szCs w:val="24"/>
        </w:rPr>
        <w:t>________</w:t>
      </w:r>
      <w:bookmarkStart w:id="0" w:name="_GoBack"/>
      <w:bookmarkEnd w:id="0"/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0,2288 га, (кадастровий номер: 6823986800:01:001:0072),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F31180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31180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F31180">
        <w:rPr>
          <w:rFonts w:ascii="Times New Roman" w:eastAsia="Calibri" w:hAnsi="Times New Roman" w:cs="Times New Roman"/>
          <w:sz w:val="24"/>
          <w:szCs w:val="24"/>
        </w:rPr>
        <w:t>,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1180">
        <w:rPr>
          <w:rFonts w:ascii="Times New Roman" w:eastAsia="Calibri" w:hAnsi="Times New Roman" w:cs="Times New Roman"/>
          <w:sz w:val="24"/>
          <w:szCs w:val="24"/>
        </w:rPr>
        <w:t>Вишнева, 11.</w:t>
      </w: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     2. Шуст В.В., посвідчити своє право  в  установленому  законом  порядку.</w:t>
      </w: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32BA" w:rsidRPr="00F31180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5A4" w:rsidRPr="007C32BA" w:rsidRDefault="007C32BA" w:rsidP="007C32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1180">
        <w:rPr>
          <w:rFonts w:ascii="Times New Roman" w:eastAsia="Arial Unicode MS" w:hAnsi="Times New Roman" w:cs="Times New Roman"/>
          <w:color w:val="333333"/>
          <w:sz w:val="24"/>
          <w:szCs w:val="24"/>
        </w:rPr>
        <w:t>Валерій   МИХАЛЮК</w:t>
      </w:r>
    </w:p>
    <w:sectPr w:rsidR="006075A4" w:rsidRPr="007C32B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32BA"/>
    <w:rsid w:val="00171A2E"/>
    <w:rsid w:val="00304C90"/>
    <w:rsid w:val="00505B6D"/>
    <w:rsid w:val="006075A4"/>
    <w:rsid w:val="006A055D"/>
    <w:rsid w:val="006D3977"/>
    <w:rsid w:val="007C32BA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B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C32B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C32BA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C32B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260</Words>
  <Characters>1483</Characters>
  <Application>Microsoft Office Word</Application>
  <DocSecurity>0</DocSecurity>
  <Lines>12</Lines>
  <Paragraphs>3</Paragraphs>
  <ScaleCrop>false</ScaleCrop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2020-12-02T07:12:00Z</dcterms:created>
  <dcterms:modified xsi:type="dcterms:W3CDTF">2020-12-02T07:23:00Z</dcterms:modified>
</cp:coreProperties>
</file>