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0C6" w:rsidRPr="00DE6ED3" w:rsidRDefault="002B00C6" w:rsidP="002B00C6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92710</wp:posOffset>
                </wp:positionV>
                <wp:extent cx="440690" cy="573405"/>
                <wp:effectExtent l="0" t="0" r="0" b="0"/>
                <wp:wrapNone/>
                <wp:docPr id="11648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690" cy="573405"/>
                          <a:chOff x="0" y="0"/>
                          <a:chExt cx="1142" cy="1718"/>
                        </a:xfrm>
                      </wpg:grpSpPr>
                      <wps:wsp>
                        <wps:cNvPr id="116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2pt;margin-top:7.3pt;width:34.7pt;height:45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lFCM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4Mp7B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lFC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I68kA&#10;AADeAAAADwAAAGRycy9kb3ducmV2LnhtbESPzUvDQBDF74L/wzKCl2I3FYwauy1SiB89CP0Ar0N2&#10;zEazs2F3bWP/eucgeJth3rz3fvPl6Ht1oJi6wAZm0wIUcRNsx62B/a6+ugOVMrLFPjAZ+KEEy8X5&#10;2RwrG468ocM2t0pMOFVowOU8VFqnxpHHNA0Dsdw+QvSYZY2tthGPYu57fV0UpfbYsSQ4HGjlqPna&#10;fnsDn/Wbe1/dnp7i5H5Dp0m9fu5fS2MuL8bHB1CZxvwv/vt+sVJ/Vt4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/7I6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JccYA&#10;AADeAAAADwAAAGRycy9kb3ducmV2LnhtbESPzWrDMBCE74W+g9hCLiWR3dIQ3MjGhCaUXEJ+HmCx&#10;NpaptTKWYjtvHxUKve0ys/PNrovJtmKg3jeOFaSLBARx5XTDtYLLeTtfgfABWWPrmBTcyUORPz+t&#10;MdNu5CMNp1CLGMI+QwUmhC6T0leGLPqF64ijdnW9xRDXvpa6xzGG21a+JclSWmw4Egx2tDFU/Zxu&#10;NkIO73jYX8fzdjfhiF97w6/lUanZy1R+ggg0hX/z3/W3jvXT5UcK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HJ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CPMQA&#10;AADeAAAADwAAAGRycy9kb3ducmV2LnhtbERPTUvDQBC9C/0Pywje7KahjRK7LaVWEMGDVRBvQ3aa&#10;BLOzy+7YxH/vCoK3ebzPWW8nN6gzxdR7NrCYF6CIG297bg28vT5c34JKgmxx8EwGvinBdjO7WGNt&#10;/cgvdD5Kq3IIpxoNdCKh1jo1HTlMcx+IM3fy0aFkGFttI4453A26LIpKO+w5N3QYaN9R83n8cgae&#10;x0N4uqlWp/ARl6VO91be92LM1eW0uwMlNMm/+M/9aPP8R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3Qj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/yncYA&#10;AADeAAAADwAAAGRycy9kb3ducmV2LnhtbESP3WrCQBCF74W+wzJCb6RuUqlI6ipStEhugj8PMGTH&#10;bDA7G7Jrkr69Wyj0boZz5nxn1tvRNqKnzteOFaTzBARx6XTNlYLr5fC2AuEDssbGMSn4IQ/bzctk&#10;jZl2A5+oP4dKxBD2GSowIbSZlL40ZNHPXUsctZvrLIa4dpXUHQ4x3DbyPUmW0mLNkWCwpS9D5f38&#10;sBFSLLDIb8Pl8D3igPvc8Gx3Uup1Ou4+QQQaw7/57/qoY/10+bG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/y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/08QA&#10;AADeAAAADwAAAGRycy9kb3ducmV2LnhtbERPTUsDMRC9C/6HMII3m21pt7I2LVIViuChrSDehs10&#10;d3EzCcnY3f57Iwje5vE+Z7UZXa/OFFPn2cB0UoAirr3tuDHwfny5uweVBNli75kMXCjBZn19tcLK&#10;+oH3dD5Io3IIpwoNtCKh0jrVLTlMEx+IM3fy0aFkGBttIw453PV6VhSldthxbmgx0Lal+uvw7Qy8&#10;Dc/hdVkuTuEzzmc6PVn52Ioxtzfj4wMooVH+xX/unc3zp+Vi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Sf9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HocQA&#10;AADeAAAADwAAAGRycy9kb3ducmV2LnhtbERP32vCMBB+F/wfwg18GZrqqIxqFBXCBhuMOcHXoznb&#10;suZSkmi7/34ZDHy7j+/nrbeDbcWNfGgcK5jPMhDEpTMNVwpOX3r6DCJEZIOtY1LwQwG2m/FojYVx&#10;PX/S7RgrkUI4FKigjrErpAxlTRbDzHXEibs4bzEm6CtpPPYp3LZykWVLabHh1FBjR4eayu/j1SrY&#10;f/TVk38s94N7u7ycc62NftdKTR6G3QpEpCHexf/uV5Pmz5d5Dn/vpBv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bx6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TKcIA&#10;AADeAAAADwAAAGRycy9kb3ducmV2LnhtbERPzYrCMBC+L/gOYQRva6pokWoUcSksy1509wGGZmyq&#10;zaQksda3NwsL3ubj+53NbrCt6MmHxrGC2TQDQVw53XCt4PenfF+BCBFZY+uYFDwowG47ettgod2d&#10;j9SfYi1SCIcCFZgYu0LKUBmyGKauI07c2XmLMUFfS+3xnsJtK+dZlkuLDacGgx0dDFXX080qKL/m&#10;3/31pn3p9sPC0tJcVh9Gqcl42K9BRBriS/zv/tRp/ixf5v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RM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X8TcUA&#10;AADeAAAADwAAAGRycy9kb3ducmV2LnhtbERP32vCMBB+H/g/hBP2MjR1Qx3VKCoEBxNEN9jr0Zxt&#10;sbmUJNruv18Gg73dx/fzluveNuJOPtSOFUzGGQjiwpmaSwWfH3r0CiJEZIONY1LwTQHWq8HDEnPj&#10;Oj7R/RxLkUI45KigirHNpQxFRRbD2LXEibs4bzEm6EtpPHYp3DbyOctm0mLNqaHClnYVFdfzzSrY&#10;HrvyxT8V2969X/ZfU62NPmilHof9ZgEiUh//xX/uN5PmT2bTO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hfx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iwMUA&#10;AADeAAAADwAAAGRycy9kb3ducmV2LnhtbESPQWsCMRCF74X+hzAFbzWrVJHVKNKyUEovVX/AsBk3&#10;q5vJksR1/fedQ6G3Gd6b977Z7EbfqYFiagMbmE0LUMR1sC03Bk7H6nUFKmVki11gMvCgBLvt89MG&#10;Sxvu/EPDITdKQjiVaMDl3Jdap9qRxzQNPbFo5xA9Zlljo23Eu4T7Ts+LYqk9tiwNDnt6d1RfDzdv&#10;oPqafw/Xm41V2I9vnhbusvpwxkxexv0aVKYx/5v/rj+t4M+W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iL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Zs8IA&#10;AADeAAAADwAAAGRycy9kb3ducmV2LnhtbERP22rCQBB9L/gPywh9q5u0jWh0DUVIqY+NfsCQHZNg&#10;djZm11z+vlso9G0O5zr7bDKtGKh3jWUF8SoCQVxa3XCl4HLOXzYgnEfW2FomBTM5yA6Lpz2m2o78&#10;TUPhKxFC2KWooPa+S6V0ZU0G3cp2xIG72t6gD7CvpO5xDOGmla9RtJYGGw4NNXZ0rKm8FQ+j4H0e&#10;P+9FcotybSg+vXUn9mWi1PNy+tiB8DT5f/Gf+0uH+fE62cLvO+EG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Bm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sPMUA&#10;AADeAAAADwAAAGRycy9kb3ducmV2LnhtbESPT4vCQAzF7wt+hyELe1uneijadRRZURZPWv+cQye2&#10;ZTuZ0hm1fntzELwl5OW995steteoG3Wh9mxgNExAERfe1lwaOB7W3xNQISJbbDyTgQcFWMwHHzPM&#10;rL/znm55LJWYcMjQQBVjm2kdioochqFvieV28Z3DKGtXatvhXcxdo8dJkmqHNUtChS39VlT851dn&#10;4Jqex0e+bO0uXz0209V6GfSpNObrs1/+gIrUx7f49f1npf4oTQVAcGQG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/Gw8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5usYA&#10;AADeAAAADwAAAGRycy9kb3ducmV2LnhtbERPTU/CQBC9m/AfNkPCTbYVs8HCQsDEBDlARD1wG7tj&#10;W+jO1u4C5d+7JCbe5uV9znTe2VqcqfWVYw3pMAFBnDtTcaHh4/3lfgzCB2SDtWPScCUP81nvboqZ&#10;cRd+o/MuFCKGsM9QQxlCk0np85Is+qFriCP37VqLIcK2kKbFSwy3tXxIEiUtVhwbSmzouaT8uDtZ&#10;DZ/bsXraLl8fD+vNF46s+dmbSmk96HeLCYhAXfgX/7lXJs5PlUrh9k68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95u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RwWcMA&#10;AADeAAAADwAAAGRycy9kb3ducmV2LnhtbERPS4vCMBC+C/6HMII3Ta1SpBrFB+qyJ1cFr0MztsVm&#10;UpqodX/9ZmFhb/PxPWe+bE0lntS40rKC0TACQZxZXXKu4HLeDaYgnEfWWFkmBW9ysFx0O3NMtX3x&#10;Fz1PPhchhF2KCgrv61RKlxVk0A1tTRy4m20M+gCbXOoGXyHcVDKOokQaLDk0FFjTpqDsfnoYBd/J&#10;FY/uEK+3Y+3pPZnu7edxr1S/165mIDy1/l/85/7QYf4oSWL4fSf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RwW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mLhsQA&#10;AADeAAAADwAAAGRycy9kb3ducmV2LnhtbERPzWrCQBC+F3yHZQre6kZJg6auIkXBW5vYBxiy000w&#10;Oxuz2yT26buFQm/z8f3Odj/ZVgzU+8axguUiAUFcOd2wUfBxOT2tQfiArLF1TAru5GG/mz1sMddu&#10;5IKGMhgRQ9jnqKAOocul9FVNFv3CdcSR+3S9xRBhb6TucYzhtpWrJMmkxYZjQ40dvdZUXcsvq+Dm&#10;Vs96Ko/4dj1u3htj0tt3kSo1f5wOLyACTeFf/Oc+6zh/mWUb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pi4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w40cYA&#10;AADeAAAADwAAAGRycy9kb3ducmV2LnhtbESPT2/CMAzF70h8h8iTdhspTCtQCIhNmsSVP4cdvcS0&#10;ZY1Tmgy6ffr5MImbrff83s/Lde8bdaUu1oENjEcZKGIbXM2lgePh/WkGKiZkh01gMvBDEdar4WCJ&#10;hQs33tF1n0olIRwLNFCl1BZaR1uRxzgKLbFop9B5TLJ2pXYd3iTcN3qSZbn2WLM0VNjSW0X2a//t&#10;DWzrT3rJ7WnuZ6929/F7Sc/TszPm8aHfLEAl6tPd/H+9dYI/zufCK+/ID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w40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ncYA&#10;AADeAAAADwAAAGRycy9kb3ducmV2LnhtbERP0WrCQBB8F/oPxxb6phd9kCb1EmpBUFqFpqV9XXLb&#10;XGhuL+TOGP/eEwTfZnd2ZnZWxWhbMVDvG8cK5rMEBHHldMO1gu+vzfQZhA/IGlvHpOBMHor8YbLC&#10;TLsTf9JQhlpEE/YZKjAhdJmUvjJk0c9cRxy5P9dbDHHsa6l7PEVz28pFkiylxYZjgsGO3gxV/+XR&#10;KhjwcE5+zXqf7pqPanFY/7zruFdPj+PrC4hAY7gf39RbHd+fL9MUrnUiBpl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Fkn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2IgMQA&#10;AADeAAAADwAAAGRycy9kb3ducmV2LnhtbESPQU/DMAyF70j8h8hI3Fi6HgCVZRNCGuIIhQNH03hN&#10;R2NXSVgLvx4fkLjZ8vN779vsljiaE6U8CDtYryowxJ34gXsHb6/7q1swuSB7HIXJwTdl2G3PzzbY&#10;eJn5hU5t6Y2acG7QQShlaqzNXaCIeSUTsd4OkiIWXVNvfcJZzeNo66q6thEH1oSAEz0E6j7br+hg&#10;fuw+jvXh3YefNMm+fZZjPYpzlxfL/R2YQkv5F/99P3mtv76pFEBx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9iI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k9DMQA&#10;AADeAAAADwAAAGRycy9kb3ducmV2LnhtbERPS2sCMRC+C/0PYQq9aXY9qKxGsT6glIr4uo+bcXdt&#10;Mlk2qW7/fVMQvM3H95zJrLVG3KjxlWMFaS8BQZw7XXGh4HhYd0cgfEDWaByTgl/yMJu+dCaYaXfn&#10;Hd32oRAxhH2GCsoQ6kxKn5dk0fdcTRy5i2sshgibQuoG7zHcGtlPkoG0WHFsKLGmRUn59/7HKlhv&#10;l+ba3+zmJxkWq+HZjD7fl19Kvb228zGIQG14ih/uDx3np8Mkhf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JPQ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+78YA&#10;AADeAAAADwAAAGRycy9kb3ducmV2LnhtbERPTWvCQBC9C/0PyxR6KbrRopU0GxGhxEIFq4LXMTtN&#10;gtnZkN0m6b/vCgVv83ifk6wGU4uOWldZVjCdRCCIc6srLhScju/jJQjnkTXWlknBLzlYpQ+jBGNt&#10;e/6i7uALEULYxaig9L6JpXR5SQbdxDbEgfu2rUEfYFtI3WIfwk0tZ1G0kAYrDg0lNrQpKb8efoyC&#10;bv95Kbadaz6uy2c3f7lk2U6flXp6HNZvIDwN/i7+d291mD99jWZweyfc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1+7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2lacYA&#10;AADeAAAADwAAAGRycy9kb3ducmV2LnhtbERPS08CMRC+m/gfmjHxJi2IgCuFiIkJFxN5HOA2bMfd&#10;Ddvp2lZY+PWUxITbfPmeM562thYH8qFyrKHbUSCIc2cqLjSsV59PIxAhIhusHZOGEwWYTu7vxpgZ&#10;d+QFHZaxECmEQ4YayhibTMqQl2QxdFxDnLgf5y3GBH0hjcdjCre17Ck1kBYrTg0lNvRRUr5f/lkN&#10;s9fR7Pe7z1/nxW5L281u/9LzSuvHh/b9DUSkNt7E/+65SfO7Q/UM13fSD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2lacYAAADeAAAADwAAAAAAAAAAAAAAAACYAgAAZHJz&#10;L2Rvd25yZXYueG1sUEsFBgAAAAAEAAQA9QAAAIsDAAAAAA==&#10;" fillcolor="black" stroked="f"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czHcYA&#10;AADeAAAADwAAAGRycy9kb3ducmV2LnhtbERPS2sCMRC+C/0PYQRvmlWsytYotbUg1B58HDxON+Nu&#10;2M1k2URd++sbodDbfHzPmS9bW4krNd44VjAcJCCIM6cN5wqOh4/+DIQPyBorx6TgTh6Wi6fOHFPt&#10;bryj6z7kIoawT1FBEUKdSumzgiz6gauJI3d2jcUQYZNL3eAthttKjpJkIi0ajg0F1vRWUFbuL1bB&#10;6XNiZjtDo+/tz2qtt8/l6uu9VKrXbV9fQARqw7/4z73Rcf5wmozh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czH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7tMQA&#10;AADeAAAADwAAAGRycy9kb3ducmV2LnhtbERPTWsCMRC9F/ofwhS8aaJQK6tRpEXqxUNtS6/DZtxs&#10;dzPZJlFXf31TEHqbx/ucxap3rThRiLVnDeORAkFcelNzpeHjfTOcgYgJ2WDrmTRcKMJqeX+3wML4&#10;M7/RaZ8qkUM4FqjBptQVUsbSksM48h1x5g4+OEwZhkqagOcc7lo5UWoqHdacGyx29GypbPZHpyGs&#10;v16aKx8/G3XdXeLrd/8zQ6v14KFfz0Ek6tO/+Obemjx//KQe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5+7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rTiMQA&#10;AADeAAAADwAAAGRycy9kb3ducmV2LnhtbERP22oCMRB9F/oPYQp9kZrog5etUYpQKFQELx8w3Ux3&#10;lyaTZTPq2q9vhELf5nCus1z3wasLdamJbGE8MqCIy+gariycjm/Pc1BJkB36yGThRgnWq4fBEgsX&#10;r7yny0EqlUM4FWihFmkLrVNZU8A0ii1x5r5iF1Ay7CrtOrzm8OD1xJipDthwbqixpU1N5ffhHCz4&#10;yadffMzSVm4nvTU/QfbDnbP26bF/fQEl1Mu/+M/97vL88cxM4f5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a04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Y3ScQA&#10;AADeAAAADwAAAGRycy9kb3ducmV2LnhtbERPS2sCMRC+F/wPYYTealYPtaxG8YGwlx66VbyOm+lm&#10;aTJZNlG3/npTELzNx/ec+bJ3VlyoC41nBeNRBoK48rrhWsH+e/f2ASJEZI3WMyn4owDLxeBljrn2&#10;V/6iSxlrkUI45KjAxNjmUobKkMMw8i1x4n585zAm2NVSd3hN4c7KSZa9S4cNpwaDLW0MVb/l2SnY&#10;lq2d7AuzDsfD5+lki9uOjlulXof9agYiUh+f4oe70Gn+eJpN4f+ddIN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GN0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RDcUA&#10;AADeAAAADwAAAGRycy9kb3ducmV2LnhtbESPT2/CMAzF75P2HSJP4jYSOADqCGiaQELiNP4cuFmJ&#10;1xYap2oCLd9+PkzazdZ7fu/n5XoIjXpQl+rIFiZjA4rYRV9zaeF03L4vQKWM7LGJTBaelGC9en1Z&#10;YuFjz9/0OORSSQinAi1UObeF1slVFDCNY0ss2k/sAmZZu1L7DnsJD42eGjPTAWuWhgpb+qrI3Q73&#10;YOG61fvoDLrz6dzv/PyymVFjrB29DZ8foDIN+d/8d73zgj+ZG+GVd2QG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BEN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hH8cQA&#10;AADeAAAADwAAAGRycy9kb3ducmV2LnhtbERPS2sCMRC+C/0PYQreNKtCtduNYgsFUTxUS+lxupl9&#10;sJvJkkTd/nsjCN7m43tOtupNK87kfG1ZwWScgCDOra65VPB9/BwtQPiArLG1TAr+ycNq+TTIMNX2&#10;wl90PoRSxBD2KSqoQuhSKX1ekUE/th1x5ArrDIYIXSm1w0sMN62cJsmLNFhzbKiwo4+K8uZwMgp+&#10;Tzsu9rPt2r2HH9sffTP9WzRKDZ/79RuIQH14iO/ujY7zJ/PkFW7vxBv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4R/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tw8kA&#10;AADeAAAADwAAAGRycy9kb3ducmV2LnhtbESPT2/CMAzF75P2HSJP2m2kRfsDhYDGpEm7IA3GAW6m&#10;8dqKxumSDAqfHh8m7WbLz++933Teu1YdKcTGs4F8kIEiLr1tuDKw+Xp/GIGKCdli65kMnCnCfHZ7&#10;M8XC+hOv6LhOlRITjgUaqFPqCq1jWZPDOPAdsdy+fXCYZA2VtgFPYu5aPcyyZ+2wYUmosaO3msrD&#10;+tcZWIxHi5/PR15eVvsd7bb7w9MwZMbc3/WvE1CJ+vQv/vv+sFI/f8kFQHBkBj27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katw8kAAADeAAAADwAAAAAAAAAAAAAAAACYAgAA&#10;ZHJzL2Rvd25yZXYueG1sUEsFBgAAAAAEAAQA9QAAAI4DAAAAAA==&#10;" fillcolor="black" stroked="f"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D8sMA&#10;AADeAAAADwAAAGRycy9kb3ducmV2LnhtbERPS0sDMRC+C/0PYQRvNrsKWrZNy1IoiqftQ7xON9PN&#10;4mayJDFd/70RBG/z8T1ntZnsIBL50DtWUM4LEMSt0z13Ck7H3f0CRIjIGgfHpOCbAmzWs5sVVtpd&#10;eU/pEDuRQzhUqMDEOFZShtaQxTB3I3HmLs5bjBn6TmqP1xxuB/lQFE/SYs+5weBIW0Pt5+HLKkjn&#10;bVM/po9k9m++7rxrXt7PjVJ3t1O9BBFpiv/iP/erzvPL57KE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wD8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rDMUA&#10;AADeAAAADwAAAGRycy9kb3ducmV2LnhtbERPTWvCQBC9C/6HZYTezEYRqdFVRGxpe6mNgh6H7JgN&#10;ZmdDdhvT/vpuodDbPN7nrDa9rUVHra8cK5gkKQjiwumKSwWn49P4EYQPyBprx6Tgizxs1sPBCjPt&#10;7vxBXR5KEUPYZ6jAhNBkUvrCkEWfuIY4clfXWgwRtqXULd5juK3lNE3n0mLFscFgQztDxS3/tAr8&#10;ZLc/v9nvRXd5Nvyev5r5oTRKPYz67RJEoD78i//cLzrOTxezGfy+E2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qsM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2B00C6" w:rsidRPr="00DE6ED3" w:rsidRDefault="002B00C6" w:rsidP="002B00C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0C6" w:rsidRDefault="002B00C6" w:rsidP="002B00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00C6" w:rsidRDefault="002B00C6" w:rsidP="002B00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E6ED3">
        <w:rPr>
          <w:rFonts w:ascii="Times New Roman" w:eastAsia="Calibri" w:hAnsi="Times New Roman" w:cs="Times New Roman"/>
          <w:b/>
        </w:rPr>
        <w:t>Р</w:t>
      </w:r>
      <w:proofErr w:type="gramEnd"/>
      <w:r w:rsidRPr="00DE6ED3">
        <w:rPr>
          <w:rFonts w:ascii="Times New Roman" w:eastAsia="Calibri" w:hAnsi="Times New Roman" w:cs="Times New Roman"/>
          <w:b/>
        </w:rPr>
        <w:t>ІШЕННЯ</w:t>
      </w: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 w:rsidR="003E69D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</w:rPr>
      </w:pPr>
    </w:p>
    <w:p w:rsidR="002B00C6" w:rsidRPr="00DE6ED3" w:rsidRDefault="002B00C6" w:rsidP="002B00C6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uk-UA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 2021р.                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>)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Незборецькому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О.С.</w:t>
      </w:r>
    </w:p>
    <w:p w:rsidR="002B00C6" w:rsidRPr="00DE6ED3" w:rsidRDefault="002B00C6" w:rsidP="002B00C6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2B00C6" w:rsidRPr="00DE6ED3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DE6ED3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DE6ED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Незборецького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О.С.</w:t>
      </w:r>
      <w:r w:rsidRPr="00DE6ED3">
        <w:rPr>
          <w:rFonts w:ascii="Times New Roman" w:eastAsia="Calibri" w:hAnsi="Times New Roman" w:cs="Times New Roman"/>
          <w:sz w:val="24"/>
          <w:lang w:val="uk-UA"/>
        </w:rPr>
        <w:t>,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рада</w:t>
      </w:r>
    </w:p>
    <w:p w:rsidR="002B00C6" w:rsidRPr="00DE6ED3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2B00C6" w:rsidRPr="00DE6ED3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B00C6" w:rsidRPr="00DE6ED3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</w:t>
      </w:r>
      <w:r>
        <w:rPr>
          <w:rFonts w:ascii="Times New Roman" w:eastAsia="Calibri" w:hAnsi="Times New Roman" w:cs="Times New Roman"/>
          <w:sz w:val="24"/>
        </w:rPr>
        <w:t>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Незборецькому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Олександру Сергійовичу, який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зареєстрована за адрес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ою: </w:t>
      </w:r>
      <w:r w:rsidR="00902F0F">
        <w:rPr>
          <w:rFonts w:ascii="Times New Roman" w:eastAsia="Calibri" w:hAnsi="Times New Roman" w:cs="Times New Roman"/>
          <w:sz w:val="24"/>
        </w:rPr>
        <w:t>_______________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дозвіл на розробку </w:t>
      </w:r>
      <w:proofErr w:type="gramStart"/>
      <w:r w:rsidRPr="00DE6ED3">
        <w:rPr>
          <w:rFonts w:ascii="Times New Roman" w:eastAsia="Calibri" w:hAnsi="Times New Roman" w:cs="Times New Roman"/>
          <w:sz w:val="24"/>
          <w:lang w:val="uk-UA"/>
        </w:rPr>
        <w:t>техн</w:t>
      </w:r>
      <w:proofErr w:type="gramEnd"/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val="uk-UA"/>
        </w:rPr>
        <w:t>площею 2,00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00 га,  для </w:t>
      </w:r>
      <w:r>
        <w:rPr>
          <w:rFonts w:ascii="Times New Roman" w:eastAsia="Calibri" w:hAnsi="Times New Roman" w:cs="Times New Roman"/>
          <w:sz w:val="24"/>
          <w:lang w:val="uk-UA"/>
        </w:rPr>
        <w:t>ведення особистого селянського господарства, кадастровий номер 6823986800:05:001:0256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земельна ділянка  розташована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>) район, Полянська сільська рада (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сільська рада) за межами населеного пункту.</w:t>
      </w:r>
    </w:p>
    <w:p w:rsidR="002B00C6" w:rsidRPr="00DE6ED3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       2. Семенюк О.В.,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B00C6" w:rsidRPr="00DE6ED3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2B00C6" w:rsidRPr="00DE6ED3" w:rsidRDefault="002B00C6" w:rsidP="002B00C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00C6" w:rsidRPr="00DE6ED3" w:rsidRDefault="002B00C6" w:rsidP="002B00C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B00C6" w:rsidRPr="002B00C6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815E55" w:rsidRPr="002B00C6" w:rsidRDefault="002B00C6" w:rsidP="002B00C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</w:p>
    <w:sectPr w:rsidR="00815E55" w:rsidRPr="002B00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0C6"/>
    <w:rsid w:val="00171A2E"/>
    <w:rsid w:val="002B00C6"/>
    <w:rsid w:val="00304C90"/>
    <w:rsid w:val="003E69D8"/>
    <w:rsid w:val="00505B6D"/>
    <w:rsid w:val="006D3977"/>
    <w:rsid w:val="007D6C18"/>
    <w:rsid w:val="00815E55"/>
    <w:rsid w:val="00902F0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2021-03-17T08:39:00Z</dcterms:created>
  <dcterms:modified xsi:type="dcterms:W3CDTF">2021-03-17T09:08:00Z</dcterms:modified>
</cp:coreProperties>
</file>