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B23" w:rsidRDefault="00395B23" w:rsidP="00395B2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B23" w:rsidRDefault="00395B23" w:rsidP="00395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95B23" w:rsidRDefault="00395B23" w:rsidP="00395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95B23" w:rsidRDefault="00395B23" w:rsidP="00395B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5B23" w:rsidRDefault="00395B23" w:rsidP="00395B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5B23" w:rsidRDefault="00395B23" w:rsidP="00395B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5B23" w:rsidRDefault="00395B23" w:rsidP="00395B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95B23" w:rsidRDefault="00395B23" w:rsidP="00395B2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95B23" w:rsidRDefault="00395B23" w:rsidP="00395B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95B23" w:rsidRDefault="00395B23" w:rsidP="00395B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95B23" w:rsidRDefault="00395B23" w:rsidP="00395B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5B23" w:rsidRDefault="00395B23" w:rsidP="00395B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95B23" w:rsidRDefault="00395B23" w:rsidP="00395B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5B23" w:rsidRDefault="00395B23" w:rsidP="00395B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95B23" w:rsidRDefault="00395B23" w:rsidP="00395B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95B23" w:rsidRDefault="00395B23" w:rsidP="00395B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№57</w:t>
      </w:r>
    </w:p>
    <w:p w:rsidR="00395B23" w:rsidRDefault="00395B23" w:rsidP="00395B2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95B23" w:rsidRPr="00FC0DC9" w:rsidRDefault="00395B23" w:rsidP="00395B2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95B23" w:rsidRPr="00FC0DC9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395B23" w:rsidRPr="00FC0DC9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395B23" w:rsidRPr="00FC0DC9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Кондратюку О.В.</w:t>
      </w:r>
    </w:p>
    <w:p w:rsidR="00395B23" w:rsidRPr="00FC0DC9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95B23" w:rsidRPr="00FC0DC9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</w:t>
      </w:r>
      <w:r>
        <w:rPr>
          <w:rFonts w:ascii="Times New Roman" w:eastAsia="Calibri" w:hAnsi="Times New Roman" w:cs="Times New Roman"/>
          <w:sz w:val="24"/>
        </w:rPr>
        <w:t>вши   заяву    Кондратюка  О.В.</w:t>
      </w:r>
      <w:r w:rsidRPr="00FC0DC9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395B23" w:rsidRPr="00D74EEC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395B23" w:rsidRPr="00FC0DC9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1. Надати  Кондратюку Олегу Володимировичу</w:t>
      </w:r>
      <w:r w:rsidRPr="00FC0DC9">
        <w:rPr>
          <w:rFonts w:ascii="Times New Roman" w:eastAsia="Calibri" w:hAnsi="Times New Roman" w:cs="Times New Roman"/>
          <w:sz w:val="24"/>
        </w:rPr>
        <w:t>,  як</w:t>
      </w:r>
      <w:r>
        <w:rPr>
          <w:rFonts w:ascii="Times New Roman" w:eastAsia="Calibri" w:hAnsi="Times New Roman" w:cs="Times New Roman"/>
          <w:sz w:val="24"/>
        </w:rPr>
        <w:t>ий  зареєстрований</w:t>
      </w:r>
      <w:r w:rsidRPr="00FC0DC9">
        <w:rPr>
          <w:rFonts w:ascii="Times New Roman" w:eastAsia="Calibri" w:hAnsi="Times New Roman" w:cs="Times New Roman"/>
          <w:sz w:val="24"/>
        </w:rPr>
        <w:t xml:space="preserve">  за </w:t>
      </w:r>
      <w:r>
        <w:rPr>
          <w:rFonts w:ascii="Times New Roman" w:eastAsia="Calibri" w:hAnsi="Times New Roman" w:cs="Times New Roman"/>
          <w:sz w:val="24"/>
        </w:rPr>
        <w:t xml:space="preserve">адресою: </w:t>
      </w:r>
      <w:r w:rsidR="004F3F2D" w:rsidRPr="004F3F2D">
        <w:rPr>
          <w:rFonts w:ascii="Times New Roman" w:eastAsia="Calibri" w:hAnsi="Times New Roman" w:cs="Times New Roman"/>
          <w:sz w:val="24"/>
          <w:lang w:val="ru-RU"/>
        </w:rPr>
        <w:t>_____________</w:t>
      </w:r>
      <w:bookmarkStart w:id="0" w:name="_GoBack"/>
      <w:bookmarkEnd w:id="0"/>
      <w:r w:rsidRPr="00FC0DC9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2,0000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за рахунок земель колективної власності, </w:t>
      </w:r>
      <w:r w:rsidRPr="00FC0DC9">
        <w:rPr>
          <w:rFonts w:ascii="Times New Roman" w:eastAsia="Calibri" w:hAnsi="Times New Roman" w:cs="Times New Roman"/>
          <w:sz w:val="24"/>
        </w:rPr>
        <w:t xml:space="preserve">яка розташована на території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сільської ради, за меж</w:t>
      </w:r>
      <w:r>
        <w:rPr>
          <w:rFonts w:ascii="Times New Roman" w:eastAsia="Calibri" w:hAnsi="Times New Roman" w:cs="Times New Roman"/>
          <w:sz w:val="24"/>
        </w:rPr>
        <w:t>ами населеного пункту  с. Дідова  Гора</w:t>
      </w:r>
      <w:r w:rsidRPr="00FC0DC9">
        <w:rPr>
          <w:rFonts w:ascii="Times New Roman" w:eastAsia="Calibri" w:hAnsi="Times New Roman" w:cs="Times New Roman"/>
          <w:sz w:val="24"/>
        </w:rPr>
        <w:t>.</w:t>
      </w:r>
    </w:p>
    <w:p w:rsidR="00395B23" w:rsidRPr="00FC0DC9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Кондратюку О.В.</w:t>
      </w:r>
      <w:r w:rsidRPr="00FC0DC9">
        <w:rPr>
          <w:rFonts w:ascii="Times New Roman" w:eastAsia="Calibri" w:hAnsi="Times New Roman" w:cs="Times New Roman"/>
          <w:sz w:val="24"/>
        </w:rPr>
        <w:t xml:space="preserve">, розробити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395B23" w:rsidRPr="00FC0DC9" w:rsidRDefault="00395B23" w:rsidP="00395B2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95B23" w:rsidRPr="00FC0DC9" w:rsidRDefault="00395B23" w:rsidP="00395B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95B23" w:rsidRPr="00FC0DC9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95B23" w:rsidRPr="00FC0DC9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95B23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95B23" w:rsidRPr="00395B23" w:rsidRDefault="00395B23" w:rsidP="00395B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8A05FB" w:rsidRPr="00395B23" w:rsidRDefault="00395B23" w:rsidP="00395B2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8A05FB" w:rsidRPr="00395B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B23"/>
    <w:rsid w:val="00171A2E"/>
    <w:rsid w:val="00304C90"/>
    <w:rsid w:val="00395B23"/>
    <w:rsid w:val="004F3F2D"/>
    <w:rsid w:val="00505B6D"/>
    <w:rsid w:val="006D3977"/>
    <w:rsid w:val="007D6C18"/>
    <w:rsid w:val="008A05F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395B2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395B2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95B2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395B2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395B2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95B2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1075</Words>
  <Characters>614</Characters>
  <Application>Microsoft Office Word</Application>
  <DocSecurity>0</DocSecurity>
  <Lines>5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2021-03-31T05:45:00Z</dcterms:created>
  <dcterms:modified xsi:type="dcterms:W3CDTF">2021-03-31T06:15:00Z</dcterms:modified>
</cp:coreProperties>
</file>