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1F3" w:rsidRDefault="009431F3" w:rsidP="009431F3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9431F3" w:rsidRDefault="00E11F9B" w:rsidP="009431F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11F9B">
        <w:rPr>
          <w:noProof/>
        </w:rPr>
        <w:pict>
          <v:group id="Group 2" o:spid="_x0000_s1026" style="position:absolute;left:0;text-align:left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9431F3" w:rsidRDefault="009431F3" w:rsidP="009431F3"/>
    <w:p w:rsidR="009431F3" w:rsidRDefault="009431F3" w:rsidP="009431F3"/>
    <w:p w:rsidR="009431F3" w:rsidRDefault="009431F3" w:rsidP="009431F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9431F3" w:rsidRDefault="009431F3" w:rsidP="009431F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9431F3" w:rsidRDefault="009431F3" w:rsidP="009431F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9431F3" w:rsidRDefault="009431F3" w:rsidP="009431F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9431F3" w:rsidRDefault="009431F3" w:rsidP="009431F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31F3" w:rsidRDefault="009431F3" w:rsidP="009431F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9431F3" w:rsidRDefault="009431F3" w:rsidP="009431F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431F3" w:rsidRDefault="009431F3" w:rsidP="009431F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9431F3" w:rsidRDefault="009431F3" w:rsidP="009431F3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24.04.2020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№46</w:t>
      </w:r>
    </w:p>
    <w:p w:rsidR="009431F3" w:rsidRDefault="009431F3" w:rsidP="009431F3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9431F3" w:rsidRDefault="009431F3" w:rsidP="009431F3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</w:p>
    <w:p w:rsidR="009431F3" w:rsidRDefault="009431F3" w:rsidP="009431F3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</w:p>
    <w:p w:rsidR="009431F3" w:rsidRDefault="009431F3" w:rsidP="009431F3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9431F3" w:rsidRDefault="009431F3" w:rsidP="009431F3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Дзюба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І.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О.</w:t>
      </w:r>
    </w:p>
    <w:p w:rsidR="009431F3" w:rsidRDefault="009431F3" w:rsidP="009431F3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431F3" w:rsidRDefault="009431F3" w:rsidP="009431F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пункту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 w:rsidR="00DE0A40" w:rsidRPr="00DE0A4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Дзюба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О.І.сільська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9431F3" w:rsidRDefault="009431F3" w:rsidP="009431F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9431F3" w:rsidRDefault="009431F3" w:rsidP="009431F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Відмовити</w:t>
      </w:r>
      <w:proofErr w:type="spellEnd"/>
      <w:r w:rsidR="00DE0A40" w:rsidRPr="00DE0A4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Дзюба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Івану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Олеговичу,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DE0A40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наданні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2,000 га,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для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особистого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селянського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господарства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Крупецькоїсільскої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ради.</w:t>
      </w:r>
    </w:p>
    <w:p w:rsidR="009431F3" w:rsidRDefault="009431F3" w:rsidP="009431F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9431F3" w:rsidRDefault="009431F3" w:rsidP="009431F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431F3" w:rsidRDefault="009431F3" w:rsidP="009431F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431F3" w:rsidRDefault="009431F3" w:rsidP="009431F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431F3" w:rsidRDefault="009431F3" w:rsidP="009431F3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</w:p>
    <w:p w:rsidR="007F0AE2" w:rsidRDefault="007F0AE2">
      <w:bookmarkStart w:id="0" w:name="_GoBack"/>
      <w:bookmarkEnd w:id="0"/>
    </w:p>
    <w:sectPr w:rsidR="007F0AE2" w:rsidSect="00E11F9B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proofState w:spelling="clean" w:grammar="clean"/>
  <w:attachedTemplate r:id="rId1"/>
  <w:defaultTabStop w:val="720"/>
  <w:hyphenationZone w:val="425"/>
  <w:characterSpacingControl w:val="doNotCompress"/>
  <w:compat>
    <w:useFELayout/>
  </w:compat>
  <w:rsids>
    <w:rsidRoot w:val="009431F3"/>
    <w:rsid w:val="00171A2E"/>
    <w:rsid w:val="00304C90"/>
    <w:rsid w:val="00505B6D"/>
    <w:rsid w:val="006D3977"/>
    <w:rsid w:val="007D6C18"/>
    <w:rsid w:val="007F0AE2"/>
    <w:rsid w:val="009431F3"/>
    <w:rsid w:val="00D1641A"/>
    <w:rsid w:val="00DE0A40"/>
    <w:rsid w:val="00E11F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F9B"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819</Words>
  <Characters>467</Characters>
  <Application>Microsoft Office Word</Application>
  <DocSecurity>0</DocSecurity>
  <Lines>3</Lines>
  <Paragraphs>2</Paragraphs>
  <ScaleCrop>false</ScaleCrop>
  <Company>Microsoft</Company>
  <LinksUpToDate>false</LinksUpToDate>
  <CharactersWithSpaces>1284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</cp:lastModifiedBy>
  <cp:revision>2</cp:revision>
  <dcterms:created xsi:type="dcterms:W3CDTF">2020-04-27T16:03:00Z</dcterms:created>
  <dcterms:modified xsi:type="dcterms:W3CDTF">2020-04-28T06:27:00Z</dcterms:modified>
</cp:coreProperties>
</file>