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20C" w:rsidRPr="0081108E" w:rsidRDefault="0003420C" w:rsidP="0003420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81108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                          ПРОЕКТ</w:t>
      </w:r>
    </w:p>
    <w:p w:rsidR="0003420C" w:rsidRPr="0081108E" w:rsidRDefault="0003420C" w:rsidP="0003420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03420C" w:rsidRPr="0081108E" w:rsidRDefault="004E57E2" w:rsidP="0003420C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12940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GgScMA&#10;AADeAAAADwAAAGRycy9kb3ducmV2LnhtbERPS4vCMBC+L/gfwix409Qq6naNIqLiQRAfvQ/N9ME2&#10;k9JErf/eLCzsbT6+5yxWnanFg1pXWVYwGkYgiDOrKy4U3K67wRyE88gaa8uk4EUOVsvexwITbZ98&#10;psfFFyKEsEtQQel9k0jpspIMuqFtiAOX29agD7AtpG7xGcJNLeMomkqDFYeGEhvalJT9XO5GgR3v&#10;D8e0iM/jLc88r0/zPO2OSvU/u/U3CE+d/xf/uQ86zI+/JiP4fSfcIJ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GgS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eMnccA&#10;AADeAAAADwAAAGRycy9kb3ducmV2LnhtbERPTWsCMRC9F/ofwhR6kZrtUrRujSLC2upB0BZ6HTbT&#10;zdbNZEmibv31TUHobR7vc6bz3rbiRD40jhU8DjMQxJXTDdcKPt7Lh2cQISJrbB2Tgh8KMJ/d3kyx&#10;0O7MOzrtYy1SCIcCFZgYu0LKUBmyGIauI07cl/MWY4K+ltrjOYXbVuZZNpIWG04NBjtaGqoO+6NV&#10;8F1uzedyfFn5wWRHl0G5eW3XI6Xu7/rFC4hIffwXX91vOs3PJ085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njJ3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iNB8UA&#10;AADeAAAADwAAAGRycy9kb3ducmV2LnhtbESP0YrCMBBF34X9hzAL+yJruiqi1Sgiq4gvRd0PGJqx&#10;KdtMShNt/XsjCL7NcO/cc2ex6mwlbtT40rGCn0ECgjh3uuRCwd95+z0F4QOyxsoxKbiTh9Xyo7fA&#10;VLuWj3Q7hULEEPYpKjAh1KmUPjdk0Q9cTRy1i2sshrg2hdQNtjHcVnKYJBNpseRIMFjTxlD+f7ra&#10;CMlGmB0u7Xm767DF34Ph/vqo1Ndnt56DCNSFt/l1vdex/nA2HsHznTiD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I0H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UAScQA&#10;AADeAAAADwAAAGRycy9kb3ducmV2LnhtbERPTUvDQBC9C/0PyxS82Y0hVk27LVIVRPBgFaS3ITtN&#10;gtnZZXds4r93BcHbPN7nrLeTG9SJYuo9G7hcFKCIG297bg28vz1e3IBKgmxx8EwGvinBdjM7W2Nt&#10;/civdNpLq3IIpxoNdCKh1jo1HTlMCx+IM3f00aFkGFttI4453A26LIqldthzbugw0K6j5nP/5Qy8&#10;jA/h+Xp5dQyHWJU63Vv52Ikx5/PpbgVKaJJ/8Z/7yeb55W1Vwe87+Qa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VAEn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2w6McA&#10;AADeAAAADwAAAGRycy9kb3ducmV2LnhtbESPzWrDMBCE74W8g9hCLiWR47QhdS2HUJJScgn5eYDF&#10;2lim1spYqu28fVUo9LbLzM43m29G24ieOl87VrCYJyCIS6drrhRcL/vZGoQPyBobx6TgTh42xeQh&#10;x0y7gU/Un0MlYgj7DBWYENpMSl8asujnriWO2s11FkNcu0rqDocYbhuZJslKWqw5Egy29G6o/Dp/&#10;2wg5LvF4uA2X/ceIA+4Ohp+2J6Wmj+P2DUSgMfyb/64/dayfvj6/wO87cQZZ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dsOj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s7pcQA&#10;AADeAAAADwAAAGRycy9kb3ducmV2LnhtbERPTUvDQBC9C/0PyxS82Y2hRk27LVIVRPBgFaS3ITtN&#10;gtnZZXds4r93BcHbPN7nrLeTG9SJYuo9G7hcFKCIG297bg28vz1e3IBKgmxx8EwGvinBdjM7W2Nt&#10;/civdNpLq3IIpxoNdCKh1jo1HTlMCx+IM3f00aFkGFttI4453A26LIpKO+w5N3QYaNdR87n/cgZe&#10;xofwfF1dHcMhLkud7q187MSY8/l0twIlNMm/+M/9ZPP88nZZwe87+Qa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LO6X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KD18YA&#10;AADeAAAADwAAAGRycy9kb3ducmV2LnhtbERP32vCMBB+H+x/CDfYy5jpdG5ajTKFoOBgzA18PZqz&#10;LWsuJYm2/vdmMNjbfXw/b77sbSPO5EPtWMHTIANBXDhTc6ng+0s/TkCEiGywcUwKLhRgubi9mWNu&#10;XMefdN7HUqQQDjkqqGJscylDUZHFMHAtceKOzluMCfpSGo9dCreNHGbZi7RYc2qosKV1RcXP/mQV&#10;rD66cuQfilXvdsfNYay10e9aqfu7/m0GIlIf/8V/7q1J84fT51f4fSfd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IKD1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1dWsYA&#10;AADeAAAADwAAAGRycy9kb3ducmV2LnhtbESPQWvDMAyF74P+B6PBbquz0I02q1tKR6CMXdbtB4hY&#10;jbPGcrDdNP3302Gwm8R7eu/Tejv5Xo0UUxfYwNO8AEXcBNtxa+D7q35cgkoZ2WIfmAzcKMF2M7tb&#10;Y2XDlT9pPOZWSQinCg24nIdK69Q48pjmYSAW7RSixyxrbLWNeJVw3+uyKF60x46lweFAe0fN+Xjx&#10;Bur38mM8X2ysw25aeHp2P8s3Z8zD/bR7BZVpyv/mv+uDFfxytRB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1dW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GyPsUA&#10;AADeAAAADwAAAGRycy9kb3ducmV2LnhtbERP32vCMBB+H/g/hBP2IjOdbmNWo0whKDgYc4O9Hs3Z&#10;FptLSTJb/3szEPZ2H9/PW6x624gz+VA7VvA4zkAQF87UXCr4/tIPryBCRDbYOCYFFwqwWg7uFpgb&#10;1/EnnQ+xFCmEQ44KqhjbXMpQVGQxjF1LnLij8xZjgr6UxmOXwm0jJ1n2Ii3WnBoqbGlTUXE6/FoF&#10;64+unPpRse7d/rj9edba6Het1P2wf5uDiNTHf/HNvTNp/mT2NIO/d9IN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UbI+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LHgcYA&#10;AADeAAAADwAAAGRycy9kb3ducmV2LnhtbESPQWvDMAyF74P+B6NBb6uzsI42q1tKR2CMXdbtB4hY&#10;jbPGcrDdNP3302Gwm4Se3nvfZjf5Xo0UUxfYwOOiAEXcBNtxa+D7q35YgUoZ2WIfmAzcKMFuO7vb&#10;YGXDlT9pPOZWiQmnCg24nIdK69Q48pgWYSCW2ylEj1nW2Gob8SrmvtdlUTxrjx1LgsOBDo6a8/Hi&#10;DdTv5cd4vthYh/305Gnpflavzpj5/bR/AZVpyv/iv+83K/XL9VIABE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LHg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D88sEA&#10;AADeAAAADwAAAGRycy9kb3ducmV2LnhtbERPzYrCMBC+C75DGGFvNq1rF61GWQQXPVr3AYZmbIvN&#10;pNtEW99+Iwje5uP7nfV2MI24U+dqywqSKAZBXFhdc6ng97yfLkA4j6yxsUwKHuRguxmP1php2/OJ&#10;7rkvRQhhl6GCyvs2k9IVFRl0kW2JA3exnUEfYFdK3WEfwk0jZ3H8JQ3WHBoqbGlXUXHNb0bB/NH/&#10;/OXpNd5rQ8nxsz2yL1KlPibD9wqEp8G/xS/3QYf5s2WawPOdcIP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8A/PL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B0KsEA&#10;AADeAAAADwAAAGRycy9kb3ducmV2LnhtbERPy6rCMBDdX/AfwgjurqkF5VqNIooirrz1sR6asS02&#10;k9JErX9vBMHdHM5zpvPWVOJOjSstKxj0IxDEmdUl5wqOh/XvHwjnkTVWlknBkxzMZ52fKSbaPvif&#10;7qnPRQhhl6CCwvs6kdJlBRl0fVsTB+5iG4M+wCaXusFHCDeVjKNoJA2WHBoKrGlZUHZNb0bBbXSO&#10;j3zZ6X26em7Gq/XCyVOuVK/bLiYgPLX+K/64tzrMj8fDGN7vhBvk7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HQdCr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NhrMcA&#10;AADeAAAADwAAAGRycy9kb3ducmV2LnhtbERPS2vCQBC+C/6HZQRvuvHRoNFVWkGwPRiq9tDbmB2T&#10;tNnZNLvV9N+7hUJv8/E9Z7luTSWu1LjSsoLRMAJBnFldcq7gdNwOZiCcR9ZYWSYFP+Rgvep2lpho&#10;e+NXuh58LkIIuwQVFN7XiZQuK8igG9qaOHAX2xj0ATa51A3eQrip5DiKYmmw5NBQYE2bgrLPw7dR&#10;8JbO4nn69Dz9eNmfcWL017suY6X6vfZxAcJT6//Ff+6dDvPH84cJ/L4TbpC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zYaz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NuTMUA&#10;AADeAAAADwAAAGRycy9kb3ducmV2LnhtbERPTWvCQBC9F/wPywi91Y3Rio1ZpbXUiqeYFnodsmMS&#10;zM6G7Fajv94tFLzN431OuupNI07UudqygvEoAkFcWF1zqeD76+NpDsJ5ZI2NZVJwIQer5eAhxUTb&#10;M+/plPtShBB2CSqovG8TKV1RkUE3si1x4A62M+gD7EqpOzyHcNPIOIpm0mDNoaHCltYVFcf81yi4&#10;zn4wc5/x2/tEe7pM5xu7yzZKPQ771wUIT72/i//dWx3mxy/PU/h7J9w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425M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aiecMA&#10;AADeAAAADwAAAGRycy9kb3ducmV2LnhtbERPzYrCMBC+L/gOYQRva2qxi1ajyKLgzbX6AEMzpsVm&#10;Upus1n36jbCwt/n4fme57m0j7tT52rGCyTgBQVw6XbNRcD7t3mcgfEDW2DgmBU/ysF4N3paYa/fg&#10;I92LYEQMYZ+jgiqENpfSlxVZ9GPXEkfu4jqLIcLOSN3hI4bbRqZJ8iEt1hwbKmzps6LyWnxbBTeX&#10;Zrovtni4budftTHT289xqtRo2G8WIAL14V/8597rOD+dZxm83ok3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aie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ha5cMA&#10;AADeAAAADwAAAGRycy9kb3ducmV2LnhtbERPyW7CMBC9V+IfrEHiVhyoCBAwiFZC4spy4DjYQxKI&#10;xyF2IfD1daVKvc3TW2e+bG0l7tT40rGCQT8BQaydKTlXcNiv3ycgfEA2WDkmBU/ysFx03uaYGffg&#10;Ld13IRcxhH2GCooQ6kxKrwuy6PuuJo7c2TUWQ4RNLk2DjxhuKzlMklRaLDk2FFjTV0H6uvu2Cjbl&#10;iUapPk/t5FNvj69b+BhfjFK9bruagQjUhn/xn3tj4vzhdJTC7zvxBr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ha5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UGqcYA&#10;AADeAAAADwAAAGRycy9kb3ducmV2LnhtbERPXWvCQBB8L/gfjhX6Vi8Gamv0FC0UKlXBD/R1ya25&#10;YG4v5K4x/vueUOjb7M7OzM503tlKtNT40rGC4SABQZw7XXKh4Hj4fHkH4QOyxsoxKbiTh/ms9zTF&#10;TLsb76jdh0JEE/YZKjAh1JmUPjdk0Q9cTRy5i2sshjg2hdQN3qK5rWSaJCNpseSYYLCmD0P5df9j&#10;FbS4vSdns9yMV+U6T7fL07eOe/Xc7xYTEIG68H/8p/7S8f10/PoGjzoR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ZUGq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dNQcQA&#10;AADeAAAADwAAAGRycy9kb3ducmV2LnhtbESPQU/DMAyF70j8h8hI3FhKJRCUZRNCGuIIhQNH03hN&#10;R2NXSVgLvx4fkLjZes/vfV5vlziaI6U8CDu4XFVgiDvxA/cO3l53FzdgckH2OAqTg2/KsN2cnqyx&#10;8TLzCx3b0hsN4dygg1DK1Fibu0AR80omYtX2kiIWXVNvfcJZw+No66q6thEH1oaAEz0E6j7br+hg&#10;fuw+DvX+3YefNMmufZZDPYpz52fL/R2YQkv5N/9dP3nFr2+vlFff0Rns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HTUH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P4zcUA&#10;AADeAAAADwAAAGRycy9kb3ducmV2LnhtbERP22oCMRB9F/oPYQq+adaFVt0axXqBIpWi1ffpZtzd&#10;Npksm1TXv2+Egm9zONeZzFprxJkaXzlWMOgnIIhzpysuFBw+170RCB+QNRrHpOBKHmbTh84EM+0u&#10;vKPzPhQihrDPUEEZQp1J6fOSLPq+q4kjd3KNxRBhU0jd4CWGWyPTJHmWFiuODSXWtCgp/9n/WgXr&#10;j6X5Tre7+VGGxWr4ZUab1+W7Ut3Hdv4CIlAb7uJ/95uO89Px0xhu78Qb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s/jN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NGecgA&#10;AADeAAAADwAAAGRycy9kb3ducmV2LnhtbESPT2vCQBDF74LfYRnBi+hGS8WmriKFooUW6h/odcxO&#10;k2B2NmTXmH77zkHwNsO8ee/9luvOVaqlJpSeDUwnCSjizNuScwOn4/t4ASpEZIuVZzLwRwHWq35v&#10;ian1N95Te4i5EhMOKRooYqxTrUNWkMMw8TWx3H594zDK2uTaNngTc1fpWZLMtcOSJaHAmt4Kyi6H&#10;qzPQfn+e810b6o/LYhSen87b7Zf9MWY46DavoCJ18SG+f++s1J+9zAVAcGQGvfo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GE0Z5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Od/8UA&#10;AADeAAAADwAAAGRycy9kb3ducmV2LnhtbERPTWsCMRC9C/6HMAVvmnVR0a1RtCB4Eartod7GzXR3&#10;cTPZJlFXf30jFHqbx/uc+bI1tbiS85VlBcNBAoI4t7riQsHnx6Y/BeEDssbaMim4k4flotuZY6bt&#10;jfd0PYRCxBD2GSooQ2gyKX1ekkE/sA1x5L6tMxgidIXUDm8x3NQyTZKJNFhxbCixobeS8vPhYhSs&#10;Z9P1z/uId4/96UjHr9N5nLpEqd5Lu3oFEagN/+I/91bH+elsMoTnO/EG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M53/xQAAAN4AAAAPAAAAAAAAAAAAAAAAAJgCAABkcnMv&#10;ZG93bnJldi54bWxQSwUGAAAAAAQABAD1AAAAigMAAAAA&#10;" fillcolor="black" stroked="f"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INiMYA&#10;AADeAAAADwAAAGRycy9kb3ducmV2LnhtbERPTWvCQBC9C/6HZYTedNOAwaauUlsLhepB20OPY3ZM&#10;lmRnQ3ar0V/vFoTe5vE+Z77sbSNO1HnjWMHjJAFBXDhtuFTw/fU+noHwAVlj45gUXMjDcjEczDHX&#10;7sw7Ou1DKWII+xwVVCG0uZS+qMiin7iWOHJH11kMEXal1B2eY7htZJokmbRoODZU2NJrRUW9/7UK&#10;fj4zM9sZSg+b62qtN9N6tX2rlXoY9S/PIAL14V98d3/oOD99ylL4eyfe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SINiMYAAADe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zFIcQA&#10;AADeAAAADwAAAGRycy9kb3ducmV2LnhtbERPTWsCMRC9C/6HMEJv3WwVxG6NIpZiLz2oLb0Om+lm&#10;u5vJmkRd/fWNUPA2j/c582VvW3EiH2rHCp6yHARx6XTNlYLP/dvjDESIyBpbx6TgQgGWi+FgjoV2&#10;Z97SaRcrkUI4FKjAxNgVUobSkMWQuY44cT/OW4wJ+kpqj+cUbls5zvOptFhzajDY0dpQ2eyOVoFf&#10;fb82Vz5+Nfn14xI2v/1hhkaph1G/egERqY938b/7Xaf54+fpBG7vpBv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8xS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TrHsQA&#10;AADeAAAADwAAAGRycy9kb3ducmV2LnhtbERP22rCQBB9L/Qflin0pejGULxEV5FCoVApePmAMTsm&#10;wd3ZkJ1q7Nd3CwXf5nCus1j13qkLdbEJbGA0zEARl8E2XBk47N8HU1BRkC26wGTgRhFWy8eHBRY2&#10;XHlLl51UKoVwLNBALdIWWseyJo9xGFrixJ1C51ES7CptO7ymcO90nmVj7bHh1FBjS281lefdtzfg&#10;8qObfU7iRm4Hvcl+vGxfvqwxz0/9eg5KqJe7+N/9YdP8fDZ+hb930g1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k6x7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gP38UA&#10;AADeAAAADwAAAGRycy9kb3ducmV2LnhtbERPTWsCMRC9F/ofwhS8adaFit0axVaEvfTg1uJ13Iyb&#10;xWSybFJd++tNodDbPN7nLFaDs+JCfWg9K5hOMhDEtdctNwr2n9vxHESIyBqtZ1JwowCr5ePDAgvt&#10;r7yjSxUbkUI4FKjAxNgVUobakMMw8R1x4k6+dxgT7Bupe7ymcGdlnmUz6bDl1GCwo3dD9bn6dgo2&#10;VWfzfWnewuHr43i05c+WDhulRk/D+hVEpCH+i//cpU7z85fZM/y+k26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OA/fxQAAAN4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8jnsMA&#10;AADeAAAADwAAAGRycy9kb3ducmV2LnhtbERPTWvCQBC9F/wPywje6q45pDV1DSIKgqdaPXgbdqdJ&#10;2uxsyK4m/vtuodDbPN7nrMrRteJOfWg8a1jMFQhi423DlYbzx/75FUSIyBZbz6ThQQHK9eRphYX1&#10;A7/T/RQrkUI4FKihjrErpAymJodh7jvixH363mFMsK+k7XFI4a6VmVK5dNhwaqixo21N5vt0cxq+&#10;9vLojUJzOV+Gg3257nJqldaz6bh5AxFpjP/iP/fBpvnZMs/h9510g1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8jn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t1YsQA&#10;AADeAAAADwAAAGRycy9kb3ducmV2LnhtbERPS2vCQBC+F/wPywi91Y0RrEZXUUEoLT34QDyO2TEJ&#10;yc6G3VXTf98tFLzNx/ec+bIzjbiT85VlBcNBAoI4t7riQsHxsH2bgPABWWNjmRT8kIflovcyx0zb&#10;B+/ovg+FiCHsM1RQhtBmUvq8JIN+YFviyF2tMxgidIXUDh8x3DQyTZKxNFhxbCixpU1Jeb2/GQXn&#10;2xdfv0efK7cOJ9sdfJ1eJrVSr/1uNQMRqAtP8b/7Q8f56XT8Dn/vx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LdWLEAAAA3g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k0YskA&#10;AADeAAAADwAAAGRycy9kb3ducmV2LnhtbESPQW/CMAyF70j7D5GRdoOUakNQCGhMmsQFabAdxs00&#10;pq1onC7JoNuvnw+TdrP1nt/7vFz3rlVXCrHxbGAyzkARl942XBl4f3sZzUDFhGyx9UwGvinCenU3&#10;WGJh/Y33dD2kSkkIxwIN1Cl1hdaxrMlhHPuOWLSzDw6TrKHSNuBNwl2r8yybaocNS0ONHT3XVF4O&#10;X87AZj7bfL4+8O5nfzrS8eN0ecxDZsz9sH9agErUp3/z3/XWCn4+nwqvvCMz6N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Qk0YskAAADeAAAADwAAAAAAAAAAAAAAAACYAgAA&#10;ZHJzL2Rvd25yZXYueG1sUEsFBgAAAAAEAAQA9QAAAI4DAAAAAA==&#10;" fillcolor="black" stroked="f"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OaU8QA&#10;AADeAAAADwAAAGRycy9kb3ducmV2LnhtbERPTWsCMRC9C/6HMIXeNFsLUrdGWQRp6WnVll7HzbhZ&#10;3EyWJI3bf98UCr3N433OejvaXiTyoXOs4GFegCBunO64VfB+2s+eQISIrLF3TAq+KcB2M52ssdTu&#10;xgdKx9iKHMKhRAUmxqGUMjSGLIa5G4gzd3HeYszQt1J7vOVw28tFUSylxY5zg8GBdoaa6/HLKkjn&#10;XV09ps9kDm++ar2rXz7OtVL3d2P1DCLSGP/Ff+5XnecvVssV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zmlPEAAAA3g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zhGsgA&#10;AADeAAAADwAAAGRycy9kb3ducmV2LnhtbESPQU/CQBCF7yb8h82QeIMtHFAKCzEEjHpRCwkeJ92x&#10;29idbbprqf5650DibSbz5r33rbeDb1RPXawDG5hNM1DEZbA1VwZOx8PkHlRMyBabwGTghyJsN6Ob&#10;NeY2XPid+iJVSkw45mjApdTmWsfSkcc4DS2x3D5D5zHJ2lXadngRc9/oeZYttMeaJcFhSztH5Vfx&#10;7Q3E2W5/fvG/y/7j0fFr8ewWb5Uz5nY8PKxAJRrSv/j6/WSl/nx5JwCCIzPoz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vOEayAAAAN4AAAAPAAAAAAAAAAAAAAAAAJgCAABk&#10;cnMvZG93bnJldi54bWxQSwUGAAAAAAQABAD1AAAAjQ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3420C" w:rsidRPr="0081108E" w:rsidRDefault="0003420C" w:rsidP="0003420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03420C" w:rsidRPr="0081108E" w:rsidRDefault="0003420C" w:rsidP="0003420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3420C" w:rsidRPr="0081108E" w:rsidRDefault="0003420C" w:rsidP="0003420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3420C" w:rsidRPr="0081108E" w:rsidRDefault="0003420C" w:rsidP="0003420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3420C" w:rsidRPr="0081108E" w:rsidRDefault="0003420C" w:rsidP="0003420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03420C" w:rsidRPr="0081108E" w:rsidRDefault="0003420C" w:rsidP="0003420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03420C" w:rsidRPr="0081108E" w:rsidRDefault="0003420C" w:rsidP="0003420C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03420C" w:rsidRPr="0081108E" w:rsidRDefault="0003420C" w:rsidP="0003420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03420C" w:rsidRPr="0081108E" w:rsidRDefault="0003420C" w:rsidP="0003420C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03420C" w:rsidRPr="0081108E" w:rsidRDefault="0003420C" w:rsidP="0003420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4E57E2">
        <w:rPr>
          <w:noProof/>
        </w:rPr>
        <w:pict>
          <v:group id="Группа 12971" o:spid="_x0000_s1026" style="position:absolute;margin-left:219.6pt;margin-top:717.85pt;width:42.8pt;height:57.85pt;z-index:251659264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/0g8QA&#10;AADeAAAADwAAAGRycy9kb3ducmV2LnhtbERPS2vCQBC+F/wPywi91Y0JVBuzSpC2eBCKWu9DdvLA&#10;7GzIbpP033cFobf5+J6T7SbTioF611hWsFxEIIgLqxuuFHxfPl7WIJxH1thaJgW/5GC3nT1lmGo7&#10;8omGs69ECGGXooLa+y6V0hU1GXQL2xEHrrS9QR9gX0nd4xjCTSvjKHqVBhsODTV2tK+puJ1/jAKb&#10;fB6O1yo+Je+88px/rcvrdFTqeT7lGxCeJv8vfrgPOsyP31Yx3N8JN8jt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P9IP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fju8YA&#10;AADeAAAADwAAAGRycy9kb3ducmV2LnhtbERPTWsCMRC9C/0PYYRepGZrQevWKEXYVj0UtILXYTPd&#10;rN1MliTVrb++EQre5vE+Z7bobCNO5EPtWMHjMANBXDpdc6Vg/1k8PIMIEVlj45gU/FKAxfyuN8Nc&#10;uzNv6bSLlUghHHJUYGJscylDachiGLqWOHFfzluMCfpKao/nFG4bOcqysbRYc2ow2NLSUPm9+7EK&#10;jsWHOSwnlzc/mG7pMig27816rNR9v3t9ARGpizfxv3ul0/zRdPIE13fSDX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0fju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3fzscA&#10;AADeAAAADwAAAGRycy9kb3ducmV2LnhtbESPzWrDMBCE74W8g9hCLiWR45QmdS2HUJJScgn5eYDF&#10;2lim1spYqu28fVUo9LbLzM43m29G24ieOl87VrCYJyCIS6drrhRcL/vZGoQPyBobx6TgTh42xeQh&#10;x0y7gU/Un0MlYgj7DBWYENpMSl8asujnriWO2s11FkNcu0rqDocYbhuZJsmLtFhzJBhs6d1Q+XX+&#10;thFyXOLxcBsu+48RB9wdDD9tT0pNH8ftG4hAY/g3/11/6lg/fV09w+87cQZZ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9387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Vvb8UA&#10;AADeAAAADwAAAGRycy9kb3ducmV2LnhtbERPTUsDMRC9C/0PYQrebNbFtro2LVIVROihrSDehs10&#10;d3EzCcnYXf+9EQRv83ifs9qMrldniqnzbOB6VoAirr3tuDHwdny+ugWVBNli75kMfFOCzXpyscLK&#10;+oH3dD5Io3IIpwoNtCKh0jrVLTlMMx+IM3fy0aFkGBttIw453PW6LIqFdthxbmgx0Lal+vPw5Qzs&#10;hqfwulzMT+Ej3pQ6PVp534oxl9Px4R6U0Cj/4j/3i83zy7vlHH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dW9v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PkIscA&#10;AADeAAAADwAAAGRycy9kb3ducmV2LnhtbESPzWrDMBCE74W8g9hALiWRk0LaOJFNKHEpuYT8PMBi&#10;bSwTa2Us1XbfvioUettlZueb3eWjbURPna8dK1guEhDEpdM1Vwpu12L+BsIHZI2NY1LwTR7ybPK0&#10;w1S7gc/UX0IlYgj7FBWYENpUSl8asugXriWO2t11FkNcu0rqDocYbhu5SpK1tFhzJBhs6d1Q+bh8&#10;2Qg5veDpeB+uxceIAx6Ohp/3Z6Vm03G/BRFoDP/mv+tPHeuvNq9r+H0nzi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j5CL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tUg8QA&#10;AADeAAAADwAAAGRycy9kb3ducmV2LnhtbERPTUvDQBC9C/0Pywje7MagjcZuS6kKRfBgFcTbkJ0m&#10;wezssjs28d93BcHbPN7nLNeTG9SRYuo9G7iaF6CIG297bg28vz1d3oJKgmxx8EwGfijBejU7W2Jt&#10;/civdNxLq3IIpxoNdCKh1jo1HTlMcx+IM3fw0aFkGFttI4453A26LIqFdthzbugw0Laj5mv/7Qy8&#10;jI/huVrcHMJnvC51erDysRVjLs6nzT0ooUn+xX/unc3zy7uqgt938g16d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rVI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HdGMgA&#10;AADeAAAADwAAAGRycy9kb3ducmV2LnhtbESPQUsDMRCF74L/IYzgRdqsFa3dNi1WCAoVSqvgddhM&#10;dxc3kyWJ3fXfOwfB2wzvzXvfrDaj79SZYmoDG7idFqCIq+Barg18vNvJI6iUkR12gcnADyXYrC8v&#10;Vli6MPCBzsdcKwnhVKKBJue+1DpVDXlM09ATi3YK0WOWNdbaRRwk3Hd6VhQP2mPL0tBgT88NVV/H&#10;b29gux/qu3hTbcewO7183lvr7Js15vpqfFqCyjTmf/Pf9asT/NliLrzyjsy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cd0Y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0yfMMA&#10;AADeAAAADwAAAGRycy9kb3ducmV2LnhtbERP3WrCMBS+H/gO4Qi7m6llm1qNIkphjN348wCH5thU&#10;m5OSxNq9/TIY7O58fL9ntRlsK3ryoXGsYDrJQBBXTjdcKzifypc5iBCRNbaOScE3BdisR08rLLR7&#10;8IH6Y6xFCuFQoAITY1dIGSpDFsPEdcSJuzhvMSboa6k9PlK4bWWeZe/SYsOpwWBHO0PV7Xi3CsrP&#10;/Ku/3bUv3XZ4tfRmrvO9Uep5PGyXICIN8V/85/7QaX6+mC3g9510g1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0yf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KhOcgA&#10;AADeAAAADwAAAGRycy9kb3ducmV2LnhtbESPQUsDMRCF74L/IYzgRWzWiqVumxYrBAULxbbgddhM&#10;d5duJksSu+u/dw6CtxnmzXvvW65H36kLxdQGNvAwKUARV8G1XBs4Huz9HFTKyA67wGTghxKsV9dX&#10;SyxdGPiTLvtcKzHhVKKBJue+1DpVDXlMk9ATy+0Uoscsa6y1iziIue/0tChm2mPLktBgT68NVef9&#10;tzew2Q31Y7yrNmP4OL19PVnr7NYac3szvixAZRrzv/jv+91J/enzXAAER2b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0qE5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5OXcMA&#10;AADeAAAADwAAAGRycy9kb3ducmV2LnhtbERP3WrCMBS+H+wdwhF2N1OLG11nFJkUZHgz3QMcmrOm&#10;2pyUJNbu7Y0geHc+vt+zWI22EwP50DpWMJtmIIhrp1tuFPweqtcCRIjIGjvHpOCfAqyWz08LLLW7&#10;8A8N+9iIFMKhRAUmxr6UMtSGLIap64kT9+e8xZigb6T2eEnhtpN5lr1Liy2nBoM9fRmqT/uzVVB9&#10;57vhdNa+cutxbunNHIuNUeplMq4/QUQa40N8d291mp9/FDO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5OX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JOwsIA&#10;AADeAAAADwAAAGRycy9kb3ducmV2LnhtbERPzWrCQBC+F/oOyxS81U1iFY1upBQi9Wj0AYbsmASz&#10;s2l2a5K3dwsFb/Px/c5uP5pW3Kl3jWUF8TwCQVxa3XCl4HLO39cgnEfW2FomBRM52GevLztMtR34&#10;RPfCVyKEsEtRQe19l0rpypoMurntiAN3tb1BH2BfSd3jEMJNK5MoWkmDDYeGGjv6qqm8Fb9Gwcc0&#10;HH6K5S3KtaH4uOiO7MulUrO38XMLwtPon+J/97cO85PNOoG/d8INMn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sk7C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z99sQA&#10;AADeAAAADwAAAGRycy9kb3ducmV2LnhtbERPTWvCQBC9C/0PyxR6040piEndiFQspac2xp6H7CQb&#10;zM6G7Krx33cLhd7m8T5ns51sL640+s6xguUiAUFcO91xq6A6HuZrED4ga+wdk4I7edgWD7MN5trd&#10;+IuuZWhFDGGfowITwpBL6WtDFv3CDcSRa9xoMUQ4tlKPeIvhtpdpkqykxY5jg8GBXg3V5/JiFVxW&#10;32nFzYf+LPf3t2x/2Hl5apV6epx2LyACTeFf/Od+13F+mq2f4fedeIM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8/f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rVn8YA&#10;AADeAAAADwAAAGRycy9kb3ducmV2LnhtbERPTWvCQBC9C/0PyxS8mU2thJi6ihYK6kGprQdv0+w0&#10;SZudTbOrxn/vCkJv83ifM5l1phYnal1lWcFTFIMgzq2uuFDw+fE2SEE4j6yxtkwKLuRgNn3oTTDT&#10;9szvdNr5QoQQdhkqKL1vMildXpJBF9mGOHDftjXoA2wLqVs8h3BTy2EcJ9JgxaGhxIZeS8p/d0ej&#10;YL9Nk/F2sRr9rDdf+Gz030FXiVL9x27+AsJT5//Fd/dSh/nDcTqC2zvh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rVn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/nkMQA&#10;AADeAAAADwAAAGRycy9kb3ducmV2LnhtbERPS2vCQBC+C/0PyxR6042plZi6iq1oxZMv6HXIjkkw&#10;Oxuyq0Z/vVsoeJuP7znjaWsqcaHGlZYV9HsRCOLM6pJzBYf9opuAcB5ZY2WZFNzIwXTy0hljqu2V&#10;t3TZ+VyEEHYpKii8r1MpXVaQQdezNXHgjrYx6ANscqkbvIZwU8k4iobSYMmhocCavgvKTruzUXAf&#10;/uLG/cRf83ft6TZIlna9WSr19trOPkF4av1T/O9e6TA/HiUf8PdOuEF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P55D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QQScQA&#10;AADeAAAADwAAAGRycy9kb3ducmV2LnhtbERPzWrCQBC+F3yHZQre6qYhBk1dRYqCN5u0DzBkp5tg&#10;djZmtyb26buFQm/z8f3OZjfZTtxo8K1jBc+LBARx7XTLRsHH+/FpBcIHZI2dY1JwJw+77exhg4V2&#10;I5d0q4IRMYR9gQqaEPpCSl83ZNEvXE8cuU83WAwRDkbqAccYbjuZJkkuLbYcGxrs6bWh+lJ9WQVX&#10;ly71VB3wfDms31pjsut3mSk1f5z2LyACTeFf/Oc+6Tg/Xa9y+H0n3i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kEE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TTOcQA&#10;AADeAAAADwAAAGRycy9kb3ducmV2LnhtbERPyW7CMBC9V+o/WFOpN3BKBQkpDgKkSlxZDhyn9pCk&#10;jcdpbELK19eVkHqbp7fOYjnYRvTU+dqxgpdxAoJYO1NzqeB4eB9lIHxANtg4JgU/5GFZPD4sMDfu&#10;yjvq96EUMYR9jgqqENpcSq8rsujHriWO3Nl1FkOEXSlNh9cYbhs5SZKZtFhzbKiwpU1F+mt/sQq2&#10;9QdNZ/o8t9la70637/Cafhqlnp+G1RuIQEP4F9/dWxPnT+ZZCn/vxBtk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U0z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q+nMQA&#10;AADeAAAADwAAAGRycy9kb3ducmV2LnhtbERPTWvCQBC9F/wPyxS81U1zEE1dpQqFilbQlnodsmM2&#10;NDsbsmuM/75zKPQ2877mzWI1+Eb11MU6sIHnSQaKuAy25srA1+fb0wxUTMgWm8Bk4E4RVsvRwwIL&#10;G258pP6UKiUhHAs04FJqC61j6chjnISWWLhL6DwmWbtK2w5vEu4bnWfZVHusWS44bGnjqPw5Xb2B&#10;Hg/37OzWH/NtvS/zw/p7ZwU348fh9QVUoiH9i//c71bq5/OZ9JV3ZAa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qvpz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vEncMA&#10;AADeAAAADwAAAGRycy9kb3ducmV2LnhtbERPPU/DMBDdkfofrENiow4ZqjbUrapKrRhLYGA84muc&#10;Et9FtmkCvx4jIbHd0/u89XbyvbpSiJ2wgYd5AYq4Edtxa+D15XC/BBUTssVemAx8UYTtZnazxsrK&#10;yM90rVOrcgjHCg24lIZK69g48hjnMhBn7izBY8owtNoGHHO473VZFAvtsePc4HCgvaPmo/70BsZj&#10;834pz2/WfYdBDvVJLmUvxtzdTrtHUImm9C/+cz/ZPL9cLV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vEn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DrysgA&#10;AADeAAAADwAAAGRycy9kb3ducmV2LnhtbESPQU/CQBCF7yT+h82YcIOtPSBUFoIgiTEYA+p97I5t&#10;dXe26a5Q/j1zIPE2k3nz3vvmy947daQuNoEN3I0zUMRlsA1XBj7et6MpqJiQLbrAZOBMEZaLm8Ec&#10;CxtOvKfjIVVKTDgWaKBOqS20jmVNHuM4tMRy+w6dxyRrV2nb4UnMvdN5lk20x4YlocaW1jWVv4c/&#10;b2D7tnE/+et+9anT+un+y01fHjc7Y4a3/eoBVKI+/Yuv389W6uezmQAIjsygF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MOvK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qTxcQA&#10;AADeAAAADwAAAGRycy9kb3ducmV2LnhtbERPTYvCMBC9C/6HMIIXWVMVRatRRBBdcGF1F/Y6NmNb&#10;bCalibX7740geJvH+5zFqjGFqKlyuWUFg34EgjixOudUwe/P9mMKwnlkjYVlUvBPDlbLdmuBsbZ3&#10;PlJ98qkIIexiVJB5X8ZSuiQjg65vS+LAXWxl0AdYpVJXeA/hppDDKJpIgzmHhgxL2mSUXE83o6D+&#10;PpzTfe3Kz+u058aj8273pf+U6naa9RyEp8a/xS/3Xof5w9lsAM93wg1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Kk8X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Rzr8UA&#10;AADeAAAADwAAAGRycy9kb3ducmV2LnhtbERPTWvCQBC9F/oflil4qxuDFZO6ihYKXgpqe6i3MTsm&#10;wexs3F01+utdodDbPN7nTGadacSZnK8tKxj0ExDEhdU1lwp+vj9fxyB8QNbYWCYFV/Iwmz4/TTDX&#10;9sJrOm9CKWII+xwVVCG0uZS+qMig79uWOHJ76wyGCF0ptcNLDDeNTJNkJA3WHBsqbOmjouKwORkF&#10;i2y8OK6G/HVb77a0/d0d3lKXKNV76ebvIAJ14V/8517qOD/NshQe78Qb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NHOvxQAAAN4AAAAPAAAAAAAAAAAAAAAAAJgCAABkcnMv&#10;ZG93bnJldi54bWxQSwUGAAAAAAQABAD1AAAAigMAAAAA&#10;" fillcolor="black" stroked="f"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vYNMYA&#10;AADeAAAADwAAAGRycy9kb3ducmV2LnhtbERPTWvCQBC9F/wPywi91U1TFE1dRW0Lgvag7aHHaXaa&#10;LMnOhuxWo7/eFQRv83ifM513thYHar1xrOB5kIAgzp02XCj4/vp4GoPwAVlj7ZgUnMjDfNZ7mGKm&#10;3ZF3dNiHQsQQ9hkqKENoMil9XpJFP3ANceT+XGsxRNgWUrd4jOG2lmmSjKRFw7GhxIZWJeXV/t8q&#10;+NmMzHhnKP3dnpfvejuslp9vlVKP/W7xCiJQF+7im3ut4/x0MnmB6zvxB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7vYNMYAAADe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AtcsQA&#10;AADeAAAADwAAAGRycy9kb3ducmV2LnhtbERPS2sCMRC+F/wPYYTealYpRbdGEYvoxYMveh020812&#10;N5NtEnX11zdCobf5+J4znXe2ERfyoXKsYDjIQBAXTldcKjgeVi9jECEia2wck4IbBZjPek9TzLW7&#10;8o4u+1iKFMIhRwUmxjaXMhSGLIaBa4kT9+W8xZigL6X2eE3htpGjLHuTFitODQZbWhoq6v3ZKvCL&#10;z4/6zudTnd23t7D+7n7GaJR67neLdxCRuvgv/nNvdJo/mkxe4fFOukH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ALXL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0+osQA&#10;AADeAAAADwAAAGRycy9kb3ducmV2LnhtbERP22rCQBB9L/Qflin4UnTTQGuTukopCEKloPUDxuw0&#10;Cd2dDdlRY7++Kwi+zeFcZ7YYvFNH6mMb2MDTJANFXAXbcm1g970cv4KKgmzRBSYDZ4qwmN/fzbC0&#10;4cQbOm6lVimEY4kGGpGu1DpWDXmMk9ARJ+4n9B4lwb7WtsdTCvdO51n2oj22nBoa7Oijoep3e/AG&#10;XL53xec0ruW80+vsz8vm8csaM3oY3t9ACQ1yE1/dK5vm50XxDJd30g16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9PqL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/hj8QA&#10;AADeAAAADwAAAGRycy9kb3ducmV2LnhtbERPPW/CMBDdkfofrKvUDZxmQBAwqC1CytKBFMR6xEcc&#10;YZ+j2IWUX48rVep2T+/zluvBWXGlPrSeFbxOMhDEtdctNwr2X9vxDESIyBqtZ1LwQwHWq6fREgvt&#10;b7yjaxUbkUI4FKjAxNgVUobakMMw8R1x4s6+dxgT7Bupe7ylcGdlnmVT6bDl1GCwow9D9aX6dgo2&#10;VWfzfWnew/HweTrZ8r6l40apl+fhbQEi0hD/xX/uUqf5+Xw+hd930g1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/4Y/EAAAA3g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b2IsIA&#10;AADeAAAADwAAAGRycy9kb3ducmV2LnhtbERPTYvCMBC9L/gfwgje1kQPunaNIrKC4ElXD3sbkrGt&#10;NpPSZG3990YQvM3jfc582blK3KgJpWcNo6ECQWy8LTnXcPzdfH6BCBHZYuWZNNwpwHLR+5hjZn3L&#10;e7odYi5SCIcMNRQx1pmUwRTkMAx9TZy4s28cxgSbXNoG2xTuKjlWaiIdlpwaCqxpXZC5Hv6dhstG&#10;7rxRaE7HU7u107+fCVVK60G/W32DiNTFt/jl3to0fzybTeH5TrpB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dvYi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GRN8cA&#10;AADeAAAADwAAAGRycy9kb3ducmV2LnhtbESPQWvCQBCF74X+h2WE3urGFIpGV7GCUFo8VKX0OGbH&#10;JCQ7G3ZXTf995yD0NsN78943i9XgOnWlEBvPBibjDBRx6W3DlYHjYfs8BRUTssXOMxn4pQir5ePD&#10;Agvrb/xF132qlIRwLNBAnVJfaB3LmhzGse+JRTv74DDJGiptA94k3HU6z7JX7bBhaaixp01NZbu/&#10;OAM/l08+714+1uEtffvhENv8NG2NeRoN6zmoREP6N9+v363g57OZ8Mo7MoN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cBkTfHAAAA3g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Dh3sUA&#10;AADeAAAADwAAAGRycy9kb3ducmV2LnhtbERPTWvCQBC9F/oflil4qxuDFZO6ihYKXgpqe6i3MTsm&#10;wexs3F01+utdodDbPN7nTGadacSZnK8tKxj0ExDEhdU1lwp+vj9fxyB8QNbYWCYFV/Iwmz4/TTDX&#10;9sJrOm9CKWII+xwVVCG0uZS+qMig79uWOHJ76wyGCF0ptcNLDDeNTJNkJA3WHBsqbOmjouKwORkF&#10;i2y8OK6G/HVb77a0/d0d3lKXKNV76ebvIAJ14V/8517qOD/Nsgwe78Qb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kOHexQAAAN4AAAAPAAAAAAAAAAAAAAAAAJgCAABkcnMv&#10;ZG93bnJldi54bWxQSwUGAAAAAAQABAD1AAAAigMAAAAA&#10;" fillcolor="black" stroked="f"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J7ecYA&#10;AADeAAAADwAAAGRycy9kb3ducmV2LnhtbESPQUsDMRCF70L/Q5iCN5vUgsjatCyFUvG0rRWv0824&#10;WbpJliSm6793DoK3GebNe+9bbyc3iEIx9cFrWC4UCPJtML3vNJzf9w/PIFJGb3AInjT8UILtZna3&#10;xsqEmz9SOeVOsIlPFWqwOY+VlKm15DAtwkieb18hOsy8xk6aiDc2d4N8VOpJOuw9J1gcaWepvZ6+&#10;nYZy2TX1qnwWe3yLdRdDc/i4NFrfz6f6BUSmKf+L/75fDddfKcUAjMMz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TJ7ecYAAADeAAAADwAAAAAAAAAAAAAAAACYAgAAZHJz&#10;L2Rvd25yZXYueG1sUEsFBgAAAAAEAAQA9QAAAIs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Ka68UA&#10;AADeAAAADwAAAGRycy9kb3ducmV2LnhtbERP32vCMBB+H/g/hBP2NpNuIFqNMmQbmy/TKrjHo7k1&#10;Zc2lNFnt/OsXYbC3+/h+3nI9uEb01IXas4ZsokAQl97UXGk4Hp7vZiBCRDbYeCYNPxRgvRrdLDE3&#10;/sx76otYiRTCIUcNNsY2lzKUlhyGiW+JE/fpO4cxwa6SpsNzCneNvFdqKh3WnBostrSxVH4V305D&#10;yDZPp627zPuPF8vvxZud7iqr9e14eFyAiDTEf/Gf+9Wk+Q9KZXB9J90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0prr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3420C" w:rsidRDefault="0003420C" w:rsidP="0003420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3420C" w:rsidRPr="0081108E" w:rsidRDefault="0003420C" w:rsidP="0003420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03420C" w:rsidRPr="0081108E" w:rsidRDefault="0003420C" w:rsidP="0003420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03420C" w:rsidRPr="0081108E" w:rsidRDefault="0003420C" w:rsidP="0003420C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03420C" w:rsidRPr="0081108E" w:rsidRDefault="0003420C" w:rsidP="0003420C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03420C" w:rsidRPr="00A32618" w:rsidRDefault="0003420C" w:rsidP="0003420C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03420C" w:rsidRPr="00A32618" w:rsidRDefault="0003420C" w:rsidP="0003420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03420C" w:rsidRPr="00A32618" w:rsidRDefault="0003420C" w:rsidP="0003420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03420C" w:rsidRPr="00A32618" w:rsidRDefault="0003420C" w:rsidP="0003420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A32618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03420C" w:rsidRPr="00A32618" w:rsidRDefault="0003420C" w:rsidP="0003420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 w:rsidRPr="00A32618">
        <w:rPr>
          <w:rFonts w:ascii="Times New Roman" w:eastAsia="Calibri" w:hAnsi="Times New Roman" w:cs="Times New Roman"/>
          <w:b/>
          <w:sz w:val="24"/>
        </w:rPr>
        <w:t>техн</w:t>
      </w:r>
      <w:proofErr w:type="gramEnd"/>
      <w:r w:rsidRPr="00A32618"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03420C" w:rsidRPr="00A32618" w:rsidRDefault="0003420C" w:rsidP="0003420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03420C" w:rsidRPr="00A32618" w:rsidRDefault="0003420C" w:rsidP="0003420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A32618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A32618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A32618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A32618">
        <w:rPr>
          <w:rFonts w:ascii="Times New Roman" w:eastAsia="Calibri" w:hAnsi="Times New Roman" w:cs="Times New Roman"/>
          <w:b/>
          <w:sz w:val="24"/>
        </w:rPr>
        <w:t>)</w:t>
      </w:r>
    </w:p>
    <w:p w:rsidR="0003420C" w:rsidRPr="00A32618" w:rsidRDefault="0003420C" w:rsidP="0003420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uk-UA"/>
        </w:rPr>
        <w:t>Каранюк</w:t>
      </w:r>
      <w:proofErr w:type="spellEnd"/>
      <w:r>
        <w:rPr>
          <w:rFonts w:ascii="Times New Roman" w:eastAsia="Calibri" w:hAnsi="Times New Roman" w:cs="Times New Roman"/>
          <w:b/>
          <w:sz w:val="24"/>
          <w:lang w:val="uk-UA"/>
        </w:rPr>
        <w:t xml:space="preserve">  Г.В.</w:t>
      </w:r>
    </w:p>
    <w:p w:rsidR="0003420C" w:rsidRPr="00A32618" w:rsidRDefault="0003420C" w:rsidP="0003420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3420C" w:rsidRPr="00A32618" w:rsidRDefault="0003420C" w:rsidP="000342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32618">
        <w:rPr>
          <w:rFonts w:ascii="Times New Roman" w:eastAsia="Calibri" w:hAnsi="Times New Roman" w:cs="Times New Roman"/>
          <w:sz w:val="24"/>
        </w:rPr>
        <w:t xml:space="preserve">               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A32618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A32618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A32618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»,  Земельного кодексу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Каранюк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Г.В.</w:t>
      </w:r>
      <w:r w:rsidRPr="00A32618">
        <w:rPr>
          <w:rFonts w:ascii="Times New Roman" w:eastAsia="Calibri" w:hAnsi="Times New Roman" w:cs="Times New Roman"/>
          <w:sz w:val="24"/>
          <w:lang w:val="uk-UA"/>
        </w:rPr>
        <w:t>,</w:t>
      </w:r>
      <w:r w:rsidRPr="00A3261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32618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рада</w:t>
      </w:r>
    </w:p>
    <w:p w:rsidR="0003420C" w:rsidRPr="00A32618" w:rsidRDefault="0003420C" w:rsidP="000342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32618">
        <w:rPr>
          <w:rFonts w:ascii="Times New Roman" w:eastAsia="Calibri" w:hAnsi="Times New Roman" w:cs="Times New Roman"/>
          <w:sz w:val="24"/>
        </w:rPr>
        <w:t>ВИРІШИЛА:</w:t>
      </w:r>
    </w:p>
    <w:p w:rsidR="0003420C" w:rsidRPr="00A32618" w:rsidRDefault="0003420C" w:rsidP="000342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3420C" w:rsidRPr="00A32618" w:rsidRDefault="0003420C" w:rsidP="000342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A32618">
        <w:rPr>
          <w:rFonts w:ascii="Times New Roman" w:eastAsia="Calibri" w:hAnsi="Times New Roman" w:cs="Times New Roman"/>
          <w:sz w:val="24"/>
        </w:rPr>
        <w:t xml:space="preserve">        1.Над</w:t>
      </w:r>
      <w:r>
        <w:rPr>
          <w:rFonts w:ascii="Times New Roman" w:eastAsia="Calibri" w:hAnsi="Times New Roman" w:cs="Times New Roman"/>
          <w:sz w:val="24"/>
        </w:rPr>
        <w:t xml:space="preserve">ати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Каранюк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Галині Василівні</w:t>
      </w:r>
      <w:r w:rsidRPr="00A32618">
        <w:rPr>
          <w:rFonts w:ascii="Times New Roman" w:eastAsia="Calibri" w:hAnsi="Times New Roman" w:cs="Times New Roman"/>
          <w:sz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яка зареєстрована за адресою: </w:t>
      </w:r>
      <w:r w:rsidR="004E57E2">
        <w:rPr>
          <w:rFonts w:ascii="Times New Roman" w:eastAsia="Calibri" w:hAnsi="Times New Roman" w:cs="Times New Roman"/>
          <w:sz w:val="24"/>
          <w:lang w:val="en-US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 w:rsidRPr="00A32618">
        <w:rPr>
          <w:rFonts w:ascii="Times New Roman" w:eastAsia="Calibri" w:hAnsi="Times New Roman" w:cs="Times New Roman"/>
          <w:sz w:val="24"/>
          <w:lang w:val="uk-UA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</w:t>
      </w:r>
      <w:r>
        <w:rPr>
          <w:rFonts w:ascii="Times New Roman" w:eastAsia="Calibri" w:hAnsi="Times New Roman" w:cs="Times New Roman"/>
          <w:sz w:val="24"/>
          <w:lang w:val="uk-UA"/>
        </w:rPr>
        <w:t>евості), орієнтовною площею 0,25</w:t>
      </w:r>
      <w:r w:rsidRPr="00A32618">
        <w:rPr>
          <w:rFonts w:ascii="Times New Roman" w:eastAsia="Calibri" w:hAnsi="Times New Roman" w:cs="Times New Roman"/>
          <w:sz w:val="24"/>
          <w:lang w:val="uk-UA"/>
        </w:rPr>
        <w:t>00 га,  для будівництва та обслуговування  житлового будинку, господарських будівель і споруд (присадибна ділянка), земельна ділян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ка  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lang w:val="uk-UA"/>
        </w:rPr>
        <w:t>.С</w:t>
      </w:r>
      <w:proofErr w:type="gramEnd"/>
      <w:r>
        <w:rPr>
          <w:rFonts w:ascii="Times New Roman" w:eastAsia="Calibri" w:hAnsi="Times New Roman" w:cs="Times New Roman"/>
          <w:sz w:val="24"/>
          <w:lang w:val="uk-UA"/>
        </w:rPr>
        <w:t>тригани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вул.Одухи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>, 30</w:t>
      </w:r>
      <w:r w:rsidRPr="00A32618">
        <w:rPr>
          <w:rFonts w:ascii="Times New Roman" w:eastAsia="Calibri" w:hAnsi="Times New Roman" w:cs="Times New Roman"/>
          <w:sz w:val="24"/>
          <w:lang w:val="uk-UA"/>
        </w:rPr>
        <w:t>.</w:t>
      </w:r>
    </w:p>
    <w:p w:rsidR="0003420C" w:rsidRPr="00A32618" w:rsidRDefault="0003420C" w:rsidP="000342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 xml:space="preserve">        2.Каранюк Г.В.</w:t>
      </w:r>
      <w:r w:rsidRPr="00A32618">
        <w:rPr>
          <w:rFonts w:ascii="Times New Roman" w:eastAsia="Calibri" w:hAnsi="Times New Roman" w:cs="Times New Roman"/>
          <w:sz w:val="24"/>
          <w:lang w:val="uk-UA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03420C" w:rsidRPr="00A32618" w:rsidRDefault="0003420C" w:rsidP="0003420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A3261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3420C" w:rsidRPr="0003420C" w:rsidRDefault="0003420C" w:rsidP="000342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03420C" w:rsidRPr="00A32618" w:rsidRDefault="0003420C" w:rsidP="000342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708A5" w:rsidRPr="0003420C" w:rsidRDefault="0003420C" w:rsidP="000342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  <w:proofErr w:type="spellStart"/>
      <w:r w:rsidRPr="00A32618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A32618">
        <w:rPr>
          <w:rFonts w:ascii="Times New Roman" w:eastAsia="Calibri" w:hAnsi="Times New Roman" w:cs="Times New Roman"/>
          <w:sz w:val="24"/>
        </w:rPr>
        <w:t xml:space="preserve">  голова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val="uk-UA"/>
        </w:rPr>
        <w:t>Валерій   МИХАЛЮК</w:t>
      </w:r>
    </w:p>
    <w:sectPr w:rsidR="007708A5" w:rsidRPr="0003420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3420C"/>
    <w:rsid w:val="0003420C"/>
    <w:rsid w:val="00171A2E"/>
    <w:rsid w:val="00304C90"/>
    <w:rsid w:val="004E57E2"/>
    <w:rsid w:val="00505B6D"/>
    <w:rsid w:val="006D3977"/>
    <w:rsid w:val="007708A5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20C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254</Words>
  <Characters>1448</Characters>
  <Application>Microsoft Office Word</Application>
  <DocSecurity>0</DocSecurity>
  <Lines>12</Lines>
  <Paragraphs>3</Paragraphs>
  <ScaleCrop>false</ScaleCrop>
  <Company>Microsoft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Work</cp:lastModifiedBy>
  <cp:revision>2</cp:revision>
  <dcterms:created xsi:type="dcterms:W3CDTF">2020-12-10T13:19:00Z</dcterms:created>
  <dcterms:modified xsi:type="dcterms:W3CDTF">2020-12-11T07:22:00Z</dcterms:modified>
</cp:coreProperties>
</file>