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A15" w:rsidRPr="0066767B" w:rsidRDefault="00D13A15" w:rsidP="00D13A1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D13A15" w:rsidRPr="0066767B" w:rsidRDefault="00D13A15" w:rsidP="00D1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D13A15" w:rsidRPr="0066767B" w:rsidRDefault="00D13A15" w:rsidP="00D13A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3E6E54E" wp14:editId="2BF7C092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615" name="Групувати 9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61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1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1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1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2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2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2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2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2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2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2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2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2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2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3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3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3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3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3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3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3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3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3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3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4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4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4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4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4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4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13A15" w:rsidRDefault="00D13A15" w:rsidP="00D1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X+Z8IA&#10;AADeAAAADwAAAGRycy9kb3ducmV2LnhtbERPS4vCMBC+L/gfwgje1rQKVaqpiKziQViseh+a6QOb&#10;SWmyWv/9ZmHB23x8z1lvBtOKB/WusawgnkYgiAurG64UXC/7zyUI55E1tpZJwYscbLLRxxpTbZ98&#10;pkfuKxFC2KWooPa+S6V0RU0G3dR2xIErbW/QB9hXUvf4DOGmlbMoSqTBhkNDjR3tairu+Y9RYOeH&#10;4+lWzc7zL1543n4vy9twUmoyHrYrEJ4G/xb/u486zI+TOIG/d8INMv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9f5n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3pX8cA&#10;AADeAAAADwAAAGRycy9kb3ducmV2LnhtbERPTWsCMRC9C/0PYQq9SM1uD2u7NUoRtloPgrbQ67CZ&#10;brbdTJYk6uqvbwoFb/N4nzNbDLYTR/Khdawgn2QgiGunW24UfLxX948gQkTW2DkmBWcKsJjfjGZY&#10;anfiHR33sREphEOJCkyMfSllqA1ZDBPXEyfuy3mLMUHfSO3xlMJtJx+yrJAWW04NBntaGqp/9ger&#10;4Lvams/l9PLqx087uoyrzap7K5S6ux1enkFEGuJV/O9e6zQ/L/Ip/L2Tbp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Z96V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HZLMQA&#10;AADeAAAADwAAAGRycy9kb3ducmV2LnhtbESPzWrCQBDH7wXfYRmhl1I3qSASXUVKLeJFjH2AITtm&#10;g9nZkN2a9O07B8HbDPP/+M16O/pW3amPTWAD+SwDRVwF23Bt4Oeyf1+CignZYhuYDPxRhO1m8rLG&#10;woaBz3QvU60khGOBBlxKXaF1rBx5jLPQEcvtGnqPSda+1rbHQcJ9qz+ybKE9NiwNDjv6dFTdyl8v&#10;Jac5no7X4bL/HnHAr6Pjt93ZmNfpuFuBSjSmp/jhPljBzxe58Mo7MoPe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x2Sz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lpjcQA&#10;AADeAAAADwAAAGRycy9kb3ducmV2LnhtbERPTUvDQBC9C/0Pywje7CZFo6bdllIVRPBgFaS3ITtN&#10;gtnZZXds4r93BcHbPN7nrDaTG9SJYuo9GyjnBSjixtueWwPvb4+Xt6CSIFscPJOBb0qwWc/OVlhb&#10;P/IrnfbSqhzCqUYDnUiotU5NRw7T3AfizB19dCgZxlbbiGMOd4NeFEWlHfacGzoMtOuo+dx/OQMv&#10;40N4vqmuj+EQrxY63Vv52IkxF+fTdglKaJJ/8Z/7yeb5ZVXewe87+Qa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M5aY3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sfl8QA&#10;AADeAAAADwAAAGRycy9kb3ducmV2LnhtbESPQYvCMBCF7wv+hzALXhZNVZClGkVERbyIuj9gaMam&#10;bDMpTbTdf79zELzNMO+9b95y3ftaPamNVWADk3EGirgItuLSwM9tP/oGFROyxTowGfijCOvV4GOJ&#10;uQ0dX+h5TaWSEI45GnApNbnWsXDkMY5DQyy3e2g9JlnbUtsWOwn3tZ5m2Vx7rFgIDhvaOip+rw8v&#10;kPMMz6d7d9sfeuxwd3L8tbkYM/zsNwtQifr0Fr/cRyvvT+ZTKSB1ZAa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rH5f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OvNsQA&#10;AADeAAAADwAAAGRycy9kb3ducmV2LnhtbERPTUvDQBC9C/6HZQRvdpOgUWK3RaqCCB5ahdLbkJ0m&#10;wezssjs28d+7guBtHu9zluvZjepEMQ2eDZSLAhRx6+3AnYGP9+erO1BJkC2OnsnANyVYr87PlthY&#10;P/GWTjvpVA7h1KCBXiQ0Wqe2J4dp4QNx5o4+OpQMY6dtxCmHu1FXRVFrhwPnhh4DbXpqP3dfzsDb&#10;9BReb+ubYzjE60qnRyv7jRhzeTE/3IMSmuVf/Od+sXl+WVcl/L6Tb9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jrz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QsqMQA&#10;AADeAAAADwAAAGRycy9kb3ducmV2LnhtbERP32vCMBB+H/g/hBN8GTO1MpHOKDoIDhyM6WCvR3O2&#10;xeZSksx2/70RBnu7j+/nrTaDbcWVfGgcK5hNMxDEpTMNVwq+TvppCSJEZIOtY1LwSwE269HDCgvj&#10;ev6k6zFWIoVwKFBBHWNXSBnKmiyGqeuIE3d23mJM0FfSeOxTuG1lnmULabHh1FBjR681lZfjj1Ww&#10;++iruX8sd4M7nPffz1ob/a6VmoyH7QuISEP8F/+530yaP1vkOdzfSTf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b0LKj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jDzMMA&#10;AADeAAAADwAAAGRycy9kb3ducmV2LnhtbERP3WrCMBS+F3yHcAbeaWo3RbpGEUdhjN3o9gCH5qzp&#10;2pyUJNb69stgsLvz8f2e8jDZXozkQ+tYwXqVgSCunW65UfD5US13IEJE1tg7JgV3CnDYz2clFtrd&#10;+EzjJTYihXAoUIGJcSikDLUhi2HlBuLEfTlvMSboG6k93lK47WWeZVtpseXUYHCgk6G6u1ytguot&#10;fx+7q/aVO05Pljbme/dilFo8TMdnEJGm+C/+c7/qNH+9zR/h9510g9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YjDz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ERR8UA&#10;AADeAAAADwAAAGRycy9kb3ducmV2LnhtbERP32vCMBB+H/g/hBP2IjPVTRmdUVQIEybI3GCvR3O2&#10;Zc2lJJmt/70RhL3dx/fzFqveNuJMPtSOFUzGGQjiwpmaSwXfX/rpFUSIyAYbx6TgQgFWy8HDAnPj&#10;Ov6k8zGWIoVwyFFBFWObSxmKiiyGsWuJE3dy3mJM0JfSeOxSuG3kNMvm0mLNqaHClrYVFb/HP6tg&#10;c+jKZz8qNr37OL3/zLQ2eq+Vehz26zcQkfr4L767dybNn8ynL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URFH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3+I8IA&#10;AADeAAAADwAAAGRycy9kb3ducmV2LnhtbERPzYrCMBC+L/gOYQRva2pRkWoUcSksy1509wGGZmyq&#10;zaQksda3NwsL3ubj+53NbrCt6MmHxrGC2TQDQVw53XCt4PenfF+BCBFZY+uYFDwowG47ettgod2d&#10;j9SfYi1SCIcCFZgYu0LKUBmyGKauI07c2XmLMUFfS+3xnsJtK/MsW0qLDacGgx0dDFXX080qKL/y&#10;7/560750+2FuaWEuqw+j1GQ87NcgIg3xJf53f+o0f7bMF/D3TrpB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Lf4j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H+vMIA&#10;AADeAAAADwAAAGRycy9kb3ducmV2LnhtbERPzWqDQBC+F/IOywR6a1ZtI8VmlRJIiceaPsDgTlV0&#10;Z627ifr23UCht/n4fudQLGYQN5pcZ1lBvItAENdWd9wo+Lqcnl5BOI+scbBMClZyUOSbhwNm2s78&#10;SbfKNyKEsMtQQev9mEnp6pYMup0diQP3bSeDPsCpkXrCOYSbQSZRlEqDHYeGFkc6tlT31dUoeFnn&#10;j59q30cnbSgun8eSfb1X6nG7vL+B8LT4f/Gf+6zD/DhNUri/E26Q+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Mf68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9NiMQA&#10;AADeAAAADwAAAGRycy9kb3ducmV2LnhtbERPTWvCQBC9F/wPyxR6q5vkkNbUNYhikZ5s1J6H7JiE&#10;ZmdDdk3iv3eFQm/zeJ+zzCfTioF611hWEM8jEMSl1Q1XCk7H3es7COeRNbaWScGNHOSr2dMSM21H&#10;/qah8JUIIewyVFB732VSurImg25uO+LAXWxv0AfYV1L3OIZw08okilJpsOHQUGNHm5rK3+JqFFzT&#10;n+TEly99KLa3z8V2t3byXCn18jytP0B4mvy/+M+912F+nCZv8Hgn3C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/TY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9p58kA&#10;AADeAAAADwAAAGRycy9kb3ducmV2LnhtbESPT0/CQBDF7yZ+h82QeJMtSBooLERNSMSDhH8HbkN3&#10;aKvd2dJdoX5752DibSbvzXu/mS06V6srtaHybGDQT0AR595WXBjY75aPY1AhIlusPZOBHwqwmN/f&#10;zTCz/sYbum5joSSEQ4YGyhibTOuQl+Qw9H1DLNrZtw6jrG2hbYs3CXe1HiZJqh1WLA0lNvRaUv61&#10;/XYGDutxOlm/rEaf7x8nfHL2crRVasxDr3uegorUxX/z3/WbFfxBOhReeUdm0P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I9p58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pb6MQA&#10;AADeAAAADwAAAGRycy9kb3ducmV2LnhtbERPTWvCQBC9F/wPyxR6qxujBBuzEVvRFk9qBa9DdkxC&#10;s7Mhu9XYX+8KBW/zeJ+TzXvTiDN1rrasYDSMQBAXVtdcKjh8r16nIJxH1thYJgVXcjDPB08Zptpe&#10;eEfnvS9FCGGXooLK+zaV0hUVGXRD2xIH7mQ7gz7ArpS6w0sIN42MoyiRBmsODRW29FFR8bP/NQr+&#10;kiNu3Wf8vhxrT9fJdG0327VSL8/9YgbCU+8f4n/3lw7zR0n8Bvd3wg0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6W+j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ANBsYA&#10;AADeAAAADwAAAGRycy9kb3ducmV2LnhtbESPQW/CMAyF75P2HyIj7TZSGENbIaBpAokbo+wHWI2X&#10;VjROaTIo/Hp8QOJmy8/vvW++7H2jTtTFOrCB0TADRVwGW7Mz8Ltfv36AignZYhOYDFwownLx/DTH&#10;3IYz7+hUJKfEhGOOBqqU2lzrWFbkMQ5DSyy3v9B5TLJ2TtsOz2LuGz3Osqn2WLMkVNjSd0Xlofj3&#10;Bo5h/G77YoXbw+rzp3ZucrzuJsa8DPqvGahEfXqI798bK/VH0zcBEByZQS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ANB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DOdsQA&#10;AADeAAAADwAAAGRycy9kb3ducmV2LnhtbERPyW7CMBC9I/UfrKnUGzgBNYUQg2glJK7QHnoc7MlC&#10;43EauxD69XUlJG7z9NYp1oNtxZl63zhWkE4SEMTamYYrBR/v2/EchA/IBlvHpOBKHtarh1GBuXEX&#10;3tP5ECoRQ9jnqKAOocul9Lomi37iOuLIla63GCLsK2l6vMRw28ppkmTSYsOxocaO3mrSX4cfq2DX&#10;HOk50+XCzl/1/vP3O8xeTkapp8dhswQRaAh38c29M3F+ms1S+H8n3i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Qzn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Op1sYA&#10;AADeAAAADwAAAGRycy9kb3ducmV2LnhtbERPXWvCQBB8F/ofji34phcjiKaeUgsFxQ/QlvZ1yW1z&#10;obm9kDtj/PeeIPg2u7MzszNfdrYSLTW+dKxgNExAEOdOl1wo+P76HExB+ICssXJMCq7kYbl46c0x&#10;0+7CR2pPoRDRhH2GCkwIdSalzw1Z9ENXE0fuzzUWQxybQuoGL9HcVjJNkom0WHJMMFjTh6H8/3S2&#10;Clo8XJNfs9rPNuUuTw+rn62Oe9V/7d7fQATqwvP4oV7r+P5oMk7hXidi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+Op1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LT18MA&#10;AADeAAAADwAAAGRycy9kb3ducmV2LnhtbERPTUvDQBC9C/0Pywje7KYpFEm7LSK0eNToocdpdppN&#10;zc6E3bWJ/npXELzN433OZjf5Xl0pxE7YwGJegCJuxHbcGnh/298/gIoJ2WIvTAa+KMJuO7vZYGVl&#10;5Fe61qlVOYRjhQZcSkOldWwceYxzGYgzd5bgMWUYWm0Djjnc97osipX22HFucDjQk6Pmo/70BsZD&#10;c7qU56N132GQff0il7IXY+5up8c1qERT+hf/uZ9tnr9YLZfw+06+QW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aLT1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NbtMUA&#10;AADeAAAADwAAAGRycy9kb3ducmV2LnhtbERP22oCMRB9L/QfwhR8q1mtWNkaxXoBEUvx0vdxM+6u&#10;JpNlk+r6940g9G0O5zrDcWONuFDtS8cKOu0EBHHmdMm5gv1u8ToA4QOyRuOYFNzIw3j0/DTEVLsr&#10;b+iyDbmIIexTVFCEUKVS+qwgi77tKuLIHV1tMURY51LXeI3h1shukvSlxZJjQ4EVTQvKzttfq2Dx&#10;PTOn7tdm8iPDdP5+MIPV52ytVOulmXyACNSEf/HDvdRxfqf/1oP7O/EGO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s1u0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gkju8QA&#10;AADeAAAADwAAAGRycy9kb3ducmV2LnhtbERP24rCMBB9X/Afwgi+LJqqWKQaRQTRhRW8ga9jM7bF&#10;ZlKaWLt/vxEW9m0O5zrzZWtK0VDtCssKhoMIBHFqdcGZgst505+CcB5ZY2mZFPyQg+Wi8zHHRNsX&#10;H6k5+UyEEHYJKsi9rxIpXZqTQTewFXHg7rY26AOsM6lrfIVwU8pRFMXSYMGhIceK1jmlj9PTKGgO&#10;37ds17jq6zH9dJPxbbvd66tSvW67moHw1Pp/8Z97p8P8YTyewPudcIN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JI7v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7fD0cYA&#10;AADeAAAADwAAAGRycy9kb3ducmV2LnhtbERPTWvCQBC9F/oflhF6azbaNmh0lSoUehGq7aHexuyY&#10;BLOzcXer0V/vCkJv83ifM5l1phFHcr62rKCfpCCIC6trLhX8fH88D0H4gKyxsUwKzuRhNn18mGCu&#10;7YlXdFyHUsQQ9jkqqEJocyl9UZFBn9iWOHI76wyGCF0ptcNTDDeNHKRpJg3WHBsqbGlRUbFf/xkF&#10;89Fwfvh65eVltd3Q5ne7fxu4VKmnXvc+BhGoC//iu/tTx/n97CWD2zvx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7fD0cYAAADeAAAADwAAAAAAAAAAAAAAAACYAgAAZHJz&#10;L2Rvd25yZXYueG1sUEsFBgAAAAAEAAQA9QAAAIsDAAAAAA==&#10;" fillcolor="black" stroked="f"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hoSsYA&#10;AADeAAAADwAAAGRycy9kb3ducmV2LnhtbERPS2vCQBC+F/wPyxR6qxstjZK6ivYBgnrwcfA4zU6T&#10;JdnZkN1q7K/vCoK3+fieM5l1thYnar1xrGDQT0AQ504bLhQc9l/PYxA+IGusHZOCC3mYTXsPE8y0&#10;O/OWTrtQiBjCPkMFZQhNJqXPS7Lo+64hjtyPay2GCNtC6hbPMdzWcpgkqbRoODaU2NB7SXm1+7UK&#10;jqvUjLeGht/rv8WnXr9Wi81HpdTTYzd/AxGoC3fxzb3Ucf4gfRnB9Z14g5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hoS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WRCscA&#10;AADeAAAADwAAAGRycy9kb3ducmV2LnhtbESPQW/CMAyF75P4D5GRdhspm4RQR0AING2XHcaYdrUa&#10;ryltnJIEKPz6+TBpN1vv+b3Pi9XgO3WmmJrABqaTAhRxFWzDtYH958vDHFTKyBa7wGTgSglWy9Hd&#10;AksbLvxB512ulYRwKtGAy7kvtU6VI49pEnpi0X5C9JhljbW2ES8S7jv9WBQz7bFhaXDY08ZR1e5O&#10;3kBcf2/bG5++2uL2fk2vh+E4R2fM/XhYP4PKNOR/89/1mxX86exJeOUdmUE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71kQr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iC2sQA&#10;AADeAAAADwAAAGRycy9kb3ducmV2LnhtbERP22oCMRB9F/oPYYS+SM2qYOvWKEUoFBRB6wdMN9Pd&#10;xWSybEZd+/VGEPo2h3Od+bLzTp2pjXVgA6NhBoq4CLbm0sDh+/PlDVQUZIsuMBm4UoTl4qk3x9yG&#10;C+/ovJdSpRCOORqoRJpc61hU5DEOQ0OcuN/QepQE21LbFi8p3Ds9zrKp9lhzaqiwoVVFxXF/8gbc&#10;+MfN1q9xI9eD3mR/XnaDrTXmud99vIMS6uRf/HB/2TR/NJ3M4P5OukE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Igtr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QZYMcA&#10;AADeAAAADwAAAGRycy9kb3ducmV2LnhtbESPQWvDMAyF74P+B6PCbqvTMsrI6pa1pZDLDstaelVj&#10;LQ6z5RB7bbZfPx0Gu0no6b33rTZj8OpKQ+oiG5jPClDETbQdtwaO74eHJ1ApI1v0kcnANyXYrCd3&#10;KyxtvPEbXevcKjHhVKIBl3Nfap0aRwHTLPbEcvuIQ8As69BqO+BNzIPXi6JY6oAdS4LDnnaOms/6&#10;KxjY171fHCu3TefT6+Xiq58DnffG3E/Hl2dQmcb8L/77rqzUny8fBUBwZAa9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wkGWD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0OzcMA&#10;AADeAAAADwAAAGRycy9kb3ducmV2LnhtbERPTWsCMRC9F/wPYQRvNdki27IaRaSC4KlWD70Nybi7&#10;upksm+iu/94UCr3N433OYjW4RtypC7VnDdlUgSA23tZcajh+b18/QISIbLHxTBoeFGC1HL0ssLC+&#10;5y+6H2IpUgiHAjVUMbaFlMFU5DBMfUucuLPvHMYEu1LaDvsU7hr5plQuHdacGipsaVORuR5uTsNl&#10;K/feKDSn46nf2fefz5wapfVkPKznICIN8V/8597ZND/LZxn8vpNukM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m0Oz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dj3cUA&#10;AADeAAAADwAAAGRycy9kb3ducmV2LnhtbERPTWvCQBC9F/oflhF6qxtTkZC6CVYQSksPVZEex+yY&#10;hGRnw+6q6b93CwVv83ifsyxH04sLOd9aVjCbJiCIK6tbrhXsd5vnDIQPyBp7y6TglzyUxePDEnNt&#10;r/xNl22oRQxhn6OCJoQhl9JXDRn0UzsQR+5kncEQoauldniN4aaXaZIspMGWY0ODA60bqrrt2Sj4&#10;OX/y6evlY+XewsGOO9+lx6xT6mkyrl5BBBrDXfzvftdx/mwxT+HvnXiDL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V2Pd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YTNMUA&#10;AADeAAAADwAAAGRycy9kb3ducmV2LnhtbERPS2sCMRC+F/wPYQRvNatV0dUotVDopeDroLdxM+4u&#10;bibbJOq2v74RBG/z8T1ntmhMJa7kfGlZQa+bgCDOrC45V7Dbfr6OQfiArLGyTAp+ycNi3nqZYart&#10;jdd03YRcxBD2KSooQqhTKX1WkEHftTVx5E7WGQwRulxqh7cYbirZT5KRNFhybCiwpo+CsvPmYhQs&#10;J+Plz2rA33/r44EO++N52HeJUp128z4FEagJT/HD/aXj/N5o8Ab3d+IN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xhM0xQAAAN4AAAAPAAAAAAAAAAAAAAAAAJgCAABkcnMv&#10;ZG93bnJldi54bWxQSwUGAAAAAAQABAD1AAAAigMAAAAA&#10;" fillcolor="black" stroked="f"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mA6sQA&#10;AADeAAAADwAAAGRycy9kb3ducmV2LnhtbERPTWsCMRC9F/wPYQq91aytSFmNsgjS0tOqLb2Om3Gz&#10;dDNZkjRu/31TELzN433OajPaXiTyoXOsYDYtQBA3TnfcKvg47h5fQISIrLF3TAp+KcBmPblbYand&#10;hfeUDrEVOYRDiQpMjEMpZWgMWQxTNxBn7uy8xZihb6X2eMnhtpdPRbGQFjvODQYH2hpqvg8/VkE6&#10;bevqOX0ls3/3Vetd/fp5qpV6uB+rJYhIY7yJr+43nefPFvM5/L+Tb5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ZgOr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lheMUA&#10;AADeAAAADwAAAGRycy9kb3ducmV2LnhtbERPTWvCQBC9F/wPyxS86SbFhjZ1lSJtqb1oU8Eeh+w0&#10;G8zOhuw2Rn+9WxB6m8f7nPlysI3oqfO1YwXpNAFBXDpdc6Vg9/U6eQDhA7LGxjEpOJGH5WJ0M8dc&#10;uyN/Ul+ESsQQ9jkqMCG0uZS+NGTRT11LHLkf11kMEXaV1B0eY7ht5F2SZNJizbHBYEsrQ+Wh+LUK&#10;fLp62X/Y82P//WZ4U6xNtq2MUuPb4fkJRKAh/Iuv7ncd56fZ7B7+3ok3yM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eWF4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13A15" w:rsidRDefault="00D13A15" w:rsidP="00D1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13A15" w:rsidRPr="0066767B" w:rsidRDefault="00D13A15" w:rsidP="00D13A1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D13A15" w:rsidRPr="0066767B" w:rsidRDefault="00D13A15" w:rsidP="00D13A1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D13A15" w:rsidRPr="0066767B" w:rsidRDefault="00D13A15" w:rsidP="00D13A1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D13A15" w:rsidRPr="0066767B" w:rsidRDefault="00D13A15" w:rsidP="00D13A1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D13A15" w:rsidRPr="0066767B" w:rsidRDefault="00D13A15" w:rsidP="00D13A1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D13A15" w:rsidRPr="0066767B" w:rsidRDefault="00D13A15" w:rsidP="00D13A1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D13A15" w:rsidRPr="0066767B" w:rsidRDefault="00D13A15" w:rsidP="00D13A1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D13A15" w:rsidRPr="0066767B" w:rsidRDefault="00D13A15" w:rsidP="00D13A1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D13A15" w:rsidRPr="0066767B" w:rsidRDefault="00D13A15" w:rsidP="00D13A1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D13A15" w:rsidRPr="0066767B" w:rsidRDefault="00D13A15" w:rsidP="00D13A1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D13A15" w:rsidRPr="0066767B" w:rsidRDefault="00D13A15" w:rsidP="00D13A1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D13A15" w:rsidRPr="0066767B" w:rsidRDefault="00D13A15" w:rsidP="00D13A1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D13A15" w:rsidRPr="0066767B" w:rsidRDefault="00D13A15" w:rsidP="00D13A1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27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.01.2021 року                                        Крупець                                                 №___</w:t>
      </w:r>
    </w:p>
    <w:p w:rsidR="00D13A15" w:rsidRPr="0066767B" w:rsidRDefault="00D13A15" w:rsidP="00D13A15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D13A15" w:rsidRPr="0066767B" w:rsidRDefault="00D13A15" w:rsidP="00D13A15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D13A15" w:rsidRPr="0066767B" w:rsidRDefault="00D13A15" w:rsidP="00D13A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D13A15" w:rsidRPr="0066767B" w:rsidRDefault="00D13A15" w:rsidP="00D13A1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D13A15" w:rsidRPr="0066767B" w:rsidRDefault="00D13A15" w:rsidP="00D13A1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Шатковському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В.В.</w:t>
      </w:r>
    </w:p>
    <w:p w:rsidR="00D13A15" w:rsidRPr="0066767B" w:rsidRDefault="00D13A15" w:rsidP="00D13A15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13A15" w:rsidRPr="0066767B" w:rsidRDefault="00D13A15" w:rsidP="00D13A15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13A15" w:rsidRPr="0066767B" w:rsidRDefault="00D13A15" w:rsidP="00D13A1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66767B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Шатковського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В.В..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D13A15" w:rsidRPr="0066767B" w:rsidRDefault="00D13A15" w:rsidP="00D13A1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D13A15" w:rsidRPr="0066767B" w:rsidRDefault="00D13A15" w:rsidP="00D13A1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13A15" w:rsidRPr="0066767B" w:rsidRDefault="00D13A15" w:rsidP="00D13A1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Шатковському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Вадиму Валентиновичу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проект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господарства, площею 0,2000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яка розташована Хмельницька облас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с.Головлі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D13A15" w:rsidRDefault="00D13A15" w:rsidP="00D13A1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</w:t>
      </w:r>
      <w:r w:rsidRPr="00D117CA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Шатковському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Вадиму Валентиновичу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який  зареєстрований за адресою: </w:t>
      </w:r>
      <w:r w:rsidR="001E1D34">
        <w:rPr>
          <w:rFonts w:ascii="Times New Roman" w:eastAsia="Calibri" w:hAnsi="Times New Roman" w:cs="Times New Roman"/>
          <w:sz w:val="24"/>
          <w:lang w:val="en-US"/>
        </w:rPr>
        <w:t>______________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,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1E1D3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____________</w:t>
      </w:r>
      <w:bookmarkStart w:id="0" w:name="_GoBack"/>
      <w:bookmarkEnd w:id="0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ділянку, площею 0,2000 га, кадастровий номер: 6823982100:01:005:0023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, для ведення особистого селянського господарства,</w:t>
      </w:r>
      <w:r w:rsidRPr="006B38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яка розташована Хмельницька облас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с.Головні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D13A15" w:rsidRPr="0066767B" w:rsidRDefault="00D13A15" w:rsidP="00D13A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Шатковському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В.В.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якому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D13A15" w:rsidRPr="0066767B" w:rsidRDefault="00D13A15" w:rsidP="00D13A1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13A15" w:rsidRPr="00D13A15" w:rsidRDefault="00D13A15" w:rsidP="00D13A1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13A15" w:rsidRPr="0066767B" w:rsidRDefault="00D13A15" w:rsidP="00D13A1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13A15" w:rsidRPr="0066767B" w:rsidRDefault="00D13A15" w:rsidP="00D13A1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71566A" w:rsidRPr="00D13A15" w:rsidRDefault="00D13A15" w:rsidP="00D13A1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71566A" w:rsidRPr="00D13A15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62A" w:rsidRDefault="0030262A">
      <w:pPr>
        <w:spacing w:after="0" w:line="240" w:lineRule="auto"/>
      </w:pPr>
      <w:r>
        <w:separator/>
      </w:r>
    </w:p>
  </w:endnote>
  <w:endnote w:type="continuationSeparator" w:id="0">
    <w:p w:rsidR="0030262A" w:rsidRDefault="003026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62A" w:rsidRDefault="0030262A">
      <w:pPr>
        <w:spacing w:after="0" w:line="240" w:lineRule="auto"/>
      </w:pPr>
      <w:r>
        <w:separator/>
      </w:r>
    </w:p>
  </w:footnote>
  <w:footnote w:type="continuationSeparator" w:id="0">
    <w:p w:rsidR="0030262A" w:rsidRDefault="003026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A15"/>
    <w:rsid w:val="001E1D34"/>
    <w:rsid w:val="00214588"/>
    <w:rsid w:val="0030262A"/>
    <w:rsid w:val="0071566A"/>
    <w:rsid w:val="00D1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A15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3A15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5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2021-01-18T11:58:00Z</dcterms:created>
  <dcterms:modified xsi:type="dcterms:W3CDTF">2021-01-18T12:24:00Z</dcterms:modified>
</cp:coreProperties>
</file>