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8B" w:rsidRPr="00C623C0" w:rsidRDefault="000F008B" w:rsidP="000F008B">
      <w:pPr>
        <w:tabs>
          <w:tab w:val="right" w:pos="9354"/>
        </w:tabs>
        <w:jc w:val="right"/>
        <w:rPr>
          <w:rFonts w:ascii="Times New Roman" w:eastAsiaTheme="minorHAnsi" w:hAnsi="Times New Roman"/>
          <w:color w:val="FF0000"/>
          <w:lang w:val="ru-RU"/>
        </w:rPr>
      </w:pPr>
      <w:r w:rsidRPr="00C623C0">
        <w:rPr>
          <w:rFonts w:ascii="Times New Roman" w:eastAsiaTheme="minorHAnsi" w:hAnsi="Times New Roman"/>
          <w:color w:val="FF0000"/>
          <w:lang w:val="ru-RU"/>
        </w:rPr>
        <w:t>ПРОЕКТ</w:t>
      </w:r>
    </w:p>
    <w:p w:rsidR="000F008B" w:rsidRPr="008D3E19" w:rsidRDefault="000F008B" w:rsidP="000F008B">
      <w:pPr>
        <w:tabs>
          <w:tab w:val="right" w:pos="9354"/>
        </w:tabs>
        <w:spacing w:after="0" w:line="240" w:lineRule="auto"/>
        <w:rPr>
          <w:rFonts w:ascii="Times New Roman" w:eastAsiaTheme="minorHAnsi" w:hAnsi="Times New Roman"/>
          <w:color w:val="FF0000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37465</wp:posOffset>
                </wp:positionV>
                <wp:extent cx="543560" cy="734695"/>
                <wp:effectExtent l="0" t="0" r="8890" b="8255"/>
                <wp:wrapNone/>
                <wp:docPr id="472" name="Групувати 3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473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3130" o:spid="_x0000_s1026" style="position:absolute;margin-left:211.3pt;margin-top:2.9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nBnMUA&#10;AADcAAAADwAAAGRycy9kb3ducmV2LnhtbESPT2vCQBTE74V+h+UVvNVNE1FJXaVUFMFT/YfHR/Y1&#10;Cc2+DbtrjN/eFQoeh5n5DTNb9KYRHTlfW1bwMUxAEBdW11wqOOxX71MQPiBrbCyTght5WMxfX2aY&#10;a3vlH+p2oRQRwj5HBVUIbS6lLyoy6Ie2JY7er3UGQ5SulNrhNcJNI9MkGUuDNceFClv6rqj4212M&#10;gm2Xjk/n9dLsszKduCI7LtO6UWrw1n99ggjUh2f4v73RCkaTDB5n4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cGc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TgvMQA&#10;AADcAAAADwAAAGRycy9kb3ducmV2LnhtbESPQYvCMBSE78L+h/AWvMiaVkSXahQRhHUFwVbw+mie&#10;bbV5KU1Wu//eCILHYWa+YebLztTiRq2rLCuIhxEI4tzqigsFx2zz9Q3CeWSNtWVS8E8OlouP3hwT&#10;be98oFvqCxEg7BJUUHrfJFK6vCSDbmgb4uCdbWvQB9kWUrd4D3BTy1EUTaTBisNCiQ2tS8qv6Z9R&#10;ILN067fTygzi39O+i+1lvcsvSvU/u9UMhKfOv8Ov9o9WMJ6O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04Lz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d+v8cA&#10;AADcAAAADwAAAGRycy9kb3ducmV2LnhtbESPQWsCMRSE70L/Q3iFXqRmLWp1a5RWsIgHQW3vz83r&#10;7urmZZukuvbXG0HwOMzMN8x42phKHMn50rKCbicBQZxZXXKu4Gs7fx6C8AFZY2WZFJzJw3Ty0Bpj&#10;qu2J13TchFxECPsUFRQh1KmUPivIoO/Ymjh6P9YZDFG6XGqHpwg3lXxJkoE0WHJcKLCmWUHZYfNn&#10;FMwXdBh917+fvX/Xz4f73Wr5sW0r9fTYvL+BCNSEe/jWXmgFvdc+XM/EIyA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nfr/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4NwMMA&#10;AADcAAAADwAAAGRycy9kb3ducmV2LnhtbESPS4vCQBCE7wv+h6EFb+tE8UV0FFFcBE8+0GubaZNo&#10;pidkZk323+8Igseiqr6iZovGFOJJlcstK+h1IxDEidU5pwpOx833BITzyBoLy6Tgjxws5q2vGcba&#10;1ryn58GnIkDYxagg876MpXRJRgZd15bEwbvZyqAPskqlrrAOcFPIfhSNpMGcw0KGJa0ySh6HX6Mg&#10;2g2L6+3MzeSy/kke93rDdd5TqtNullMQnhr/Cb/bW61gMB7B60w4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4NwMMAAADc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lFU8cA&#10;AADcAAAADwAAAGRycy9kb3ducmV2LnhtbESPT2sCMRTE70K/Q3iFXqRmLf7dGqUVLOJBqLb35+Z1&#10;d3Xzsk1SXfvpjSB4HGbmN8xk1phKHMn50rKCbicBQZxZXXKu4Gu7eB6B8AFZY2WZFJzJw2z60Jpg&#10;qu2JP+m4CbmIEPYpKihCqFMpfVaQQd+xNXH0fqwzGKJ0udQOTxFuKvmSJANpsOS4UGBN84Kyw+bP&#10;KFgs6TD+rn8/ev+un4/2u/XqfdtW6umxeXsFEagJ9/CtvdQKesMhXM/EI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5RVP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08KcEA&#10;AADcAAAADwAAAGRycy9kb3ducmV2LnhtbERPy4rCMBTdD/gP4QruxtTBF7VRxEERZuUD3V6b24c2&#10;N6WJtvP3k8WAy8N5J6vOVOJFjSstKxgNIxDEqdUl5wrOp+3nHITzyBory6Tglxyslr2PBGNtWz7Q&#10;6+hzEULYxaig8L6OpXRpQQbd0NbEgctsY9AH2ORSN9iGcFPJryiaSoMlh4YCa9oUlD6OT6Mg+plU&#10;t+zC3fz6vUsf93bLbTlSatDv1gsQnjr/Fv+791rBeBbWhjPhCM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9PCnBAAAA3A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VmG8UA&#10;AADcAAAADwAAAGRycy9kb3ducmV2LnhtbESPQWvCQBSE7wX/w/IEb3WjlqrRVSRV6LUaD96e2WcS&#10;kn0bstsY++u7hYLHYWa+Ydbb3tSio9aVlhVMxhEI4szqknMF6enwugDhPLLG2jIpeJCD7WbwssZY&#10;2zt/UXf0uQgQdjEqKLxvYildVpBBN7YNcfButjXog2xzqVu8B7ip5TSK3qXBksNCgQ0lBWXV8dso&#10;OH9U1WzJ0ezn0iULl1zTdHrbKzUa9rsVCE+9f4b/259awdt8CX9nw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1WYb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ibwcQA&#10;AADcAAAADwAAAGRycy9kb3ducmV2LnhtbERPTWvCQBC9C/0PyxR6kbqxSJHoKlIUFOyhtlS9Ddkx&#10;Cc3Oxuwa0/76zkHw+Hjf03nnKtVSE0rPBoaDBBRx5m3JuYGvz9XzGFSIyBYrz2TglwLMZw+9KabW&#10;X/mD2l3MlYRwSNFAEWOdah2yghyGga+JhTv5xmEU2OTaNniVcFfplyR51Q5LloYCa3orKPvZXZyB&#10;EbWHxfbv+P59OC+jP/X3mzDcG/P02C0moCJ18S6+uddWfGOZL2fkCO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om8H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aOsQA&#10;AADcAAAADwAAAGRycy9kb3ducmV2LnhtbESPQWvCQBSE7wX/w/IEb3WjlhKjq0i00Ks2Hrw9s88k&#10;JPs2ZNeY9td3hUKPw8x8w6y3g2lET52rLCuYTSMQxLnVFRcKsq+P1xiE88gaG8uk4JscbDejlzUm&#10;2j74SP3JFyJA2CWooPS+TaR0eUkG3dS2xMG72c6gD7IrpO7wEeCmkfMoepcGKw4LJbaUlpTXp7tR&#10;cN7X9WLJ0eLn0qexS69ZNr8dlJqMh90KhKfB/4f/2p9awVs8g+eZc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2Gjr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agLccA&#10;AADcAAAADwAAAGRycy9kb3ducmV2LnhtbESPQWvCQBSE7wX/w/KEXkrdKEUkdRNEFBTsoSqNvT2y&#10;zySYfRuz25j213cLQo/DzDfDzNPe1KKj1lWWFYxHEQji3OqKCwXHw/p5BsJ5ZI21ZVLwTQ7SZPAw&#10;x1jbG79Tt/eFCCXsYlRQet/EUrq8JINuZBvi4J1ta9AH2RZSt3gL5aaWkyiaSoMVh4USG1qWlF/2&#10;X0bBC3Wnxe7n8+3jdF15e37Ktm6cKfU47BevIDz1/j98pzc6cLMJ/J0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2oC3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ir8cA&#10;AADcAAAADwAAAGRycy9kb3ducmV2LnhtbESPQWvCQBSE74X+h+UJvdWNVVpJXaVYrIWCYBR7fWSf&#10;2Wj2bcyuJu2vdwsFj8PMfMNMZp2txIUaXzpWMOgnIIhzp0suFGw3i8cxCB+QNVaOScEPeZhN7+8m&#10;mGrX8pouWShEhLBPUYEJoU6l9Lkhi77vauLo7V1jMUTZFFI32Ea4reRTkjxLiyXHBYM1zQ3lx+xs&#10;FXyPhitnlpk7t+8fv8f16eWwm38p9dDr3l5BBOrCLfzf/tQKRuMh/J2JR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o4q/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PKsQA&#10;AADcAAAADwAAAGRycy9kb3ducmV2LnhtbESPQWvCQBSE7wX/w/KE3upGqxJSV1FRET1p2/sj+0yC&#10;2bcxu8b133cLhR6HmfmGmS2CqUVHrassKxgOEhDEudUVFwq+PrdvKQjnkTXWlknBkxws5r2XGWba&#10;PvhE3dkXIkLYZaig9L7JpHR5SQbdwDbE0bvY1qCPsi2kbvER4aaWoySZSoMVx4USG1qXlF/Pd6Pg&#10;/TC57fSq2HR1unPH/WUbqvCt1Gs/LD9AeAr+P/zX3msF43QMv2fi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4Tyr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mGuMMA&#10;AADcAAAADwAAAGRycy9kb3ducmV2LnhtbESPQYvCMBSE74L/ITzBm6aK62o1iqwIgnjY6sHjo3k2&#10;xealNNna/febBcHjMDPfMOttZyvRUuNLxwom4wQEce50yYWC6+UwWoDwAVlj5ZgU/JKH7abfW2Oq&#10;3ZO/qc1CISKEfYoKTAh1KqXPDVn0Y1cTR+/uGoshyqaQusFnhNtKTpNkLi2WHBcM1vRlKH9kP1bB&#10;bXleTjqzT07t5+4YckZ8tHOlhoNutwIRqAvv8Kt91Apmiw/4PxOP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mGuM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901MYA&#10;AADcAAAADwAAAGRycy9kb3ducmV2LnhtbESPT2vCQBTE7wW/w/KE3urGVIJNXUUEixcP/qseH9nX&#10;JJp9G7NbjX76rlDwOMzMb5jRpDWVuFDjSssK+r0IBHFmdcm5gu1m/jYE4TyyxsoyKbiRg8m48zLC&#10;VNsrr+iy9rkIEHYpKii8r1MpXVaQQdezNXHwfmxj0AfZ5FI3eA1wU8k4ihJpsOSwUGBNs4Ky0/rX&#10;KNj3l/eP+r3dxQd/Xhzjr3M2/06Ueu22008Qnlr/DP+3F1rBYJjA40w4AnL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901M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22c8IA&#10;AADcAAAADwAAAGRycy9kb3ducmV2LnhtbESP0YrCMBRE3wX/IdyFfdN0F1GpRikuC4pPVj/g0txt&#10;6zY3Icna7t8bQfBxmJkzzHo7mE7cyIfWsoKPaQaCuLK65VrB5fw9WYIIEVljZ5kU/FOA7WY8WmOu&#10;bc8nupWxFgnCIUcFTYwulzJUDRkMU+uIk/djvcGYpK+l9tgnuOnkZ5bNpcGW00KDjnYNVb/ln1GA&#10;3i2+XCn70/x6xP31UNDMFkq9vw3FCkSkIb7Cz/ZeK5gtF/A4k4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bZz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hxpsMA&#10;AADcAAAADwAAAGRycy9kb3ducmV2LnhtbERPTWvCQBC9F/wPywi91U2taIiuoq0B0Vy09eBtyE6T&#10;YHY2ZFdN++vdg+Dx8b5ni87U4kqtqywreB9EIIhzqysuFPx8p28xCOeRNdaWScEfOVjMey8zTLS9&#10;8Z6uB1+IEMIuQQWl900ipctLMugGtiEO3K9tDfoA20LqFm8h3NRyGEVjabDi0FBiQ58l5efDxSjI&#10;0qzJdryOT1+X1cdp83+c8DZV6rXfLacgPHX+KX64N1rBKA5rw5lwBO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hxps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e1sccA&#10;AADcAAAADwAAAGRycy9kb3ducmV2LnhtbESP3WrCQBSE7wt9h+UIvasbSxGNrkEC0hbagj+gl8fs&#10;MQlmz8bdNaZv3y0UvBxm5htmnvWmER05X1tWMBomIIgLq2suFey2q+cJCB+QNTaWScEPecgWjw9z&#10;TLW98Zq6TShFhLBPUUEVQptK6YuKDPqhbYmjd7LOYIjSlVI7vEW4aeRLkoylwZrjQoUt5RUV583V&#10;KPi+jK+f3f7wdnT9qr00H/mXntZKPQ365QxEoD7cw//td63gdTKF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2ntbHHAAAA3A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mlMIA&#10;AADcAAAADwAAAGRycy9kb3ducmV2LnhtbERP3WrCMBS+H/gO4QjezdTh5qxGkUGdlMGw8wEOzVlT&#10;1pyUJrZ1T79cCLv8+P63+9E2oqfO144VLOYJCOLS6ZorBZev7PEVhA/IGhvHpOBGHva7ycMWU+0G&#10;PlNfhErEEPYpKjAhtKmUvjRk0c9dSxy5b9dZDBF2ldQdDjHcNvIpSV6kxZpjg8GW3gyVP8XVKuBE&#10;Zp8fZaPl8feyyt9NkT9fC6Vm0/GwARFoDP/iu/ukFSzXcX48E4+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wWaU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4xs8YA&#10;AADcAAAADwAAAGRycy9kb3ducmV2LnhtbESPQWvCQBSE7wX/w/KE3upGa0uMWaXaCtZboyC5PbLP&#10;JDT7NmS3mvrrXaHQ4zAz3zDpsjeNOFPnassKxqMIBHFhdc2lgsN+8xSDcB5ZY2OZFPySg+Vi8JBi&#10;ou2Fv+ic+VIECLsEFVTet4mUrqjIoBvZljh4J9sZ9EF2pdQdXgLcNHISRa/SYM1hocKW1hUV39mP&#10;UZCd8lyv+GP6Gb+49W73fJ0dN+9KPQ77tzkIT73/D/+1t1rBdDaG+5lw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4xs8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d7QMUA&#10;AADcAAAADwAAAGRycy9kb3ducmV2LnhtbESPwWrDMBBE74H+g9hCb7Fcp4TWjRJCSKGHHBrHH7BY&#10;G8uptXIt2XH/PioUchxm5g2z2ky2FSP1vnGs4DlJQRBXTjdcKyhPH/NXED4ga2wdk4Jf8rBZP8xW&#10;mGt35SONRahFhLDPUYEJocul9JUhiz5xHXH0zq63GKLsa6l7vEa4bWWWpktpseG4YLCjnaHquxis&#10;gqzcXnbnr8Xh8rNIeW/NtB+ORqmnx2n7DiLQFO7h//anVvDylsHfmX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3tA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v7WccA&#10;AADcAAAADwAAAGRycy9kb3ducmV2LnhtbESPQWvCQBSE74X+h+UVequbWls0ZpUqCF4Kaj3o7SX7&#10;TILZt3F31dhf7xYKPQ4z8w2TTTvTiAs5X1tW8NpLQBAXVtdcKth+L16GIHxA1thYJgU38jCdPD5k&#10;mGp75TVdNqEUEcI+RQVVCG0qpS8qMuh7tiWO3sE6gyFKV0rt8BrhppH9JPmQBmuOCxW2NK+oOG7O&#10;RsFsNJydVgP++lnne9rv8uN73yVKPT91n2MQgbrwH/5rL7WCwegNfs/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b+1nHAAAA3AAAAA8AAAAAAAAAAAAAAAAAmAIAAGRy&#10;cy9kb3ducmV2LnhtbFBLBQYAAAAABAAEAPUAAACMAwAAAAA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VvsUA&#10;AADcAAAADwAAAGRycy9kb3ducmV2LnhtbESPT4vCMBTE78J+h/AWvIimlSLaNcqyKKgX8c/CHh/N&#10;27bYvJQm1vrtjSB4HGbmN8x82ZlKtNS40rKCeBSBIM6sLjlXcD6th1MQziNrrCyTgjs5WC4+enNM&#10;tb3xgdqjz0WAsEtRQeF9nUrpsoIMupGtiYP3bxuDPsgml7rBW4CbSo6jaCINlhwWCqzpp6Dscrwa&#10;BTuZtYNtQvE+b/8uq/3010wOsVL9z+77C4Snzr/Dr/ZGK0hmC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+dW+xQAAANw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bWsUA&#10;AADcAAAADwAAAGRycy9kb3ducmV2LnhtbESP3WrCQBSE74W+w3IKvdNNpRFNXUVKCxUK4s8DHHZP&#10;k9Ds2ZA9mrRP7xYEL4eZ+YZZrgffqAt1sQ5s4HmSgSK2wdVcGjgdP8ZzUFGQHTaBycAvRVivHkZL&#10;LFzoeU+Xg5QqQTgWaKASaQuto63IY5yEljh536HzKEl2pXYd9gnuGz3Nspn2WHNaqLClt4rsz+Hs&#10;DUzPVqxfbP++3k+S745tn+XzjTFPj8PmFZTQIPfwrf3pDLwscvg/k46AX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Fta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9tcYA&#10;AADcAAAADwAAAGRycy9kb3ducmV2LnhtbESPQWsCMRSE70L/Q3gFb5qtLWK3RpHSSoVV0fbS2yN5&#10;bhY3L8sm6vrvm4LgcZiZb5jpvHO1OFMbKs8KnoYZCGLtTcWlgp/vz8EERIjIBmvPpOBKAeazh94U&#10;c+MvvKPzPpYiQTjkqMDG2ORSBm3JYRj6hjh5B986jEm2pTQtXhLc1XKUZWPpsOK0YLGhd0v6uD85&#10;BXr5XHysil+rT6Ptuqw228LtDkr1H7vFG4hIXbyHb+0vo+DldQz/Z9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e9tc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D5/cUA&#10;AADcAAAADwAAAGRycy9kb3ducmV2LnhtbESPQWvCQBSE74X+h+UVetNNpERNXUMRCvYiNKbU4yP7&#10;mgSzb0N2TVJ/fVcQehxm5htmk02mFQP1rrGsIJ5HIIhLqxuuFBTH99kKhPPIGlvLpOCXHGTbx4cN&#10;ptqO/ElD7isRIOxSVFB736VSurImg25uO+Lg/djeoA+yr6TucQxw08pFFCXSYMNhocaOdjWV5/xi&#10;FHTm+lWcPg5DFH/jQo87Hs8JK/X8NL29gvA0+f/wvb3XCl7WS7idCUd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0Pn9xQAAANwAAAAPAAAAAAAAAAAAAAAAAJgCAABkcnMv&#10;ZG93bnJldi54bWxQSwUGAAAAAAQABAD1AAAAig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GdnsEA&#10;AADcAAAADwAAAGRycy9kb3ducmV2LnhtbERPTWvCQBC9F/wPywje6sYipUZXEcHiSagRorchOybB&#10;7GzIrhr99Z1DocfH+16seteoO3Wh9mxgMk5AERfe1lwaOGbb9y9QISJbbDyTgScFWC0HbwtMrX/w&#10;D90PsVQSwiFFA1WMbap1KCpyGMa+JRbu4juHUWBXatvhQ8Jdoz+S5FM7rFkaKmxpU1FxPdycgelp&#10;ts5yOr+u+bfP9S7b+/32Zsxo2K/noCL18V/8595Z8c1krZyRI6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RnZ7BAAAA3A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ndTMYA&#10;AADcAAAADwAAAGRycy9kb3ducmV2LnhtbESPQWvCQBSE70L/w/IKvemmVkJMXUUUoSIU1EKvz+xr&#10;kib7Nu5uNf77bqHgcZiZb5jZojetuJDztWUFz6MEBHFhdc2lgo/jZpiB8AFZY2uZFNzIw2L+MJhh&#10;ru2V93Q5hFJECPscFVQhdLmUvqjIoB/Zjjh6X9YZDFG6UmqH1wg3rRwnSSoN1hwXKuxoVVHRHH6M&#10;gvPLunl3p8/v026b3dKmOI/lNlXq6bFfvoII1Id7+L/9phVMplP4OxOP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HndTMYAAADc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/NMIA&#10;AADcAAAADwAAAGRycy9kb3ducmV2LnhtbERPy2oCMRTdF/yHcIXuaqLUoqNRtFDopuBrobvr5Doz&#10;OLmZJqmOfr1ZFFwezns6b20tLuRD5VhDv6dAEOfOVFxo2G2/3kYgQkQ2WDsmDTcKMJ91XqaYGXfl&#10;NV02sRAphEOGGsoYm0zKkJdkMfRcQ5y4k/MWY4K+kMbjNYXbWg6U+pAWK04NJTb0WVJ+3vxZDcvx&#10;aPm7euef+/p4oMP+eB4OvNL6tdsuJiAitfEp/nd/Gw1DleanM+kI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v80wgAAANwAAAAPAAAAAAAAAAAAAAAAAJgCAABkcnMvZG93&#10;bnJldi54bWxQSwUGAAAAAAQABAD1AAAAhwMAAAAA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64SsUA&#10;AADcAAAADwAAAGRycy9kb3ducmV2LnhtbESP0WoCMRRE3wv9h3AFX4omCpZ2NUopLVi6sFT9gOvm&#10;uruY3CxJqtu/N4VCH4eZOcOsNoOz4kIhdp41zKYKBHHtTceNhsP+ffIEIiZkg9YzafihCJv1/d0K&#10;C+Ov/EWXXWpEhnAsUEObUl9IGeuWHMap74mzd/LBYcoyNNIEvGa4s3Ku1KN02HFeaLGn15bq8+7b&#10;aXibH0N1xE9bq31jy4+qfHiuSq3Ho+FlCSLRkP7Df+2t0bBQM/g9k4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frhKxQAAANw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3whcYA&#10;AADcAAAADwAAAGRycy9kb3ducmV2LnhtbESPQWvCQBSE7wX/w/IKvdVNLUqNriEKgYJQrXrw+My+&#10;ZkOzb2N2q/Hfd4VCj8PMfMPMs9424kKdrx0reBkmIIhLp2uuFBz2xfMbCB+QNTaOScGNPGSLwcMc&#10;U+2u/EmXXahEhLBPUYEJoU2l9KUhi37oWuLofbnOYoiyq6Tu8BrhtpGjJJlIizXHBYMtrQyV37sf&#10;q8BKPJ6qSVF+5K/rzXpaL7fnwij19NjnMxCB+vAf/mu/awXjZAT3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3whc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0F008B" w:rsidRPr="008D3E19" w:rsidRDefault="000F008B" w:rsidP="000F008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0F008B" w:rsidRPr="008D3E19" w:rsidRDefault="000F008B" w:rsidP="000F008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УКРАЇНА</w:t>
      </w:r>
    </w:p>
    <w:p w:rsidR="000F008B" w:rsidRPr="008D3E19" w:rsidRDefault="000F008B" w:rsidP="000F008B">
      <w:pPr>
        <w:keepNext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КРУПЕЦЬКА СІЛЬСЬКА РАДА</w:t>
      </w:r>
    </w:p>
    <w:p w:rsidR="000F008B" w:rsidRPr="008D3E19" w:rsidRDefault="000F008B" w:rsidP="000F008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СЛАВУТСЬКОГО РАЙОНУ</w:t>
      </w:r>
    </w:p>
    <w:p w:rsidR="000F008B" w:rsidRPr="008D3E19" w:rsidRDefault="000F008B" w:rsidP="000F008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ХМЕЛЬНИЦЬКОЇ ОБЛАСТІ</w:t>
      </w:r>
    </w:p>
    <w:p w:rsidR="000F008B" w:rsidRPr="008D3E19" w:rsidRDefault="000F008B" w:rsidP="000F008B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504" o:spid="_x0000_s1026" style="position:absolute;margin-left:219.6pt;margin-top:717.85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D9OI+8B3kAABlXBAAOAAAAAAAAAAAAAAAAAC4CAABkcnMvZTJvRG9j&#10;LnhtbFBLAQItABQABgAIAAAAIQDfzpAw4gAAAA0BAAAPAAAAAAAAAAAAAAAAAGF7AABkcnMvZG93&#10;bnJldi54bWxQSwUGAAAAAAQABADzAAAAcHwAAAAA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F008B" w:rsidRPr="008D3E19" w:rsidRDefault="000F008B" w:rsidP="000F008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proofErr w:type="gram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Р</w:t>
      </w:r>
      <w:proofErr w:type="gram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ІШЕННЯ</w:t>
      </w:r>
    </w:p>
    <w:p w:rsidR="000F008B" w:rsidRPr="008D3E19" w:rsidRDefault="000F008B" w:rsidP="000F008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Х</w:t>
      </w:r>
      <w:r>
        <w:rPr>
          <w:rFonts w:ascii="Times New Roman" w:eastAsiaTheme="minorHAnsi" w:hAnsi="Times New Roman"/>
          <w:sz w:val="24"/>
          <w:szCs w:val="24"/>
          <w:lang w:val="ru-RU"/>
        </w:rPr>
        <w:t>ХХХІ</w:t>
      </w:r>
      <w:r w:rsidRPr="008D3E19">
        <w:rPr>
          <w:rFonts w:ascii="Times New Roman" w:eastAsiaTheme="minorHAnsi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сесії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ради   </w:t>
      </w:r>
      <w:r w:rsidRPr="008D3E19">
        <w:rPr>
          <w:rFonts w:ascii="Times New Roman" w:eastAsiaTheme="minorHAnsi" w:hAnsi="Times New Roman"/>
          <w:sz w:val="24"/>
          <w:szCs w:val="24"/>
          <w:lang w:val="en-US"/>
        </w:rPr>
        <w:t>VII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скликання</w:t>
      </w:r>
      <w:proofErr w:type="spellEnd"/>
    </w:p>
    <w:p w:rsidR="000F008B" w:rsidRPr="008D3E19" w:rsidRDefault="000F008B" w:rsidP="000F008B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</w:t>
      </w:r>
      <w:r>
        <w:rPr>
          <w:rFonts w:ascii="Times New Roman" w:eastAsiaTheme="minorHAnsi" w:hAnsi="Times New Roman"/>
          <w:sz w:val="24"/>
          <w:szCs w:val="24"/>
          <w:lang w:val="ru-RU"/>
        </w:rPr>
        <w:t>23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.09. 2020р.                      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Крупець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                               №___  </w:t>
      </w: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color w:val="FF0000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Про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надання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дозволу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розробку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проекту 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із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землеустрою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щодо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відведення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земельної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ділянки</w:t>
      </w:r>
      <w:proofErr w:type="spellEnd"/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Ковбі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М.М.</w:t>
      </w: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Відповідно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gram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до</w:t>
      </w:r>
      <w:proofErr w:type="gram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gram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пункту</w:t>
      </w:r>
      <w:proofErr w:type="gram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34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частини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1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статті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26,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статті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42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місцеве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самоврядування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», статей 12,  118 та 121 Земельного кодексу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,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землеустрій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»,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розглянувши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заяву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Ковби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М.М.,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рада </w:t>
      </w: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ВИРІШИЛА:</w:t>
      </w: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1.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Надати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Ковбі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Миколі Михайловичу, який зареєстрований за адресою: </w:t>
      </w:r>
      <w:r w:rsidR="000B199E">
        <w:rPr>
          <w:rFonts w:ascii="Times New Roman" w:eastAsiaTheme="minorHAnsi" w:hAnsi="Times New Roman"/>
          <w:sz w:val="24"/>
          <w:szCs w:val="24"/>
        </w:rPr>
        <w:t>_____________________</w:t>
      </w:r>
      <w:bookmarkStart w:id="0" w:name="_GoBack"/>
      <w:bookmarkEnd w:id="0"/>
      <w:r w:rsidRPr="008D3E19">
        <w:rPr>
          <w:rFonts w:ascii="Times New Roman" w:eastAsiaTheme="minorHAnsi" w:hAnsi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0,1200 га, для індивідуального садівництва, земельна ділянка розташована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</w:t>
      </w:r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.К</w:t>
      </w:r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>омарівка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>, по вул. Лісовій.</w:t>
      </w: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2.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Ковбі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М.М., 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F008B" w:rsidRPr="008D3E19" w:rsidRDefault="000F008B" w:rsidP="000F008B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008B" w:rsidRPr="008D3E19" w:rsidRDefault="000F008B" w:rsidP="000F008B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F008B" w:rsidRPr="008D3E19" w:rsidRDefault="000F008B" w:rsidP="000F008B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Сільський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голова                                                                                         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В.А.Михалюк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</w:p>
    <w:p w:rsidR="00B436AA" w:rsidRDefault="00B436AA"/>
    <w:sectPr w:rsidR="00B436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8B"/>
    <w:rsid w:val="000B199E"/>
    <w:rsid w:val="000F008B"/>
    <w:rsid w:val="00171A2E"/>
    <w:rsid w:val="00304C90"/>
    <w:rsid w:val="00505B6D"/>
    <w:rsid w:val="006D3977"/>
    <w:rsid w:val="007D6C18"/>
    <w:rsid w:val="00B436A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8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8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2020-09-17T15:18:00Z</dcterms:created>
  <dcterms:modified xsi:type="dcterms:W3CDTF">2020-09-17T15:44:00Z</dcterms:modified>
</cp:coreProperties>
</file>