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7D3" w:rsidRPr="00AF2E62" w:rsidRDefault="003D37D3" w:rsidP="003D37D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3D37D3" w:rsidRPr="00AF2E62" w:rsidRDefault="003D37D3" w:rsidP="003D37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D69F29" wp14:editId="65A4B84A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434" name="Группа 144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43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D37D3" w:rsidRDefault="003D37D3" w:rsidP="003D37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5D69F29" id="Группа 1443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Pb+GReJ2AABBWQQADgAAAAAAAAAAAAAA&#10;AAAuAgAAZHJzL2Uyb0RvYy54bWxQSwECLQAUAAYACAAAACEAntNkbd0AAAAGAQAADwAAAAAAAAAA&#10;AAAAAAA8eQAAZHJzL2Rvd25yZXYueG1sUEsFBgAAAAAEAAQA8wAAAEZ6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" fillcolor="black" stroked="f"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" fillcolor="black" stroked="f"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D37D3" w:rsidRDefault="003D37D3" w:rsidP="003D37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D37D3" w:rsidRPr="00AF2E62" w:rsidRDefault="003D37D3" w:rsidP="003D3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D37D3" w:rsidRPr="00AF2E62" w:rsidRDefault="003D37D3" w:rsidP="003D37D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D37D3" w:rsidRPr="00AF2E62" w:rsidRDefault="003D37D3" w:rsidP="003D3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D37D3" w:rsidRPr="00AF2E62" w:rsidRDefault="003D37D3" w:rsidP="003D3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D37D3" w:rsidRPr="00AF2E62" w:rsidRDefault="003D37D3" w:rsidP="003D3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3D37D3" w:rsidRPr="00AF2E62" w:rsidRDefault="003D37D3" w:rsidP="003D37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3D37D3" w:rsidRPr="00AF2E62" w:rsidRDefault="003D37D3" w:rsidP="003D3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3D37D3" w:rsidRPr="00AF2E62" w:rsidRDefault="003D37D3" w:rsidP="003D3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3D37D3" w:rsidRPr="00AF2E62" w:rsidRDefault="003D37D3" w:rsidP="003D3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D37D3" w:rsidRPr="00AF2E62" w:rsidRDefault="003D37D3" w:rsidP="003D3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3D37D3" w:rsidRPr="00AF2E62" w:rsidRDefault="003D37D3" w:rsidP="003D37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D37D3" w:rsidRPr="00AF2E62" w:rsidRDefault="003D37D3" w:rsidP="003D37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D37D3" w:rsidRPr="00AF2E62" w:rsidRDefault="003D37D3" w:rsidP="003D37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D37D3" w:rsidRPr="00AF2E62" w:rsidRDefault="003D37D3" w:rsidP="003D37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3D37D3" w:rsidRPr="00AF2E62" w:rsidRDefault="003D37D3" w:rsidP="003D37D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D37D3" w:rsidRPr="00AF2E62" w:rsidRDefault="003D37D3" w:rsidP="003D37D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D37D3" w:rsidRPr="00AF2E62" w:rsidRDefault="003D37D3" w:rsidP="003D37D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D37D3" w:rsidRPr="00AF2E62" w:rsidRDefault="003D37D3" w:rsidP="003D37D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3D37D3" w:rsidRPr="00AF2E62" w:rsidRDefault="003D37D3" w:rsidP="003D37D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Кирилюк В.Д.</w:t>
      </w:r>
    </w:p>
    <w:p w:rsidR="003D37D3" w:rsidRPr="00AF2E62" w:rsidRDefault="003D37D3" w:rsidP="003D37D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3D37D3" w:rsidRPr="00AF2E62" w:rsidRDefault="003D37D3" w:rsidP="003D37D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D37D3" w:rsidRPr="00AF2E62" w:rsidRDefault="003D37D3" w:rsidP="003D37D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</w:t>
      </w:r>
      <w:r>
        <w:rPr>
          <w:rFonts w:ascii="Times New Roman" w:eastAsia="Calibri" w:hAnsi="Times New Roman" w:cs="Times New Roman"/>
          <w:sz w:val="24"/>
          <w:lang w:val="ru-RU" w:eastAsia="en-US"/>
        </w:rPr>
        <w:t>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регулювання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містобудівної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діяльності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ради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15.01.2020р. №7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затвердження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Генерального плану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пункту та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зонінгу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села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Колом’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>,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району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Хмельницької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області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Кирилюк В.Д.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рада </w:t>
      </w:r>
    </w:p>
    <w:p w:rsidR="003D37D3" w:rsidRPr="00AF2E62" w:rsidRDefault="003D37D3" w:rsidP="003D37D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3D37D3" w:rsidRPr="00AF2E62" w:rsidRDefault="003D37D3" w:rsidP="003D37D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D37D3" w:rsidRPr="004275CA" w:rsidRDefault="003D37D3" w:rsidP="003D37D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Відмовити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Кирилюк Валентині Дмитрівні,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F2E8C">
        <w:rPr>
          <w:rFonts w:ascii="Times New Roman" w:eastAsia="Calibri" w:hAnsi="Times New Roman" w:cs="Times New Roman"/>
          <w:sz w:val="24"/>
          <w:lang w:eastAsia="en-US"/>
        </w:rPr>
        <w:t>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у наданні дозволу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00га,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індивідуального дачного будівництва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337F7">
        <w:rPr>
          <w:rFonts w:ascii="Times New Roman" w:eastAsia="Calibri" w:hAnsi="Times New Roman" w:cs="Times New Roman"/>
          <w:sz w:val="24"/>
          <w:szCs w:val="24"/>
          <w:lang w:eastAsia="en-US"/>
        </w:rPr>
        <w:t>що заявлена ініціатива не відповідає містобудівній документації за функціональним призначенням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</w:t>
      </w:r>
    </w:p>
    <w:p w:rsidR="003D37D3" w:rsidRPr="00AF2E62" w:rsidRDefault="003D37D3" w:rsidP="003D37D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D37D3" w:rsidRPr="00AF2E62" w:rsidRDefault="003D37D3" w:rsidP="003D37D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D37D3" w:rsidRPr="00AF2E62" w:rsidRDefault="003D37D3" w:rsidP="003D37D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D37D3" w:rsidRDefault="003D37D3" w:rsidP="003D37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D37D3" w:rsidRDefault="003D37D3" w:rsidP="003D37D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22A87" w:rsidRPr="003D37D3" w:rsidRDefault="003D37D3" w:rsidP="003D37D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22A87" w:rsidRPr="003D37D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7D3"/>
    <w:rsid w:val="00222A87"/>
    <w:rsid w:val="003D37D3"/>
    <w:rsid w:val="00CF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D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7D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248</Words>
  <Characters>1420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2021-06-22T08:29:00Z</dcterms:created>
  <dcterms:modified xsi:type="dcterms:W3CDTF">2021-06-22T12:58:00Z</dcterms:modified>
</cp:coreProperties>
</file>