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16" w:rsidRDefault="00593B16" w:rsidP="00593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93B16" w:rsidRDefault="00593B16" w:rsidP="00593B16"/>
    <w:p w:rsidR="00593B16" w:rsidRDefault="00593B16" w:rsidP="00593B16"/>
    <w:p w:rsidR="00593B16" w:rsidRDefault="00593B16" w:rsidP="00593B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93B16" w:rsidRDefault="00593B16" w:rsidP="00593B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93B16" w:rsidRDefault="00593B16" w:rsidP="00593B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93B16" w:rsidRDefault="00593B16" w:rsidP="00593B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93B16" w:rsidRDefault="00593B16" w:rsidP="00593B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B16" w:rsidRDefault="00593B16" w:rsidP="00593B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93B16" w:rsidRDefault="00593B16" w:rsidP="00593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3B16" w:rsidRDefault="00593B16" w:rsidP="00593B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93B16" w:rsidRDefault="00593B16" w:rsidP="00593B1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№38</w:t>
      </w:r>
    </w:p>
    <w:p w:rsidR="00593B16" w:rsidRPr="00C804C9" w:rsidRDefault="00593B16" w:rsidP="00593B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593B16" w:rsidRPr="00C804C9" w:rsidRDefault="00593B16" w:rsidP="00593B1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93B16" w:rsidRPr="00C804C9" w:rsidRDefault="00593B16" w:rsidP="00593B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93B16" w:rsidRPr="00C804C9" w:rsidRDefault="00593B16" w:rsidP="00593B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93B16" w:rsidRPr="00C804C9" w:rsidRDefault="00593B16" w:rsidP="00593B1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Ткач А.М.</w:t>
      </w:r>
    </w:p>
    <w:p w:rsidR="00593B16" w:rsidRPr="00C804C9" w:rsidRDefault="00593B16" w:rsidP="00593B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93B16" w:rsidRPr="00C804C9" w:rsidRDefault="00593B16" w:rsidP="00593B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Ткач А.М.,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93B16" w:rsidRPr="00C804C9" w:rsidRDefault="00593B16" w:rsidP="00593B1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93B16" w:rsidRPr="00C804C9" w:rsidRDefault="00593B16" w:rsidP="00593B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Ткач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Аллі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F226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0,41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93B16" w:rsidRPr="00C804C9" w:rsidRDefault="00593B16" w:rsidP="00593B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Ткач А.М.,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93B16" w:rsidRPr="00C804C9" w:rsidRDefault="00593B16" w:rsidP="00593B1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93B16" w:rsidRPr="00C804C9" w:rsidRDefault="00593B16" w:rsidP="00593B1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93B16" w:rsidRPr="00C804C9" w:rsidRDefault="00593B16" w:rsidP="00593B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006F5" w:rsidRPr="00593B16" w:rsidRDefault="00593B16" w:rsidP="00593B1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06F5" w:rsidRPr="00593B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16"/>
    <w:rsid w:val="00171A2E"/>
    <w:rsid w:val="00304C90"/>
    <w:rsid w:val="00505B6D"/>
    <w:rsid w:val="00593B16"/>
    <w:rsid w:val="006D3977"/>
    <w:rsid w:val="007D6C18"/>
    <w:rsid w:val="00AF2267"/>
    <w:rsid w:val="00D006F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258</Words>
  <Characters>1472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2020-07-29T13:55:00Z</dcterms:created>
  <dcterms:modified xsi:type="dcterms:W3CDTF">2020-07-29T17:16:00Z</dcterms:modified>
</cp:coreProperties>
</file>