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B9" w:rsidRDefault="00E16DB9" w:rsidP="00E16DB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DB9" w:rsidRDefault="00E16DB9" w:rsidP="00E16D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16DB9" w:rsidRDefault="00E16DB9" w:rsidP="00E16D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16DB9" w:rsidRDefault="00E16DB9" w:rsidP="00E16D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6DB9" w:rsidRDefault="00E16DB9" w:rsidP="00E16D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6DB9" w:rsidRDefault="00E16DB9" w:rsidP="00E16D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6DB9" w:rsidRDefault="00E16DB9" w:rsidP="00E16D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6DB9" w:rsidRDefault="00E16DB9" w:rsidP="00E16D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16DB9" w:rsidRDefault="00E16DB9" w:rsidP="00E16DB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16DB9" w:rsidRDefault="00E16DB9" w:rsidP="00E16D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16DB9" w:rsidRDefault="00E16DB9" w:rsidP="00E16D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16DB9" w:rsidRDefault="00E16DB9" w:rsidP="00E16D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6DB9" w:rsidRDefault="00E16DB9" w:rsidP="00E16D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16DB9" w:rsidRDefault="00E16DB9" w:rsidP="00E16D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6DB9" w:rsidRDefault="00E16DB9" w:rsidP="00E16D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16DB9" w:rsidRDefault="00E16DB9" w:rsidP="00E16DB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16DB9" w:rsidRPr="00865E44" w:rsidRDefault="00E16DB9" w:rsidP="00E16DB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</w:t>
      </w:r>
    </w:p>
    <w:p w:rsidR="00E16DB9" w:rsidRDefault="00E16DB9" w:rsidP="00E16DB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16DB9" w:rsidRPr="004E74F7" w:rsidRDefault="00E16DB9" w:rsidP="00E16DB9">
      <w:pPr>
        <w:pStyle w:val="5"/>
        <w:spacing w:before="0"/>
        <w:rPr>
          <w:rFonts w:ascii="Times New Roman" w:hAnsi="Times New Roman" w:cs="Times New Roman"/>
          <w:b/>
          <w:color w:val="auto"/>
          <w:sz w:val="24"/>
        </w:rPr>
      </w:pPr>
      <w:r w:rsidRPr="004E74F7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Про затвердження Програми </w:t>
      </w:r>
      <w:r w:rsidRPr="004E74F7">
        <w:rPr>
          <w:rFonts w:ascii="Times New Roman" w:hAnsi="Times New Roman" w:cs="Times New Roman"/>
          <w:b/>
          <w:color w:val="auto"/>
          <w:sz w:val="24"/>
        </w:rPr>
        <w:t>ліквідації наслідків</w:t>
      </w:r>
    </w:p>
    <w:p w:rsidR="00E16DB9" w:rsidRPr="004E74F7" w:rsidRDefault="00E16DB9" w:rsidP="00E16DB9">
      <w:pPr>
        <w:pStyle w:val="5"/>
        <w:spacing w:before="0"/>
        <w:rPr>
          <w:rFonts w:ascii="Times New Roman" w:hAnsi="Times New Roman" w:cs="Times New Roman"/>
          <w:b/>
          <w:color w:val="auto"/>
          <w:sz w:val="24"/>
        </w:rPr>
      </w:pPr>
      <w:r w:rsidRPr="004E74F7">
        <w:rPr>
          <w:rFonts w:ascii="Times New Roman" w:hAnsi="Times New Roman" w:cs="Times New Roman"/>
          <w:b/>
          <w:color w:val="auto"/>
          <w:sz w:val="24"/>
        </w:rPr>
        <w:t>надзвичайних ситуацій, пов’язаних з нещасними</w:t>
      </w:r>
    </w:p>
    <w:p w:rsidR="00E16DB9" w:rsidRPr="004E74F7" w:rsidRDefault="00E16DB9" w:rsidP="00E16DB9">
      <w:pPr>
        <w:pStyle w:val="5"/>
        <w:spacing w:before="0"/>
        <w:rPr>
          <w:rFonts w:ascii="Times New Roman" w:hAnsi="Times New Roman" w:cs="Times New Roman"/>
          <w:b/>
          <w:color w:val="auto"/>
          <w:sz w:val="24"/>
        </w:rPr>
      </w:pPr>
      <w:r w:rsidRPr="004E74F7">
        <w:rPr>
          <w:rFonts w:ascii="Times New Roman" w:hAnsi="Times New Roman" w:cs="Times New Roman"/>
          <w:b/>
          <w:color w:val="auto"/>
          <w:sz w:val="24"/>
        </w:rPr>
        <w:t xml:space="preserve">випадками з людьми на воді на 2021 рік </w:t>
      </w:r>
    </w:p>
    <w:p w:rsidR="00E16DB9" w:rsidRPr="004E74F7" w:rsidRDefault="00E16DB9" w:rsidP="00E16DB9">
      <w:pPr>
        <w:rPr>
          <w:lang w:eastAsia="ru-RU"/>
        </w:rPr>
      </w:pPr>
    </w:p>
    <w:p w:rsidR="00E16DB9" w:rsidRPr="004159F2" w:rsidRDefault="00E16DB9" w:rsidP="00E16DB9">
      <w:pPr>
        <w:pStyle w:val="afb"/>
        <w:spacing w:line="276" w:lineRule="auto"/>
        <w:ind w:firstLineChars="236" w:firstLine="533"/>
        <w:jc w:val="both"/>
        <w:rPr>
          <w:b w:val="0"/>
          <w:szCs w:val="24"/>
        </w:rPr>
      </w:pPr>
      <w:r w:rsidRPr="004159F2">
        <w:rPr>
          <w:b w:val="0"/>
          <w:szCs w:val="24"/>
        </w:rPr>
        <w:t xml:space="preserve">Відповідно до пункту 22 частини 1 статті 26 Закону України «Про місцеве самоврядування в Україні»,  сільська рада </w:t>
      </w:r>
    </w:p>
    <w:p w:rsidR="00E16DB9" w:rsidRPr="00865E44" w:rsidRDefault="00E16DB9" w:rsidP="00E16DB9">
      <w:pPr>
        <w:pStyle w:val="afb"/>
        <w:spacing w:line="276" w:lineRule="auto"/>
        <w:jc w:val="both"/>
        <w:rPr>
          <w:b w:val="0"/>
          <w:szCs w:val="24"/>
        </w:rPr>
      </w:pPr>
      <w:r w:rsidRPr="003A3FBB">
        <w:rPr>
          <w:b w:val="0"/>
          <w:szCs w:val="24"/>
        </w:rPr>
        <w:t>ВИРІШИЛА:</w:t>
      </w:r>
    </w:p>
    <w:p w:rsidR="00E16DB9" w:rsidRPr="00700374" w:rsidRDefault="00E16DB9" w:rsidP="00E16DB9">
      <w:pPr>
        <w:pStyle w:val="HTML0"/>
        <w:spacing w:line="276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0037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ліквідації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наслідків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надзвичайних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ситуацій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пов’язаних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нещасними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випадками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з людьми на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воді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2021</w:t>
      </w:r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00374"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r w:rsidRPr="00700374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037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додатком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>.</w:t>
      </w:r>
    </w:p>
    <w:p w:rsidR="00E16DB9" w:rsidRPr="00700374" w:rsidRDefault="00E16DB9" w:rsidP="00E16DB9">
      <w:pPr>
        <w:pStyle w:val="HTML0"/>
        <w:spacing w:line="276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0037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0374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0037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0037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037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374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Бережна Т.М</w:t>
      </w:r>
      <w:r w:rsidRPr="00700374">
        <w:rPr>
          <w:rFonts w:ascii="Times New Roman" w:hAnsi="Times New Roman" w:cs="Times New Roman"/>
          <w:sz w:val="24"/>
          <w:szCs w:val="24"/>
        </w:rPr>
        <w:t>.).</w:t>
      </w:r>
    </w:p>
    <w:p w:rsidR="00E16DB9" w:rsidRPr="00700374" w:rsidRDefault="00E16DB9" w:rsidP="00E16DB9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16DB9" w:rsidRPr="00700374" w:rsidRDefault="00E16DB9" w:rsidP="00E16DB9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16DB9" w:rsidRPr="00700374" w:rsidRDefault="00E16DB9" w:rsidP="00E16DB9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16DB9" w:rsidRPr="00700374" w:rsidRDefault="00E16DB9" w:rsidP="00E16DB9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16DB9" w:rsidRPr="00700374" w:rsidRDefault="00E16DB9" w:rsidP="00E16DB9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16DB9" w:rsidRPr="00700374" w:rsidRDefault="00E16DB9" w:rsidP="00E16DB9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0037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700374">
        <w:rPr>
          <w:rFonts w:ascii="Times New Roman" w:hAnsi="Times New Roman" w:cs="Times New Roman"/>
          <w:sz w:val="24"/>
          <w:szCs w:val="24"/>
        </w:rPr>
        <w:t xml:space="preserve"> голова </w:t>
      </w:r>
      <w:r w:rsidRPr="00700374">
        <w:rPr>
          <w:rFonts w:ascii="Times New Roman" w:hAnsi="Times New Roman" w:cs="Times New Roman"/>
          <w:sz w:val="24"/>
          <w:szCs w:val="24"/>
        </w:rPr>
        <w:tab/>
      </w:r>
      <w:r w:rsidRPr="00700374">
        <w:rPr>
          <w:rFonts w:ascii="Times New Roman" w:hAnsi="Times New Roman" w:cs="Times New Roman"/>
          <w:sz w:val="24"/>
          <w:szCs w:val="24"/>
        </w:rPr>
        <w:tab/>
      </w:r>
      <w:r w:rsidRPr="00700374">
        <w:rPr>
          <w:rFonts w:ascii="Times New Roman" w:hAnsi="Times New Roman" w:cs="Times New Roman"/>
          <w:sz w:val="24"/>
          <w:szCs w:val="24"/>
        </w:rPr>
        <w:tab/>
      </w:r>
      <w:r w:rsidRPr="007003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00374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  <w:r w:rsidRPr="007003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DB9" w:rsidRPr="00700374" w:rsidRDefault="00E16DB9" w:rsidP="00E16DB9">
      <w:pPr>
        <w:pStyle w:val="HTML0"/>
        <w:spacing w:line="276" w:lineRule="auto"/>
        <w:ind w:leftChars="2698" w:left="5936" w:firstLine="2"/>
        <w:rPr>
          <w:rFonts w:ascii="Times New Roman" w:hAnsi="Times New Roman" w:cs="Times New Roman"/>
          <w:sz w:val="24"/>
          <w:szCs w:val="24"/>
        </w:rPr>
      </w:pPr>
    </w:p>
    <w:p w:rsidR="00E16DB9" w:rsidRPr="00700374" w:rsidRDefault="00E16DB9" w:rsidP="00E16DB9">
      <w:pPr>
        <w:rPr>
          <w:sz w:val="24"/>
        </w:rPr>
      </w:pPr>
    </w:p>
    <w:p w:rsidR="00E16DB9" w:rsidRPr="00700374" w:rsidRDefault="00E16DB9" w:rsidP="00E16DB9">
      <w:pPr>
        <w:rPr>
          <w:sz w:val="24"/>
        </w:rPr>
      </w:pPr>
    </w:p>
    <w:p w:rsidR="00E16DB9" w:rsidRPr="00700374" w:rsidRDefault="00E16DB9" w:rsidP="00E16DB9">
      <w:pPr>
        <w:rPr>
          <w:sz w:val="24"/>
        </w:rPr>
      </w:pPr>
    </w:p>
    <w:p w:rsidR="00E16DB9" w:rsidRPr="00700374" w:rsidRDefault="00E16DB9" w:rsidP="00E16DB9">
      <w:pPr>
        <w:rPr>
          <w:sz w:val="24"/>
        </w:rPr>
      </w:pPr>
    </w:p>
    <w:p w:rsidR="00E16DB9" w:rsidRPr="00700374" w:rsidRDefault="00E16DB9" w:rsidP="00E16DB9">
      <w:pPr>
        <w:rPr>
          <w:sz w:val="24"/>
        </w:rPr>
      </w:pPr>
    </w:p>
    <w:p w:rsidR="00E16DB9" w:rsidRDefault="00E16DB9" w:rsidP="00E16DB9">
      <w:pPr>
        <w:rPr>
          <w:sz w:val="24"/>
        </w:rPr>
      </w:pPr>
    </w:p>
    <w:p w:rsidR="00E16DB9" w:rsidRPr="00700374" w:rsidRDefault="00E16DB9" w:rsidP="00E16DB9">
      <w:pPr>
        <w:rPr>
          <w:sz w:val="24"/>
        </w:rPr>
      </w:pPr>
    </w:p>
    <w:p w:rsidR="00E16DB9" w:rsidRDefault="00E16DB9" w:rsidP="00E16DB9">
      <w:pPr>
        <w:pStyle w:val="HTML0"/>
        <w:tabs>
          <w:tab w:val="left" w:pos="7088"/>
        </w:tabs>
        <w:ind w:leftChars="2531" w:left="5568" w:firstLine="2"/>
        <w:rPr>
          <w:rFonts w:ascii="Times New Roman" w:hAnsi="Times New Roman" w:cs="Times New Roman"/>
          <w:sz w:val="24"/>
          <w:szCs w:val="24"/>
        </w:rPr>
      </w:pPr>
    </w:p>
    <w:p w:rsidR="00E16DB9" w:rsidRPr="00865E44" w:rsidRDefault="00E16DB9" w:rsidP="00E16DB9">
      <w:pPr>
        <w:pStyle w:val="HTML0"/>
        <w:tabs>
          <w:tab w:val="left" w:pos="7088"/>
        </w:tabs>
        <w:spacing w:line="276" w:lineRule="auto"/>
        <w:ind w:leftChars="2531" w:left="5568" w:firstLine="2"/>
        <w:rPr>
          <w:rFonts w:ascii="Times New Roman" w:hAnsi="Times New Roman" w:cs="Times New Roman"/>
          <w:sz w:val="24"/>
          <w:szCs w:val="24"/>
        </w:rPr>
      </w:pPr>
      <w:proofErr w:type="spellStart"/>
      <w:r w:rsidRPr="00865E44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865E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DB9" w:rsidRPr="00865E44" w:rsidRDefault="00E16DB9" w:rsidP="00E16DB9">
      <w:pPr>
        <w:pStyle w:val="HTML0"/>
        <w:tabs>
          <w:tab w:val="left" w:pos="7088"/>
        </w:tabs>
        <w:spacing w:line="276" w:lineRule="auto"/>
        <w:ind w:leftChars="2531" w:left="5568" w:firstLine="2"/>
        <w:rPr>
          <w:rFonts w:ascii="Times New Roman" w:hAnsi="Times New Roman" w:cs="Times New Roman"/>
          <w:sz w:val="24"/>
          <w:szCs w:val="24"/>
        </w:rPr>
      </w:pPr>
      <w:r w:rsidRPr="00865E44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865E4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65E4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65E44">
        <w:rPr>
          <w:rFonts w:ascii="Times New Roman" w:hAnsi="Times New Roman" w:cs="Times New Roman"/>
          <w:sz w:val="24"/>
          <w:szCs w:val="24"/>
        </w:rPr>
        <w:t xml:space="preserve"> Х </w:t>
      </w:r>
      <w:proofErr w:type="spellStart"/>
      <w:r w:rsidRPr="00865E44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865E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E4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65E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E4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65E44">
        <w:rPr>
          <w:rFonts w:ascii="Times New Roman" w:hAnsi="Times New Roman" w:cs="Times New Roman"/>
          <w:sz w:val="24"/>
          <w:szCs w:val="24"/>
        </w:rPr>
        <w:t xml:space="preserve"> ради VІІІ </w:t>
      </w:r>
      <w:proofErr w:type="spellStart"/>
      <w:r w:rsidRPr="00865E44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E16DB9" w:rsidRPr="00865E44" w:rsidRDefault="00E16DB9" w:rsidP="00E16DB9">
      <w:pPr>
        <w:pStyle w:val="HTML0"/>
        <w:tabs>
          <w:tab w:val="left" w:pos="7088"/>
        </w:tabs>
        <w:spacing w:line="276" w:lineRule="auto"/>
        <w:ind w:leftChars="2531" w:left="5568" w:firstLine="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22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квітня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2021 №1</w:t>
      </w:r>
    </w:p>
    <w:p w:rsidR="00E16DB9" w:rsidRPr="00865E44" w:rsidRDefault="00E16DB9" w:rsidP="00E16DB9">
      <w:pPr>
        <w:rPr>
          <w:rFonts w:ascii="Times New Roman" w:hAnsi="Times New Roman" w:cs="Times New Roman"/>
          <w:b/>
          <w:sz w:val="24"/>
          <w:szCs w:val="24"/>
        </w:rPr>
      </w:pPr>
    </w:p>
    <w:p w:rsidR="00E16DB9" w:rsidRPr="00865E44" w:rsidRDefault="00E16DB9" w:rsidP="00E16D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E44">
        <w:rPr>
          <w:rFonts w:ascii="Times New Roman" w:hAnsi="Times New Roman" w:cs="Times New Roman"/>
          <w:b/>
          <w:sz w:val="24"/>
          <w:szCs w:val="24"/>
        </w:rPr>
        <w:t xml:space="preserve">Програма </w:t>
      </w:r>
    </w:p>
    <w:p w:rsidR="00E16DB9" w:rsidRPr="00865E44" w:rsidRDefault="00E16DB9" w:rsidP="00E16D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E44">
        <w:rPr>
          <w:rFonts w:ascii="Times New Roman" w:hAnsi="Times New Roman" w:cs="Times New Roman"/>
          <w:b/>
          <w:sz w:val="24"/>
          <w:szCs w:val="24"/>
        </w:rPr>
        <w:t>ліквідації наслідків надзвичайних ситуацій, пов’язаних з нещасними випадками з людьми на воді на 2021 рік</w:t>
      </w:r>
    </w:p>
    <w:p w:rsidR="00E16DB9" w:rsidRPr="00865E44" w:rsidRDefault="00E16DB9" w:rsidP="00E16DB9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E44">
        <w:rPr>
          <w:rFonts w:ascii="Times New Roman" w:hAnsi="Times New Roman" w:cs="Times New Roman"/>
          <w:b/>
          <w:sz w:val="24"/>
          <w:szCs w:val="24"/>
        </w:rPr>
        <w:t>1.Загальна характеристика</w:t>
      </w:r>
    </w:p>
    <w:p w:rsidR="00E16DB9" w:rsidRPr="00865E44" w:rsidRDefault="00E16DB9" w:rsidP="00E16DB9">
      <w:pPr>
        <w:pStyle w:val="af1"/>
        <w:ind w:left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90"/>
      </w:tblGrid>
      <w:tr w:rsidR="00E16DB9" w:rsidRPr="00865E44" w:rsidTr="008E0952">
        <w:tc>
          <w:tcPr>
            <w:tcW w:w="4927" w:type="dxa"/>
          </w:tcPr>
          <w:p w:rsidR="00E16DB9" w:rsidRPr="00865E44" w:rsidRDefault="00E16DB9" w:rsidP="008E0952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928" w:type="dxa"/>
          </w:tcPr>
          <w:p w:rsidR="00E16DB9" w:rsidRPr="00865E44" w:rsidRDefault="00E16DB9" w:rsidP="008E0952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5E44"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 w:rsidRPr="00865E44">
              <w:rPr>
                <w:rFonts w:ascii="Times New Roman" w:hAnsi="Times New Roman"/>
                <w:sz w:val="24"/>
                <w:szCs w:val="24"/>
              </w:rPr>
              <w:t xml:space="preserve"> сільська рада </w:t>
            </w:r>
            <w:proofErr w:type="spellStart"/>
            <w:r w:rsidRPr="00865E44">
              <w:rPr>
                <w:rFonts w:ascii="Times New Roman" w:hAnsi="Times New Roman"/>
                <w:sz w:val="24"/>
                <w:szCs w:val="24"/>
              </w:rPr>
              <w:t>Славутського</w:t>
            </w:r>
            <w:proofErr w:type="spellEnd"/>
            <w:r w:rsidRPr="00865E44">
              <w:rPr>
                <w:rFonts w:ascii="Times New Roman" w:hAnsi="Times New Roman"/>
                <w:sz w:val="24"/>
                <w:szCs w:val="24"/>
              </w:rPr>
              <w:t xml:space="preserve"> району Хмельницької області</w:t>
            </w:r>
          </w:p>
        </w:tc>
      </w:tr>
      <w:tr w:rsidR="00E16DB9" w:rsidRPr="00865E44" w:rsidTr="008E0952">
        <w:tc>
          <w:tcPr>
            <w:tcW w:w="4927" w:type="dxa"/>
          </w:tcPr>
          <w:p w:rsidR="00E16DB9" w:rsidRPr="00865E44" w:rsidRDefault="00E16DB9" w:rsidP="008E0952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Розробники Програми</w:t>
            </w:r>
          </w:p>
        </w:tc>
        <w:tc>
          <w:tcPr>
            <w:tcW w:w="4928" w:type="dxa"/>
          </w:tcPr>
          <w:p w:rsidR="00E16DB9" w:rsidRPr="00865E44" w:rsidRDefault="00E16DB9" w:rsidP="008E0952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5E44"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 w:rsidRPr="00865E44">
              <w:rPr>
                <w:rFonts w:ascii="Times New Roman" w:hAnsi="Times New Roman"/>
                <w:sz w:val="24"/>
                <w:szCs w:val="24"/>
              </w:rPr>
              <w:t xml:space="preserve"> сільська рада </w:t>
            </w:r>
            <w:proofErr w:type="spellStart"/>
            <w:r w:rsidRPr="00865E44">
              <w:rPr>
                <w:rFonts w:ascii="Times New Roman" w:hAnsi="Times New Roman"/>
                <w:sz w:val="24"/>
                <w:szCs w:val="24"/>
              </w:rPr>
              <w:t>Славутського</w:t>
            </w:r>
            <w:proofErr w:type="spellEnd"/>
            <w:r w:rsidRPr="00865E44">
              <w:rPr>
                <w:rFonts w:ascii="Times New Roman" w:hAnsi="Times New Roman"/>
                <w:sz w:val="24"/>
                <w:szCs w:val="24"/>
              </w:rPr>
              <w:t xml:space="preserve"> району Хмельницької області</w:t>
            </w:r>
          </w:p>
        </w:tc>
      </w:tr>
      <w:tr w:rsidR="00E16DB9" w:rsidRPr="00865E44" w:rsidTr="008E0952">
        <w:tc>
          <w:tcPr>
            <w:tcW w:w="4927" w:type="dxa"/>
          </w:tcPr>
          <w:p w:rsidR="00E16DB9" w:rsidRPr="00865E44" w:rsidRDefault="00E16DB9" w:rsidP="008E0952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Учасники Програми</w:t>
            </w:r>
          </w:p>
        </w:tc>
        <w:tc>
          <w:tcPr>
            <w:tcW w:w="4928" w:type="dxa"/>
          </w:tcPr>
          <w:p w:rsidR="00E16DB9" w:rsidRPr="00865E44" w:rsidRDefault="00E16DB9" w:rsidP="008E0952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5E44"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 w:rsidRPr="00865E44">
              <w:rPr>
                <w:rFonts w:ascii="Times New Roman" w:hAnsi="Times New Roman"/>
                <w:sz w:val="24"/>
                <w:szCs w:val="24"/>
              </w:rPr>
              <w:t xml:space="preserve"> сільська рада </w:t>
            </w:r>
            <w:proofErr w:type="spellStart"/>
            <w:r w:rsidRPr="00865E44">
              <w:rPr>
                <w:rFonts w:ascii="Times New Roman" w:hAnsi="Times New Roman"/>
                <w:sz w:val="24"/>
                <w:szCs w:val="24"/>
              </w:rPr>
              <w:t>Славутського</w:t>
            </w:r>
            <w:proofErr w:type="spellEnd"/>
            <w:r w:rsidRPr="00865E44">
              <w:rPr>
                <w:rFonts w:ascii="Times New Roman" w:hAnsi="Times New Roman"/>
                <w:sz w:val="24"/>
                <w:szCs w:val="24"/>
              </w:rPr>
              <w:t xml:space="preserve"> району Хмельницької області;</w:t>
            </w:r>
          </w:p>
          <w:p w:rsidR="00E16DB9" w:rsidRPr="00865E44" w:rsidRDefault="00E16DB9" w:rsidP="008E0952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Комунальна установа «</w:t>
            </w:r>
            <w:proofErr w:type="spellStart"/>
            <w:r w:rsidRPr="00865E44">
              <w:rPr>
                <w:rFonts w:ascii="Times New Roman" w:hAnsi="Times New Roman"/>
                <w:sz w:val="24"/>
                <w:szCs w:val="24"/>
              </w:rPr>
              <w:t>Славутська</w:t>
            </w:r>
            <w:proofErr w:type="spellEnd"/>
            <w:r w:rsidRPr="00865E44">
              <w:rPr>
                <w:rFonts w:ascii="Times New Roman" w:hAnsi="Times New Roman"/>
                <w:sz w:val="24"/>
                <w:szCs w:val="24"/>
              </w:rPr>
              <w:t xml:space="preserve"> міська рятувально-водолазна служба» м. Славута  Хмельницька область</w:t>
            </w:r>
          </w:p>
        </w:tc>
      </w:tr>
      <w:tr w:rsidR="00E16DB9" w:rsidRPr="00865E44" w:rsidTr="008E0952">
        <w:tc>
          <w:tcPr>
            <w:tcW w:w="4927" w:type="dxa"/>
          </w:tcPr>
          <w:p w:rsidR="00E16DB9" w:rsidRPr="00865E44" w:rsidRDefault="00E16DB9" w:rsidP="008E0952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Терміни реалізації Програми</w:t>
            </w:r>
          </w:p>
        </w:tc>
        <w:tc>
          <w:tcPr>
            <w:tcW w:w="4928" w:type="dxa"/>
          </w:tcPr>
          <w:p w:rsidR="00E16DB9" w:rsidRPr="00865E44" w:rsidRDefault="00E16DB9" w:rsidP="008E0952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2021 рік</w:t>
            </w:r>
          </w:p>
        </w:tc>
      </w:tr>
      <w:tr w:rsidR="00E16DB9" w:rsidRPr="00865E44" w:rsidTr="008E0952">
        <w:tc>
          <w:tcPr>
            <w:tcW w:w="4927" w:type="dxa"/>
          </w:tcPr>
          <w:p w:rsidR="00E16DB9" w:rsidRPr="00865E44" w:rsidRDefault="00E16DB9" w:rsidP="008E0952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4928" w:type="dxa"/>
          </w:tcPr>
          <w:p w:rsidR="00E16DB9" w:rsidRPr="00865E44" w:rsidRDefault="00E16DB9" w:rsidP="008E0952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 xml:space="preserve">55,4 </w:t>
            </w:r>
            <w:proofErr w:type="spellStart"/>
            <w:r w:rsidRPr="00865E44"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  <w:r w:rsidRPr="00865E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16DB9" w:rsidRPr="00865E44" w:rsidTr="008E0952">
        <w:tc>
          <w:tcPr>
            <w:tcW w:w="4927" w:type="dxa"/>
          </w:tcPr>
          <w:p w:rsidR="00E16DB9" w:rsidRPr="00865E44" w:rsidRDefault="00E16DB9" w:rsidP="008E0952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Основні джерела фінансування</w:t>
            </w:r>
          </w:p>
        </w:tc>
        <w:tc>
          <w:tcPr>
            <w:tcW w:w="4928" w:type="dxa"/>
          </w:tcPr>
          <w:p w:rsidR="00E16DB9" w:rsidRPr="00865E44" w:rsidRDefault="00E16DB9" w:rsidP="008E0952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865E44"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 w:rsidRPr="00865E44">
              <w:rPr>
                <w:rFonts w:ascii="Times New Roman" w:hAnsi="Times New Roman"/>
                <w:sz w:val="24"/>
                <w:szCs w:val="24"/>
              </w:rPr>
              <w:t xml:space="preserve"> сільської ради (субвенція на спільне утримання)</w:t>
            </w:r>
          </w:p>
        </w:tc>
      </w:tr>
    </w:tbl>
    <w:p w:rsidR="00E16DB9" w:rsidRPr="00865E44" w:rsidRDefault="00E16DB9" w:rsidP="00E16DB9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DB9" w:rsidRPr="00865E44" w:rsidRDefault="00E16DB9" w:rsidP="00E16DB9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E44">
        <w:rPr>
          <w:rFonts w:ascii="Times New Roman" w:hAnsi="Times New Roman" w:cs="Times New Roman"/>
          <w:b/>
          <w:sz w:val="24"/>
          <w:szCs w:val="24"/>
        </w:rPr>
        <w:t>2.Визначення проблеми, на розв’язання якої спрямована Програма</w:t>
      </w:r>
    </w:p>
    <w:p w:rsidR="00E16DB9" w:rsidRPr="00865E44" w:rsidRDefault="00E16DB9" w:rsidP="00E16DB9">
      <w:pPr>
        <w:pStyle w:val="af1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65E44">
        <w:rPr>
          <w:rFonts w:ascii="Times New Roman" w:hAnsi="Times New Roman"/>
          <w:sz w:val="24"/>
          <w:szCs w:val="24"/>
        </w:rPr>
        <w:t xml:space="preserve">Програма ліквідації наслідків надзвичайних ситуацій, пов’язаних з ліквідацією нещасних випадків з людьми на воді (далі – Програма) спрямована на реалізацію в </w:t>
      </w:r>
      <w:proofErr w:type="spellStart"/>
      <w:r w:rsidRPr="00865E44">
        <w:rPr>
          <w:rFonts w:ascii="Times New Roman" w:hAnsi="Times New Roman"/>
          <w:sz w:val="24"/>
          <w:szCs w:val="24"/>
        </w:rPr>
        <w:t>Крупецькій</w:t>
      </w:r>
      <w:proofErr w:type="spellEnd"/>
      <w:r w:rsidRPr="00865E44">
        <w:rPr>
          <w:rFonts w:ascii="Times New Roman" w:hAnsi="Times New Roman"/>
          <w:sz w:val="24"/>
          <w:szCs w:val="24"/>
        </w:rPr>
        <w:t xml:space="preserve"> територіальній громаді та населених пунктах, що ввійшли до її складу, відповідно до Кодексу цивільного захисту населення від 02 жовтня 2012 року № 5403-VІ, </w:t>
      </w:r>
      <w:r w:rsidRPr="00865E44">
        <w:rPr>
          <w:rFonts w:ascii="Times New Roman" w:hAnsi="Times New Roman"/>
          <w:sz w:val="24"/>
          <w:szCs w:val="24"/>
        </w:rPr>
        <w:lastRenderedPageBreak/>
        <w:t>розпорядження Президента України від 14 липня 2001 року № 190/2001 «Про невідкладні заходи щодо запобігання загибелі людей на водних об’єктах», Постанови Кабінету Міністрів України від 09 січня 2014 року №11 «Про затвердження Положення про єдину державну систему цивільного захисту», наказу МВС від 10 квітня 2017 року № 301  «Про затвердження Правил охорони життя людей на водних об’єктах України».</w:t>
      </w:r>
    </w:p>
    <w:p w:rsidR="00E16DB9" w:rsidRPr="00865E44" w:rsidRDefault="00E16DB9" w:rsidP="00E16DB9">
      <w:pPr>
        <w:pStyle w:val="af1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65E44">
        <w:rPr>
          <w:rFonts w:ascii="Times New Roman" w:hAnsi="Times New Roman"/>
          <w:sz w:val="24"/>
          <w:szCs w:val="24"/>
        </w:rPr>
        <w:t>Основним принципом Програми є дотримання загальнодержавних інтересів, що досягаються шляхом формування системи взаємоузгодження заходів органів виконавчої влади, місцевого самоврядування на регіональному та місцевому рівнях, спрямованих на розв’язання проблеми ліквідації наслідків надзвичайних ситуацій, пов’язаних з нещасними випадками з людьми на воді.</w:t>
      </w:r>
    </w:p>
    <w:p w:rsidR="00E16DB9" w:rsidRPr="00865E44" w:rsidRDefault="00E16DB9" w:rsidP="00E16DB9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E44">
        <w:rPr>
          <w:rFonts w:ascii="Times New Roman" w:hAnsi="Times New Roman" w:cs="Times New Roman"/>
          <w:b/>
          <w:sz w:val="24"/>
          <w:szCs w:val="24"/>
        </w:rPr>
        <w:t>3.Мета та основні завдання Програми</w:t>
      </w:r>
    </w:p>
    <w:p w:rsidR="00E16DB9" w:rsidRPr="00865E44" w:rsidRDefault="00E16DB9" w:rsidP="00E16DB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E44">
        <w:rPr>
          <w:rFonts w:ascii="Times New Roman" w:hAnsi="Times New Roman" w:cs="Times New Roman"/>
          <w:sz w:val="24"/>
          <w:szCs w:val="24"/>
        </w:rPr>
        <w:t xml:space="preserve">Мета Програми полягає у визначенні стратегії і тактики розв’язання проблем щодо ліквідації наслідків надзвичайних ситуацій, пов’язаних з нещасними випадками з людьми на воді в </w:t>
      </w:r>
      <w:proofErr w:type="spellStart"/>
      <w:r w:rsidRPr="00865E44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865E44">
        <w:rPr>
          <w:rFonts w:ascii="Times New Roman" w:hAnsi="Times New Roman" w:cs="Times New Roman"/>
          <w:sz w:val="24"/>
          <w:szCs w:val="24"/>
        </w:rPr>
        <w:t xml:space="preserve"> територіальній громаді та селах, що ввійшли до її складу, впровадження комплексу узгоджених і взаємопов’язаних економічних, організаційно-технічних та інших заходів, які детально розробляються на кожному етапі реалізації Програми.</w:t>
      </w:r>
    </w:p>
    <w:p w:rsidR="00E16DB9" w:rsidRPr="00865E44" w:rsidRDefault="00E16DB9" w:rsidP="00E16DB9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E44">
        <w:rPr>
          <w:rFonts w:ascii="Times New Roman" w:hAnsi="Times New Roman" w:cs="Times New Roman"/>
          <w:b/>
          <w:sz w:val="24"/>
          <w:szCs w:val="24"/>
        </w:rPr>
        <w:t>4.Напрямки діяльності та заходи Програми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78"/>
        <w:gridCol w:w="1920"/>
        <w:gridCol w:w="1919"/>
        <w:gridCol w:w="1963"/>
      </w:tblGrid>
      <w:tr w:rsidR="00E16DB9" w:rsidRPr="00865E44" w:rsidTr="008E0952">
        <w:tc>
          <w:tcPr>
            <w:tcW w:w="675" w:type="dxa"/>
            <w:vAlign w:val="center"/>
          </w:tcPr>
          <w:p w:rsidR="00E16DB9" w:rsidRPr="00865E44" w:rsidRDefault="00E16DB9" w:rsidP="008E0952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16DB9" w:rsidRPr="00865E44" w:rsidRDefault="00E16DB9" w:rsidP="008E0952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5E44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3378" w:type="dxa"/>
            <w:vAlign w:val="center"/>
          </w:tcPr>
          <w:p w:rsidR="00E16DB9" w:rsidRPr="00865E44" w:rsidRDefault="00E16DB9" w:rsidP="008E0952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920" w:type="dxa"/>
            <w:vAlign w:val="center"/>
          </w:tcPr>
          <w:p w:rsidR="00E16DB9" w:rsidRPr="00865E44" w:rsidRDefault="00E16DB9" w:rsidP="008E0952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1919" w:type="dxa"/>
            <w:vAlign w:val="center"/>
          </w:tcPr>
          <w:p w:rsidR="00E16DB9" w:rsidRPr="00865E44" w:rsidRDefault="00E16DB9" w:rsidP="008E0952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Виконавці</w:t>
            </w:r>
          </w:p>
        </w:tc>
        <w:tc>
          <w:tcPr>
            <w:tcW w:w="1963" w:type="dxa"/>
            <w:vAlign w:val="center"/>
          </w:tcPr>
          <w:p w:rsidR="00E16DB9" w:rsidRPr="00865E44" w:rsidRDefault="00E16DB9" w:rsidP="008E0952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865E44"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 w:rsidRPr="00865E44">
              <w:rPr>
                <w:rFonts w:ascii="Times New Roman" w:hAnsi="Times New Roman"/>
                <w:sz w:val="24"/>
                <w:szCs w:val="24"/>
              </w:rPr>
              <w:t xml:space="preserve"> територіальної громади</w:t>
            </w:r>
          </w:p>
        </w:tc>
      </w:tr>
      <w:tr w:rsidR="00E16DB9" w:rsidRPr="00865E44" w:rsidTr="008E0952">
        <w:tc>
          <w:tcPr>
            <w:tcW w:w="675" w:type="dxa"/>
            <w:vAlign w:val="center"/>
          </w:tcPr>
          <w:p w:rsidR="00E16DB9" w:rsidRPr="00865E44" w:rsidRDefault="00E16DB9" w:rsidP="008E0952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78" w:type="dxa"/>
            <w:vAlign w:val="center"/>
          </w:tcPr>
          <w:p w:rsidR="00E16DB9" w:rsidRPr="00865E44" w:rsidRDefault="00E16DB9" w:rsidP="008E0952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Ліквідація наслідків надзвичайних ситуацій, пов’язаних з нещасними випадками з людьми на воді</w:t>
            </w:r>
          </w:p>
        </w:tc>
        <w:tc>
          <w:tcPr>
            <w:tcW w:w="1920" w:type="dxa"/>
            <w:vAlign w:val="center"/>
          </w:tcPr>
          <w:p w:rsidR="00E16DB9" w:rsidRPr="00865E44" w:rsidRDefault="00E16DB9" w:rsidP="008E0952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2021 рік</w:t>
            </w:r>
          </w:p>
        </w:tc>
        <w:tc>
          <w:tcPr>
            <w:tcW w:w="1919" w:type="dxa"/>
            <w:vAlign w:val="center"/>
          </w:tcPr>
          <w:p w:rsidR="00E16DB9" w:rsidRPr="00865E44" w:rsidRDefault="00E16DB9" w:rsidP="008E0952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>КУ «</w:t>
            </w:r>
            <w:proofErr w:type="spellStart"/>
            <w:r w:rsidRPr="00865E44">
              <w:rPr>
                <w:rFonts w:ascii="Times New Roman" w:hAnsi="Times New Roman"/>
                <w:sz w:val="24"/>
                <w:szCs w:val="24"/>
              </w:rPr>
              <w:t>Славутська</w:t>
            </w:r>
            <w:proofErr w:type="spellEnd"/>
            <w:r w:rsidRPr="00865E44">
              <w:rPr>
                <w:rFonts w:ascii="Times New Roman" w:hAnsi="Times New Roman"/>
                <w:sz w:val="24"/>
                <w:szCs w:val="24"/>
              </w:rPr>
              <w:t xml:space="preserve"> міська рятувально-водолазна служба»</w:t>
            </w:r>
          </w:p>
        </w:tc>
        <w:tc>
          <w:tcPr>
            <w:tcW w:w="1963" w:type="dxa"/>
            <w:vAlign w:val="center"/>
          </w:tcPr>
          <w:p w:rsidR="00E16DB9" w:rsidRPr="00865E44" w:rsidRDefault="00E16DB9" w:rsidP="008E0952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E44">
              <w:rPr>
                <w:rFonts w:ascii="Times New Roman" w:hAnsi="Times New Roman"/>
                <w:sz w:val="24"/>
                <w:szCs w:val="24"/>
              </w:rPr>
              <w:t xml:space="preserve">55,4 </w:t>
            </w:r>
            <w:proofErr w:type="spellStart"/>
            <w:r w:rsidRPr="00865E44"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  <w:r w:rsidRPr="00865E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16DB9" w:rsidRPr="00865E44" w:rsidRDefault="00E16DB9" w:rsidP="00E16DB9">
      <w:pPr>
        <w:pStyle w:val="af1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E16DB9" w:rsidRPr="00865E44" w:rsidRDefault="00E16DB9" w:rsidP="00E16DB9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E44">
        <w:rPr>
          <w:rFonts w:ascii="Times New Roman" w:hAnsi="Times New Roman" w:cs="Times New Roman"/>
          <w:b/>
          <w:sz w:val="24"/>
          <w:szCs w:val="24"/>
        </w:rPr>
        <w:t>5.Обґрунтування шляхів і засобів розв’язання проблеми, строки та етапи виконання Програми</w:t>
      </w:r>
    </w:p>
    <w:p w:rsidR="00E16DB9" w:rsidRPr="00865E44" w:rsidRDefault="00E16DB9" w:rsidP="00E16DB9">
      <w:pPr>
        <w:pStyle w:val="af1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65E44">
        <w:rPr>
          <w:rFonts w:ascii="Times New Roman" w:hAnsi="Times New Roman"/>
          <w:sz w:val="24"/>
          <w:szCs w:val="24"/>
        </w:rPr>
        <w:t>Для досягнення основної мети Програми передбачається реалізувати заходи для можливості ліквідації наслідків надзвичайних ситуацій з нещасними випадками з людьми на воді:</w:t>
      </w:r>
    </w:p>
    <w:p w:rsidR="00E16DB9" w:rsidRPr="00865E44" w:rsidRDefault="00E16DB9" w:rsidP="00E16DB9">
      <w:pPr>
        <w:pStyle w:val="af1"/>
        <w:numPr>
          <w:ilvl w:val="0"/>
          <w:numId w:val="12"/>
        </w:numPr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E44">
        <w:rPr>
          <w:rFonts w:ascii="Times New Roman" w:hAnsi="Times New Roman"/>
          <w:sz w:val="24"/>
          <w:szCs w:val="24"/>
        </w:rPr>
        <w:t>створення запасу паливо-мастильних матеріалів для оперативного виїзду водолазного підрозділу КУ «</w:t>
      </w:r>
      <w:proofErr w:type="spellStart"/>
      <w:r w:rsidRPr="00865E44">
        <w:rPr>
          <w:rFonts w:ascii="Times New Roman" w:hAnsi="Times New Roman"/>
          <w:sz w:val="24"/>
          <w:szCs w:val="24"/>
        </w:rPr>
        <w:t>Славутська</w:t>
      </w:r>
      <w:proofErr w:type="spellEnd"/>
      <w:r w:rsidRPr="00865E44">
        <w:rPr>
          <w:rFonts w:ascii="Times New Roman" w:hAnsi="Times New Roman"/>
          <w:sz w:val="24"/>
          <w:szCs w:val="24"/>
        </w:rPr>
        <w:t xml:space="preserve"> МРВС» на територію </w:t>
      </w:r>
      <w:proofErr w:type="spellStart"/>
      <w:r w:rsidRPr="00865E44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865E44">
        <w:rPr>
          <w:rFonts w:ascii="Times New Roman" w:hAnsi="Times New Roman"/>
          <w:sz w:val="24"/>
          <w:szCs w:val="24"/>
        </w:rPr>
        <w:t xml:space="preserve"> територіальної громади та населених пунктів, що ввійшли до її складу для проведення робіт і заходів з ліквідації наслідків надзвичайних ситуацій, пов’язаними з нещасними випадками з людьми на воді при їх виникненні;</w:t>
      </w:r>
    </w:p>
    <w:p w:rsidR="00E16DB9" w:rsidRPr="00865E44" w:rsidRDefault="00E16DB9" w:rsidP="00E16DB9">
      <w:pPr>
        <w:pStyle w:val="af1"/>
        <w:numPr>
          <w:ilvl w:val="0"/>
          <w:numId w:val="12"/>
        </w:numPr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E44">
        <w:rPr>
          <w:rFonts w:ascii="Times New Roman" w:hAnsi="Times New Roman"/>
          <w:sz w:val="24"/>
          <w:szCs w:val="24"/>
        </w:rPr>
        <w:t>створення системи організаційно-управлінських заходів;</w:t>
      </w:r>
    </w:p>
    <w:p w:rsidR="00E16DB9" w:rsidRPr="00865E44" w:rsidRDefault="00E16DB9" w:rsidP="00E16DB9">
      <w:pPr>
        <w:pStyle w:val="af1"/>
        <w:numPr>
          <w:ilvl w:val="0"/>
          <w:numId w:val="12"/>
        </w:numPr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E44">
        <w:rPr>
          <w:rFonts w:ascii="Times New Roman" w:hAnsi="Times New Roman"/>
          <w:sz w:val="24"/>
          <w:szCs w:val="24"/>
        </w:rPr>
        <w:lastRenderedPageBreak/>
        <w:t xml:space="preserve">утримання водолазного спорядження та пошукових засобів у постійній готовності до виконання завдань за призначенням – пов’язаних з ліквідацією нещасних випадків з людьми на воді при їх виникненні на території </w:t>
      </w:r>
      <w:proofErr w:type="spellStart"/>
      <w:r w:rsidRPr="00865E44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865E44">
        <w:rPr>
          <w:rFonts w:ascii="Times New Roman" w:hAnsi="Times New Roman"/>
          <w:sz w:val="24"/>
          <w:szCs w:val="24"/>
        </w:rPr>
        <w:t xml:space="preserve"> територіальної громади</w:t>
      </w:r>
      <w:r>
        <w:rPr>
          <w:rFonts w:ascii="Times New Roman" w:hAnsi="Times New Roman"/>
          <w:sz w:val="24"/>
          <w:szCs w:val="24"/>
        </w:rPr>
        <w:t xml:space="preserve"> та населен</w:t>
      </w:r>
      <w:r w:rsidRPr="00865E44">
        <w:rPr>
          <w:rFonts w:ascii="Times New Roman" w:hAnsi="Times New Roman"/>
          <w:sz w:val="24"/>
          <w:szCs w:val="24"/>
        </w:rPr>
        <w:t>их пунктах, що ввійшли до її складу;</w:t>
      </w:r>
    </w:p>
    <w:p w:rsidR="00E16DB9" w:rsidRPr="00865E44" w:rsidRDefault="00E16DB9" w:rsidP="00E16DB9">
      <w:pPr>
        <w:pStyle w:val="af1"/>
        <w:numPr>
          <w:ilvl w:val="0"/>
          <w:numId w:val="12"/>
        </w:numPr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E44">
        <w:rPr>
          <w:rFonts w:ascii="Times New Roman" w:hAnsi="Times New Roman"/>
          <w:sz w:val="24"/>
          <w:szCs w:val="24"/>
        </w:rPr>
        <w:t>відпрацювання працівниками водолазного підрозділу КУ «</w:t>
      </w:r>
      <w:proofErr w:type="spellStart"/>
      <w:r w:rsidRPr="00865E44">
        <w:rPr>
          <w:rFonts w:ascii="Times New Roman" w:hAnsi="Times New Roman"/>
          <w:sz w:val="24"/>
          <w:szCs w:val="24"/>
        </w:rPr>
        <w:t>Славутська</w:t>
      </w:r>
      <w:proofErr w:type="spellEnd"/>
      <w:r w:rsidRPr="00865E44">
        <w:rPr>
          <w:rFonts w:ascii="Times New Roman" w:hAnsi="Times New Roman"/>
          <w:sz w:val="24"/>
          <w:szCs w:val="24"/>
        </w:rPr>
        <w:t xml:space="preserve"> МРВС» прийомів та способів ліквідації наслідків надзвичайних ситуацій;</w:t>
      </w:r>
    </w:p>
    <w:p w:rsidR="00E16DB9" w:rsidRPr="00865E44" w:rsidRDefault="00E16DB9" w:rsidP="00E16DB9">
      <w:pPr>
        <w:pStyle w:val="af1"/>
        <w:numPr>
          <w:ilvl w:val="0"/>
          <w:numId w:val="12"/>
        </w:numPr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E44">
        <w:rPr>
          <w:rFonts w:ascii="Times New Roman" w:hAnsi="Times New Roman"/>
          <w:sz w:val="24"/>
          <w:szCs w:val="24"/>
        </w:rPr>
        <w:t>організація підготовки, перепідготовки водолазного підрозділу КУ «</w:t>
      </w:r>
      <w:proofErr w:type="spellStart"/>
      <w:r w:rsidRPr="00865E44">
        <w:rPr>
          <w:rFonts w:ascii="Times New Roman" w:hAnsi="Times New Roman"/>
          <w:sz w:val="24"/>
          <w:szCs w:val="24"/>
        </w:rPr>
        <w:t>Славутська</w:t>
      </w:r>
      <w:proofErr w:type="spellEnd"/>
      <w:r w:rsidRPr="00865E44">
        <w:rPr>
          <w:rFonts w:ascii="Times New Roman" w:hAnsi="Times New Roman"/>
          <w:sz w:val="24"/>
          <w:szCs w:val="24"/>
        </w:rPr>
        <w:t xml:space="preserve"> МРВС» для виконання завдань за призначенням пов’язаних з ліквідацією нещасних випадків з людьми на воді при їх виникненні на території </w:t>
      </w:r>
      <w:proofErr w:type="spellStart"/>
      <w:r w:rsidRPr="00865E44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865E44">
        <w:rPr>
          <w:rFonts w:ascii="Times New Roman" w:hAnsi="Times New Roman"/>
          <w:sz w:val="24"/>
          <w:szCs w:val="24"/>
        </w:rPr>
        <w:t xml:space="preserve"> об’єднаної територіальної громади та населених пунктах, що ввійшли до її складу;</w:t>
      </w:r>
    </w:p>
    <w:p w:rsidR="00E16DB9" w:rsidRPr="00865E44" w:rsidRDefault="00E16DB9" w:rsidP="00E16DB9">
      <w:pPr>
        <w:pStyle w:val="af1"/>
        <w:numPr>
          <w:ilvl w:val="0"/>
          <w:numId w:val="12"/>
        </w:numPr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E44">
        <w:rPr>
          <w:rFonts w:ascii="Times New Roman" w:hAnsi="Times New Roman"/>
          <w:sz w:val="24"/>
          <w:szCs w:val="24"/>
        </w:rPr>
        <w:t>організація функціонування водолазного підрозділу КУ «</w:t>
      </w:r>
      <w:proofErr w:type="spellStart"/>
      <w:r w:rsidRPr="00865E44">
        <w:rPr>
          <w:rFonts w:ascii="Times New Roman" w:hAnsi="Times New Roman"/>
          <w:sz w:val="24"/>
          <w:szCs w:val="24"/>
        </w:rPr>
        <w:t>Славутська</w:t>
      </w:r>
      <w:proofErr w:type="spellEnd"/>
      <w:r w:rsidRPr="00865E44">
        <w:rPr>
          <w:rFonts w:ascii="Times New Roman" w:hAnsi="Times New Roman"/>
          <w:sz w:val="24"/>
          <w:szCs w:val="24"/>
        </w:rPr>
        <w:t xml:space="preserve"> МРВС» у режимі постійної готовності до виконання необхідного комплексу аварійно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5E4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5E44">
        <w:rPr>
          <w:rFonts w:ascii="Times New Roman" w:hAnsi="Times New Roman"/>
          <w:sz w:val="24"/>
          <w:szCs w:val="24"/>
        </w:rPr>
        <w:t>рятувальних робіт в умовах надзвичайних ситуацій або загрози їх виникнення, забезпечення готовності працівників КУ «</w:t>
      </w:r>
      <w:proofErr w:type="spellStart"/>
      <w:r w:rsidRPr="00865E44">
        <w:rPr>
          <w:rFonts w:ascii="Times New Roman" w:hAnsi="Times New Roman"/>
          <w:sz w:val="24"/>
          <w:szCs w:val="24"/>
        </w:rPr>
        <w:t>Славутська</w:t>
      </w:r>
      <w:proofErr w:type="spellEnd"/>
      <w:r w:rsidRPr="00865E44">
        <w:rPr>
          <w:rFonts w:ascii="Times New Roman" w:hAnsi="Times New Roman"/>
          <w:sz w:val="24"/>
          <w:szCs w:val="24"/>
        </w:rPr>
        <w:t xml:space="preserve"> МРВС» пошуково-рятувальних та аварійно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5E4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5E44">
        <w:rPr>
          <w:rFonts w:ascii="Times New Roman" w:hAnsi="Times New Roman"/>
          <w:sz w:val="24"/>
          <w:szCs w:val="24"/>
        </w:rPr>
        <w:t xml:space="preserve">рятувальних засобів, водолазного та спеціального спорядження; </w:t>
      </w:r>
    </w:p>
    <w:p w:rsidR="00E16DB9" w:rsidRPr="00865E44" w:rsidRDefault="00E16DB9" w:rsidP="00E16DB9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E44">
        <w:rPr>
          <w:rFonts w:ascii="Times New Roman" w:hAnsi="Times New Roman" w:cs="Times New Roman"/>
          <w:b/>
          <w:sz w:val="24"/>
          <w:szCs w:val="24"/>
        </w:rPr>
        <w:t>6.Ресурси забезпечення Програми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3230"/>
        <w:gridCol w:w="3155"/>
      </w:tblGrid>
      <w:tr w:rsidR="00E16DB9" w:rsidRPr="00865E44" w:rsidTr="008E0952">
        <w:trPr>
          <w:jc w:val="center"/>
        </w:trPr>
        <w:tc>
          <w:tcPr>
            <w:tcW w:w="3285" w:type="dxa"/>
            <w:vAlign w:val="center"/>
          </w:tcPr>
          <w:p w:rsidR="00E16DB9" w:rsidRPr="00865E44" w:rsidRDefault="00E16DB9" w:rsidP="008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E44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коштів, які пропонується залучити для виконання Програми</w:t>
            </w:r>
          </w:p>
        </w:tc>
        <w:tc>
          <w:tcPr>
            <w:tcW w:w="3285" w:type="dxa"/>
            <w:vAlign w:val="center"/>
          </w:tcPr>
          <w:p w:rsidR="00E16DB9" w:rsidRPr="00865E44" w:rsidRDefault="00E16DB9" w:rsidP="008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E44">
              <w:rPr>
                <w:rFonts w:ascii="Times New Roman" w:hAnsi="Times New Roman" w:cs="Times New Roman"/>
                <w:b/>
                <w:sz w:val="24"/>
                <w:szCs w:val="24"/>
              </w:rPr>
              <w:t>Період</w:t>
            </w:r>
          </w:p>
        </w:tc>
        <w:tc>
          <w:tcPr>
            <w:tcW w:w="3285" w:type="dxa"/>
            <w:vAlign w:val="center"/>
          </w:tcPr>
          <w:p w:rsidR="00E16DB9" w:rsidRPr="00865E44" w:rsidRDefault="00E16DB9" w:rsidP="008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E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Обсяг ресурсів </w:t>
            </w:r>
          </w:p>
        </w:tc>
      </w:tr>
      <w:tr w:rsidR="00E16DB9" w:rsidRPr="00865E44" w:rsidTr="008E0952">
        <w:trPr>
          <w:jc w:val="center"/>
        </w:trPr>
        <w:tc>
          <w:tcPr>
            <w:tcW w:w="3285" w:type="dxa"/>
            <w:vAlign w:val="center"/>
          </w:tcPr>
          <w:p w:rsidR="00E16DB9" w:rsidRPr="00865E44" w:rsidRDefault="00E16DB9" w:rsidP="008E0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44"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бюджет </w:t>
            </w:r>
            <w:proofErr w:type="spellStart"/>
            <w:r w:rsidRPr="00865E44"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 w:rsidRPr="00865E44">
              <w:rPr>
                <w:rFonts w:ascii="Times New Roman" w:hAnsi="Times New Roman" w:cs="Times New Roman"/>
                <w:sz w:val="24"/>
                <w:szCs w:val="24"/>
              </w:rPr>
              <w:t xml:space="preserve"> ТГ</w:t>
            </w:r>
          </w:p>
        </w:tc>
        <w:tc>
          <w:tcPr>
            <w:tcW w:w="3285" w:type="dxa"/>
            <w:vAlign w:val="center"/>
          </w:tcPr>
          <w:p w:rsidR="00E16DB9" w:rsidRPr="00865E44" w:rsidRDefault="00E16DB9" w:rsidP="00E16DB9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5E44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</w:p>
        </w:tc>
        <w:tc>
          <w:tcPr>
            <w:tcW w:w="3285" w:type="dxa"/>
            <w:vAlign w:val="center"/>
          </w:tcPr>
          <w:p w:rsidR="00E16DB9" w:rsidRPr="00865E44" w:rsidRDefault="00E16DB9" w:rsidP="008E0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44">
              <w:rPr>
                <w:rFonts w:ascii="Times New Roman" w:hAnsi="Times New Roman" w:cs="Times New Roman"/>
                <w:sz w:val="24"/>
                <w:szCs w:val="24"/>
              </w:rPr>
              <w:t>55,4 тис.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5E44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</w:tr>
    </w:tbl>
    <w:p w:rsidR="00E16DB9" w:rsidRPr="00865E44" w:rsidRDefault="00E16DB9" w:rsidP="00E16D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6DB9" w:rsidRPr="00865E44" w:rsidRDefault="00E16DB9" w:rsidP="00E16DB9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E44">
        <w:rPr>
          <w:rFonts w:ascii="Times New Roman" w:hAnsi="Times New Roman" w:cs="Times New Roman"/>
          <w:b/>
          <w:sz w:val="24"/>
          <w:szCs w:val="24"/>
        </w:rPr>
        <w:t>7. Завдання Програми</w:t>
      </w:r>
    </w:p>
    <w:p w:rsidR="00E16DB9" w:rsidRPr="00865E44" w:rsidRDefault="00E16DB9" w:rsidP="00E16DB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E44">
        <w:rPr>
          <w:rFonts w:ascii="Times New Roman" w:hAnsi="Times New Roman" w:cs="Times New Roman"/>
          <w:sz w:val="24"/>
          <w:szCs w:val="24"/>
        </w:rPr>
        <w:t xml:space="preserve">Основними завданнями Програми є реалізація на території </w:t>
      </w:r>
      <w:proofErr w:type="spellStart"/>
      <w:r w:rsidRPr="00865E4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65E44">
        <w:rPr>
          <w:rFonts w:ascii="Times New Roman" w:hAnsi="Times New Roman" w:cs="Times New Roman"/>
          <w:sz w:val="24"/>
          <w:szCs w:val="24"/>
        </w:rPr>
        <w:t xml:space="preserve"> територіальної громади та населе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865E44">
        <w:rPr>
          <w:rFonts w:ascii="Times New Roman" w:hAnsi="Times New Roman" w:cs="Times New Roman"/>
          <w:sz w:val="24"/>
          <w:szCs w:val="24"/>
        </w:rPr>
        <w:t>их пунктах, що ввійшли до її складу державної політики, спрямованої на ліквідацію наслідків надзвичайних ситуацій, пов’язаних з нещасними випадками з людьми на воді.</w:t>
      </w:r>
    </w:p>
    <w:p w:rsidR="00E16DB9" w:rsidRPr="00865E44" w:rsidRDefault="00E16DB9" w:rsidP="00E16DB9">
      <w:pPr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E44">
        <w:rPr>
          <w:rFonts w:ascii="Times New Roman" w:hAnsi="Times New Roman" w:cs="Times New Roman"/>
          <w:b/>
          <w:sz w:val="24"/>
          <w:szCs w:val="24"/>
        </w:rPr>
        <w:t>Результативні показники Програми</w:t>
      </w:r>
    </w:p>
    <w:p w:rsidR="00E16DB9" w:rsidRPr="00865E44" w:rsidRDefault="00E16DB9" w:rsidP="00E16DB9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865E44">
        <w:rPr>
          <w:rFonts w:ascii="Times New Roman" w:hAnsi="Times New Roman" w:cs="Times New Roman"/>
          <w:sz w:val="24"/>
          <w:szCs w:val="24"/>
        </w:rPr>
        <w:t xml:space="preserve">Виконання цієї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E44">
        <w:rPr>
          <w:rFonts w:ascii="Times New Roman" w:hAnsi="Times New Roman" w:cs="Times New Roman"/>
          <w:sz w:val="24"/>
          <w:szCs w:val="24"/>
        </w:rPr>
        <w:t>Програми дозволить:</w:t>
      </w:r>
    </w:p>
    <w:p w:rsidR="00E16DB9" w:rsidRPr="00865E44" w:rsidRDefault="00E16DB9" w:rsidP="00E16DB9">
      <w:pPr>
        <w:numPr>
          <w:ilvl w:val="0"/>
          <w:numId w:val="1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E44">
        <w:rPr>
          <w:rFonts w:ascii="Times New Roman" w:hAnsi="Times New Roman" w:cs="Times New Roman"/>
          <w:sz w:val="24"/>
          <w:szCs w:val="24"/>
        </w:rPr>
        <w:t>ліквідувати надзвичайну ситуацію, пов’язану з нещасним випадком з людьми на воді;</w:t>
      </w:r>
    </w:p>
    <w:p w:rsidR="00E16DB9" w:rsidRPr="00865E44" w:rsidRDefault="00E16DB9" w:rsidP="00E16DB9">
      <w:pPr>
        <w:numPr>
          <w:ilvl w:val="0"/>
          <w:numId w:val="1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E44">
        <w:rPr>
          <w:rFonts w:ascii="Times New Roman" w:hAnsi="Times New Roman" w:cs="Times New Roman"/>
          <w:sz w:val="24"/>
          <w:szCs w:val="24"/>
        </w:rPr>
        <w:t>знизити соціальну напругу серед населення при виникненні надзвичайної ситуації та підвищеної небезпеки;</w:t>
      </w:r>
    </w:p>
    <w:p w:rsidR="00E16DB9" w:rsidRPr="00865E44" w:rsidRDefault="00E16DB9" w:rsidP="00E16DB9">
      <w:pPr>
        <w:numPr>
          <w:ilvl w:val="0"/>
          <w:numId w:val="1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E44">
        <w:rPr>
          <w:rFonts w:ascii="Times New Roman" w:hAnsi="Times New Roman" w:cs="Times New Roman"/>
          <w:sz w:val="24"/>
          <w:szCs w:val="24"/>
        </w:rPr>
        <w:t>попередити виникнення надзвичайних ситуації з нещасними випадками з людьми на воді за допомогою засобів масової інформації.</w:t>
      </w:r>
    </w:p>
    <w:p w:rsidR="00E16DB9" w:rsidRPr="00865E44" w:rsidRDefault="00E16DB9" w:rsidP="00E16D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6DB9" w:rsidRPr="00865E44" w:rsidRDefault="00E16DB9" w:rsidP="00E16D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6DB9" w:rsidRPr="00865E44" w:rsidRDefault="00E16DB9" w:rsidP="00E16D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6DB9" w:rsidRPr="00865E44" w:rsidRDefault="00E16DB9" w:rsidP="00E16D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6DB9" w:rsidRPr="00865E44" w:rsidRDefault="00E16DB9" w:rsidP="00E16DB9">
      <w:pPr>
        <w:jc w:val="both"/>
        <w:rPr>
          <w:rFonts w:ascii="Times New Roman" w:hAnsi="Times New Roman" w:cs="Times New Roman"/>
          <w:sz w:val="24"/>
          <w:szCs w:val="24"/>
        </w:rPr>
      </w:pPr>
      <w:r w:rsidRPr="00865E44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865E44">
        <w:rPr>
          <w:rFonts w:ascii="Times New Roman" w:hAnsi="Times New Roman" w:cs="Times New Roman"/>
          <w:sz w:val="24"/>
          <w:szCs w:val="24"/>
        </w:rPr>
        <w:tab/>
      </w:r>
      <w:r w:rsidRPr="00865E44">
        <w:rPr>
          <w:rFonts w:ascii="Times New Roman" w:hAnsi="Times New Roman" w:cs="Times New Roman"/>
          <w:sz w:val="24"/>
          <w:szCs w:val="24"/>
        </w:rPr>
        <w:tab/>
      </w:r>
      <w:r w:rsidRPr="00865E44">
        <w:rPr>
          <w:rFonts w:ascii="Times New Roman" w:hAnsi="Times New Roman" w:cs="Times New Roman"/>
          <w:sz w:val="24"/>
          <w:szCs w:val="24"/>
        </w:rPr>
        <w:tab/>
      </w:r>
      <w:r w:rsidRPr="00865E44">
        <w:rPr>
          <w:rFonts w:ascii="Times New Roman" w:hAnsi="Times New Roman" w:cs="Times New Roman"/>
          <w:sz w:val="24"/>
          <w:szCs w:val="24"/>
        </w:rPr>
        <w:tab/>
      </w:r>
      <w:r w:rsidRPr="00865E44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865E44">
        <w:rPr>
          <w:rFonts w:ascii="Times New Roman" w:hAnsi="Times New Roman" w:cs="Times New Roman"/>
          <w:sz w:val="24"/>
          <w:szCs w:val="24"/>
        </w:rPr>
        <w:tab/>
      </w:r>
      <w:r w:rsidRPr="00865E44">
        <w:rPr>
          <w:rFonts w:ascii="Times New Roman" w:hAnsi="Times New Roman" w:cs="Times New Roman"/>
          <w:sz w:val="24"/>
          <w:szCs w:val="24"/>
        </w:rPr>
        <w:tab/>
        <w:t xml:space="preserve">            Валерій МИХАЛЮК</w:t>
      </w:r>
    </w:p>
    <w:p w:rsidR="005E1066" w:rsidRDefault="005E1066">
      <w:bookmarkStart w:id="0" w:name="_GoBack"/>
      <w:bookmarkEnd w:id="0"/>
    </w:p>
    <w:sectPr w:rsidR="005E106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D62" w:rsidRDefault="00E15D62">
      <w:pPr>
        <w:spacing w:after="0" w:line="240" w:lineRule="auto"/>
      </w:pPr>
      <w:r>
        <w:separator/>
      </w:r>
    </w:p>
  </w:endnote>
  <w:endnote w:type="continuationSeparator" w:id="0">
    <w:p w:rsidR="00E15D62" w:rsidRDefault="00E15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D62" w:rsidRDefault="00E15D62">
      <w:pPr>
        <w:spacing w:after="0" w:line="240" w:lineRule="auto"/>
      </w:pPr>
      <w:r>
        <w:separator/>
      </w:r>
    </w:p>
  </w:footnote>
  <w:footnote w:type="continuationSeparator" w:id="0">
    <w:p w:rsidR="00E15D62" w:rsidRDefault="00E15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728C6"/>
    <w:multiLevelType w:val="hybridMultilevel"/>
    <w:tmpl w:val="81448D04"/>
    <w:lvl w:ilvl="0" w:tplc="9722882C">
      <w:start w:val="2021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</w:lvl>
    <w:lvl w:ilvl="3" w:tplc="0422000F" w:tentative="1">
      <w:start w:val="1"/>
      <w:numFmt w:val="decimal"/>
      <w:lvlText w:val="%4."/>
      <w:lvlJc w:val="left"/>
      <w:pPr>
        <w:ind w:left="3360" w:hanging="360"/>
      </w:p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</w:lvl>
    <w:lvl w:ilvl="6" w:tplc="0422000F" w:tentative="1">
      <w:start w:val="1"/>
      <w:numFmt w:val="decimal"/>
      <w:lvlText w:val="%7."/>
      <w:lvlJc w:val="left"/>
      <w:pPr>
        <w:ind w:left="5520" w:hanging="360"/>
      </w:p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DB9"/>
    <w:rsid w:val="005E1066"/>
    <w:rsid w:val="00E15D62"/>
    <w:rsid w:val="00E1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DB9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customStyle="1" w:styleId="210">
    <w:name w:val="Основной текст 21"/>
    <w:basedOn w:val="a"/>
    <w:uiPriority w:val="99"/>
    <w:qFormat/>
    <w:rsid w:val="00E16DB9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ar-SA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E16DB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16DB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E16DB9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f2">
    <w:name w:val="Абзац списка Знак"/>
    <w:link w:val="af1"/>
    <w:uiPriority w:val="34"/>
    <w:locked/>
    <w:rsid w:val="00E16DB9"/>
    <w:rPr>
      <w:color w:val="283138" w:themeColor="text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DB9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customStyle="1" w:styleId="210">
    <w:name w:val="Основной текст 21"/>
    <w:basedOn w:val="a"/>
    <w:uiPriority w:val="99"/>
    <w:qFormat/>
    <w:rsid w:val="00E16DB9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ar-SA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E16DB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16DB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E16DB9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f2">
    <w:name w:val="Абзац списка Знак"/>
    <w:link w:val="af1"/>
    <w:uiPriority w:val="34"/>
    <w:locked/>
    <w:rsid w:val="00E16DB9"/>
    <w:rPr>
      <w:color w:val="283138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5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2021-04-27T15:32:00Z</dcterms:created>
  <dcterms:modified xsi:type="dcterms:W3CDTF">2021-04-27T15:32:00Z</dcterms:modified>
</cp:coreProperties>
</file>