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BF9" w:rsidRPr="00B623A8" w:rsidRDefault="007C7BF9" w:rsidP="007C7BF9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7BF9" w:rsidRDefault="007C7BF9" w:rsidP="007C7B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C7BF9" w:rsidRDefault="007C7BF9" w:rsidP="007C7B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C7BF9" w:rsidRPr="00CB5D77" w:rsidRDefault="007C7BF9" w:rsidP="007C7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7BF9" w:rsidRDefault="007C7BF9" w:rsidP="007C7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7BF9" w:rsidRDefault="007C7BF9" w:rsidP="007C7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7BF9" w:rsidRDefault="007C7BF9" w:rsidP="007C7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7BF9" w:rsidRDefault="007C7BF9" w:rsidP="007C7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C7BF9" w:rsidRDefault="007C7BF9" w:rsidP="007C7BF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C7BF9" w:rsidRDefault="007C7BF9" w:rsidP="007C7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C7BF9" w:rsidRDefault="007C7BF9" w:rsidP="007C7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C7BF9" w:rsidRDefault="007C7BF9" w:rsidP="007C7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7BF9" w:rsidRDefault="007C7BF9" w:rsidP="007C7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C7BF9" w:rsidRDefault="007C7BF9" w:rsidP="007C7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7BF9" w:rsidRDefault="007C7BF9" w:rsidP="007C7B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C7BF9" w:rsidRDefault="007C7BF9" w:rsidP="007C7BF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7BF9" w:rsidRDefault="007C7BF9" w:rsidP="007C7BF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7C7BF9" w:rsidRPr="00E12288" w:rsidRDefault="007C7BF9" w:rsidP="007C7BF9">
      <w:pPr>
        <w:spacing w:after="0" w:line="240" w:lineRule="auto"/>
        <w:rPr>
          <w:rFonts w:ascii="Times New Roman" w:hAnsi="Times New Roman"/>
          <w:sz w:val="24"/>
        </w:rPr>
      </w:pPr>
    </w:p>
    <w:p w:rsidR="007C7BF9" w:rsidRPr="00E12288" w:rsidRDefault="007C7BF9" w:rsidP="007C7BF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7BF9" w:rsidRPr="00E12288" w:rsidRDefault="007C7BF9" w:rsidP="007C7BF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7C7BF9" w:rsidRPr="00E12288" w:rsidRDefault="007C7BF9" w:rsidP="007C7BF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7C7BF9" w:rsidRPr="00E12288" w:rsidRDefault="007C7BF9" w:rsidP="007C7BF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7C7BF9" w:rsidRPr="00E12288" w:rsidRDefault="007C7BF9" w:rsidP="007C7BF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єрєвєрзєва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О.А.</w:t>
      </w:r>
    </w:p>
    <w:p w:rsidR="007C7BF9" w:rsidRPr="00E12288" w:rsidRDefault="007C7BF9" w:rsidP="007C7BF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7BF9" w:rsidRPr="00E12288" w:rsidRDefault="007C7BF9" w:rsidP="007C7BF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7BF9" w:rsidRPr="00E12288" w:rsidRDefault="007C7BF9" w:rsidP="007C7BF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proofErr w:type="gramStart"/>
      <w:r w:rsidRPr="006F5706">
        <w:rPr>
          <w:rFonts w:ascii="Times New Roman" w:eastAsia="Arial Unicode MS" w:hAnsi="Times New Roman"/>
          <w:color w:val="000000"/>
          <w:sz w:val="24"/>
          <w:szCs w:val="24"/>
        </w:rPr>
        <w:t>П</w:t>
      </w:r>
      <w:proofErr w:type="gramEnd"/>
      <w:r w:rsidRPr="006F5706">
        <w:rPr>
          <w:rFonts w:ascii="Times New Roman" w:eastAsia="Arial Unicode MS" w:hAnsi="Times New Roman"/>
          <w:color w:val="000000"/>
          <w:sz w:val="24"/>
          <w:szCs w:val="24"/>
        </w:rPr>
        <w:t>єрєвєрзєва</w:t>
      </w:r>
      <w:proofErr w:type="spellEnd"/>
      <w:r w:rsidRPr="006F5706">
        <w:rPr>
          <w:rFonts w:ascii="Times New Roman" w:eastAsia="Arial Unicode MS" w:hAnsi="Times New Roman"/>
          <w:color w:val="000000"/>
          <w:sz w:val="24"/>
          <w:szCs w:val="24"/>
        </w:rPr>
        <w:t xml:space="preserve"> О.А.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</w:p>
    <w:p w:rsidR="007C7BF9" w:rsidRPr="00E12288" w:rsidRDefault="007C7BF9" w:rsidP="007C7BF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7C7BF9" w:rsidRPr="00E12288" w:rsidRDefault="007C7BF9" w:rsidP="007C7BF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7BF9" w:rsidRPr="00E12288" w:rsidRDefault="007C7BF9" w:rsidP="007C7BF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="00254429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єрєвєрзєву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Анатолійовичу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ий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254429">
        <w:rPr>
          <w:rFonts w:ascii="Times New Roman" w:hAnsi="Times New Roman"/>
          <w:sz w:val="24"/>
          <w:lang w:val="uk-UA"/>
        </w:rPr>
        <w:t>___________</w:t>
      </w:r>
      <w:r w:rsidRPr="00E12288">
        <w:rPr>
          <w:rFonts w:ascii="Times New Roman" w:hAnsi="Times New Roman"/>
          <w:sz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254429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0,3395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984000:03:012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154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для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товарного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сільськогосподарського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виробництва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 за межами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населеного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пункту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.</w:t>
      </w:r>
      <w:r>
        <w:rPr>
          <w:rFonts w:ascii="Times New Roman" w:eastAsia="Arial Unicode MS" w:hAnsi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рупець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7C7BF9" w:rsidRPr="00E12288" w:rsidRDefault="007C7BF9" w:rsidP="007C7BF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2.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єрєвєрзєву</w:t>
      </w:r>
      <w:r w:rsidRPr="006F5706">
        <w:rPr>
          <w:rFonts w:ascii="Times New Roman" w:eastAsia="Arial Unicode MS" w:hAnsi="Times New Roman"/>
          <w:color w:val="000000"/>
          <w:sz w:val="24"/>
          <w:szCs w:val="24"/>
        </w:rPr>
        <w:t xml:space="preserve"> О.А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7C7BF9" w:rsidRPr="00E12288" w:rsidRDefault="007C7BF9" w:rsidP="007C7BF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7C7BF9" w:rsidRPr="00E12288" w:rsidRDefault="007C7BF9" w:rsidP="007C7BF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7C7BF9" w:rsidRPr="00E12288" w:rsidRDefault="007C7BF9" w:rsidP="007C7BF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7C7BF9" w:rsidRPr="00E12288" w:rsidRDefault="007C7BF9" w:rsidP="007C7BF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7C7BF9" w:rsidRPr="00E12288" w:rsidRDefault="007C7BF9" w:rsidP="007C7BF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7C7BF9" w:rsidRDefault="007C7BF9" w:rsidP="007C7BF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МИХАЛЮК</w:t>
      </w:r>
    </w:p>
    <w:p w:rsidR="004044E5" w:rsidRDefault="004044E5"/>
    <w:sectPr w:rsidR="004044E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BF9"/>
    <w:rsid w:val="00171A2E"/>
    <w:rsid w:val="00254429"/>
    <w:rsid w:val="00304C90"/>
    <w:rsid w:val="004044E5"/>
    <w:rsid w:val="00505B6D"/>
    <w:rsid w:val="006D3977"/>
    <w:rsid w:val="007C7BF9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C7BF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C7B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C7BF9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C7BF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C7B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C7BF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259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2020-10-10T15:51:00Z</dcterms:created>
  <dcterms:modified xsi:type="dcterms:W3CDTF">2020-10-10T16:21:00Z</dcterms:modified>
</cp:coreProperties>
</file>