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20F" w:rsidRPr="00611135" w:rsidRDefault="00AB520F" w:rsidP="00AB5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SimSun" w:eastAsia="SimSun" w:hAnsi="SimSun" w:cs="Times New Roman"/>
          <w:sz w:val="24"/>
          <w:szCs w:val="24"/>
          <w:lang w:val="ru-RU" w:eastAsia="zh-CN"/>
        </w:rPr>
      </w:pPr>
      <w:r>
        <w:rPr>
          <w:rFonts w:ascii="SimSun" w:eastAsia="SimSun" w:hAnsi="SimSun" w:cs="Times New Roman"/>
          <w:sz w:val="24"/>
          <w:szCs w:val="24"/>
          <w:lang w:val="ru-RU" w:eastAsia="zh-CN"/>
        </w:rPr>
        <w:t>ПРОЕКТ</w:t>
      </w:r>
    </w:p>
    <w:p w:rsidR="00AB520F" w:rsidRPr="00611135" w:rsidRDefault="00AB520F" w:rsidP="00AB5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 w:rsidRPr="00611135">
        <w:rPr>
          <w:rFonts w:ascii="Calibri" w:eastAsia="Times New Roman" w:hAnsi="Calibri" w:cs="Times New Roman" w:hint="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BE5CFD" wp14:editId="68025D4E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87" name="Группа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20F" w:rsidRDefault="00AB520F" w:rsidP="00AB52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7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PnmMMA&#10;AADcAAAADwAAAGRycy9kb3ducmV2LnhtbESPQYvCQAyF78L+hyHC3nSqwlqqo8jiLh4Eseo9dGJb&#10;7GRKZ9Tuv98cBG8J7+W9L8t17xr1oC7Ung1Mxgko4sLbmksD59PPKAUVIrLFxjMZ+KMA69XHYImZ&#10;9U8+0iOPpZIQDhkaqGJsM61DUZHDMPYtsWhX3zmMsnalth0+Jdw1epokX9phzdJQYUvfFRW3/O4M&#10;+Nnvbn8pp8fZlueRN4f0eun3xnwO+80CVKQ+vs2v650V/FRo5Rm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PnmM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/cHMQA&#10;AADcAAAADwAAAGRycy9kb3ducmV2LnhtbERPTWsCMRC9F/wPYYReRLP2YHVrFBG2rR4EtdDrsJlu&#10;tt1MliTV1V/fFARv83ifM192thEn8qF2rGA8ykAQl07XXCn4OBbDKYgQkTU2jknBhQIsF72HOeba&#10;nXlPp0OsRArhkKMCE2ObSxlKQxbDyLXEifty3mJM0FdSezyncNvIpyybSIs1pwaDLa0NlT+HX6vg&#10;u9iZz/Xz9dUPZnu6DortW7OZKPXY71YvICJ18S6+ud91mj+dwf8z6QK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P3Bz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Y2VMIA&#10;AADcAAAADwAAAGRycy9kb3ducmV2LnhtbESPzWrCQBDH7wXfYRnBS9GNClKjq4jUUryI2gcYsmM2&#10;mJ0N2a1J375zELzNMP+P36y3va/Vg9pYBTYwnWSgiItgKy4N/FwP4w9QMSFbrAOTgT+KsN0M3taY&#10;29DxmR6XVCoJ4ZijAZdSk2sdC0ce4yQ0xHK7hdZjkrUttW2xk3Bf61mWLbTHiqXBYUN7R8X98uul&#10;5DTH0/HWXQ9fPXb4eXT8vjsbMxr2uxWoRH16iZ/ubyv4S8GXZ2QCv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jZU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PKEMMA&#10;AADcAAAADwAAAGRycy9kb3ducmV2LnhtbERPTUsDMRC9F/wPYQrebLaltro2LdIqiODBVhBvw2a6&#10;u3QzCcnYXf+9EYTe5vE+Z7UZXKfOFFPr2cB0UoAirrxtuTbwcXi+uQOVBNli55kM/FCCzfpqtMLS&#10;+p7f6byXWuUQTiUaaERCqXWqGnKYJj4QZ+7oo0PJMNbaRuxzuOv0rCgW2mHLuaHBQNuGqtP+2xl4&#10;65/C63JxewxfcT7TaWflcyvGXI+HxwdQQoNcxP/uF5vn30/h75l8gV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PKE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/5TcQA&#10;AADdAAAADwAAAGRycy9kb3ducmV2LnhtbESP32rCMBTG7we+QzjCboama0VGNUqROaQ3ou4BDs2x&#10;KTYnpcls9/ZmMPDy4/vz41tvR9uKO/W+cazgfZ6AIK6cbrhW8H3Zzz5A+ICssXVMCn7Jw3YzeVlj&#10;rt3AJ7qfQy3iCPscFZgQulxKXxmy6OeuI47e1fUWQ5R9LXWPQxy3rUyTZCktNhwJBjvaGapu5x8b&#10;IccMj+V1uOy/RhzwszT8VpyUep2OxQpEoDE8w//tg1awSLIU/t7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/+U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iJdsYA&#10;AADdAAAADwAAAGRycy9kb3ducmV2LnhtbESPQUsDMRSE74L/ITyhN5u1rbWsTYtUhSL0YBWKt8fm&#10;dXdx8xKS1+76701B8DjMzDfMcj24Tp0pptazgbtxAYq48rbl2sDnx+vtAlQSZIudZzLwQwnWq+ur&#10;JZbW9/xO573UKkM4lWigEQml1qlqyGEa+0CcvaOPDiXLWGsbsc9w1+lJUcy1w5bzQoOBNg1V3/uT&#10;M7DrX8Lbw/z+GL7ibKLTs5XDRowZ3QxPj6CEBvkP/7W31sCsmE7h8iY/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iJd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GxfMcA&#10;AADdAAAADwAAAGRycy9kb3ducmV2LnhtbESP3WoCMRSE7wu+QzhCb4pm/anI1igqBAstlKrg7WFz&#10;3F26OVmS1F3fvikUejnMzDfMatPbRtzIh9qxgsk4A0FcOFNzqeB80qMliBCRDTaOScGdAmzWg4cV&#10;5sZ1/Em3YyxFgnDIUUEVY5tLGYqKLIaxa4mTd3XeYkzSl9J47BLcNnKaZQtpsea0UGFL+4qKr+O3&#10;VbD76MqZfyp2vXu7Hi7PWhv9rpV6HPbbFxCR+vgf/mu/GgXzbDaH3zfpCc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hsX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OosQA&#10;AADdAAAADwAAAGRycy9kb3ducmV2LnhtbESP3WoCMRSE7wu+QziCdzXrX5HVKKIsFOlNrQ9w2Bw3&#10;q5uTJYnr+vaNUOjlMDPfMOttbxvRkQ+1YwWTcQaCuHS65krB+ad4X4IIEVlj45gUPCnAdjN4W2Ou&#10;3YO/qTvFSiQIhxwVmBjbXMpQGrIYxq4lTt7FeYsxSV9J7fGR4LaR0yz7kBZrTgsGW9obKm+nu1VQ&#10;HKdf3e2ufeF2/dzSwlyXB6PUaNjvViAi9fE//Nf+1Arm2WwBrzfpCc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VTq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+KkMYA&#10;AADdAAAADwAAAGRycy9kb3ducmV2LnhtbESPQWsCMRSE74X+h/AKXqRmq1VkNUotBAstFK3g9bF5&#10;7i7dvCxJdNd/bwpCj8PMfMMs171txIV8qB0reBllIIgLZ2ouFRx+9PMcRIjIBhvHpOBKAdarx4cl&#10;5sZ1vKPLPpYiQTjkqKCKsc2lDEVFFsPItcTJOzlvMSbpS2k8dgluGznOspm0WHNaqLCl94qK3/3Z&#10;Kth8d+XED4tN7z5P2+NUa6O/tFKDp/5tASJSH//D9/aHUfCaTWbw9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+Kk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t1TsQA&#10;AADdAAAADwAAAGRycy9kb3ducmV2LnhtbESP0WoCMRRE3wv+Q7hC32pWa6usRhHLgpS+VP2Ay+a6&#10;Wd3cLElct39vCoKPw8ycYZbr3jaiIx9qxwrGowwEcel0zZWC46F4m4MIEVlj45gU/FGA9WrwssRc&#10;uxv/UrePlUgQDjkqMDG2uZShNGQxjFxLnLyT8xZjkr6S2uMtwW0jJ1n2KS3WnBYMtrQ1VF72V6ug&#10;+J78dJer9oXb9FNLH+Y8/zJKvQ77zQJEpD4+w4/2TiuYZu8z+H+Tn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LdU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H7GsAA&#10;AADdAAAADwAAAGRycy9kb3ducmV2LnhtbERPzWrCQBC+C77DMgVvZtf6Q0ldpRSUemz0AYbsNAlm&#10;Z2N2a+Lbdw5Cjx/f/3Y/+lbdqY9NYAuLzIAiLoNruLJwOR/mb6BiQnbYBiYLD4qw300nW8xdGPib&#10;7kWqlIRwzNFCnVKXax3LmjzGLHTEwv2E3mMS2Ffa9ThIuG/1qzEb7bFhaaixo8+aymvx6y2sHsPx&#10;Vqyv5uA8LU7L7sSpXFs7exk/3kElGtO/+On+cuIzS5krb+QJ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9H7G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9HncMA&#10;AADdAAAADwAAAGRycy9kb3ducmV2LnhtbESPS6vCMBSE9xf8D+EI7q6pD0SrUURRxNW1PtaH5tgW&#10;m5PSRK3/3gjCXQ4z8w0zWzSmFA+qXWFZQa8bgSBOrS44U3A6bn7HIJxH1lhaJgUvcrCYt35mGGv7&#10;5AM9Ep+JAGEXo4Lc+yqW0qU5GXRdWxEH72prgz7IOpO6xmeAm1L2o2gkDRYcFnKsaJVTekvuRsF9&#10;dOmf+LrXf8n6tZ2sN0snz5lSnXaznILw1Pj/8Le90wqG0WACnzfhCcj5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9Hn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DiesUA&#10;AADdAAAADwAAAGRycy9kb3ducmV2LnhtbERPu27CMBTdK/UfrFuJrTiFKII0DoJKSJShiNfQ7Ta+&#10;TVLi6zR2Ifw9HioxHp13NutNI87UudqygpdhBIK4sLrmUsFhv3yegHAeWWNjmRRcycEsf3zIMNX2&#10;wls673wpQgi7FBVU3replK6oyKAb2pY4cN+2M+gD7EqpO7yEcNPIURQl0mDNoaHClt4qKk67P6Pg&#10;uJkk083iPf5Zf3zh2OjfT10nSg2e+vkrCE+9v4v/3SutII7isD+8CU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kOJ6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SFEsYA&#10;AADdAAAADwAAAGRycy9kb3ducmV2LnhtbESPT2vCQBTE7wW/w/KE3pqNGkRSV/EP2tKTxkKvj+xr&#10;Esy+Ddk1if303ULB4zAzv2GW68HUoqPWVZYVTKIYBHFudcWFgs/L4WUBwnlkjbVlUnAnB+vV6GmJ&#10;qbY9n6nLfCEChF2KCkrvm1RKl5dk0EW2IQ7et20N+iDbQuoW+wA3tZzG8VwarDgslNjQrqT8mt2M&#10;gp/5F57c23S7n2lP92RxtB+no1LP42HzCsLT4B/h//a7VpDEyQT+3o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qSFE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5I3cUA&#10;AADdAAAADwAAAGRycy9kb3ducmV2LnhtbESP0WrCQBRE34X+w3ILvummIZY2dZVSIvRNjf2AS/Z2&#10;E8zeTbKrxn69Kwh9HGbmDLNcj7YVZxp841jByzwBQVw53bBR8HPYzN5A+ICssXVMCq7kYb16miwx&#10;1+7CezqXwYgIYZ+jgjqELpfSVzVZ9HPXEUfv1w0WQ5SDkXrAS4TbVqZJ8iotNhwXauzoq6bqWJ6s&#10;gt6lCz2WBW6PxfuuMSbr//aZUtPn8fMDRKAx/Icf7W+tIEuyF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rkj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NnLsQA&#10;AADdAAAADwAAAGRycy9kb3ducmV2LnhtbESPzW7CMBCE70i8g7WVeiNO+SdgEK2ExBXaQ4+LvSRp&#10;43WIXQg8PUZC6nE0M99oFqvWVuJMjS8dK3hLUhDE2pmScwVfn5veFIQPyAYrx6TgSh5Wy25ngZlx&#10;F97ReR9yESHsM1RQhFBnUnpdkEWfuJo4ekfXWAxRNrk0DV4i3Fayn6ZjabHkuFBgTR8F6d/9n1Ww&#10;LQ80GuvjzE7f9e77dgqDyY9R6vWlXc9BBGrDf/jZ3hoFw3Q4gMeb+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DZy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MrsIA&#10;AADdAAAADwAAAGRycy9kb3ducmV2LnhtbERPW2vCMBR+F/wP4Qh702RSxqxGmYPBxjbBC/p6aI5N&#10;sTkpTVbrv18GAx+/O99i1btadNSGyrOGx4kCQVx4U3Gp4bB/Gz+DCBHZYO2ZNNwowGo5HCwwN/7K&#10;W+p2sRSphEOOGmyMTS5lKCw5DBPfECft7FuHMcG2lKbFayp3tZwq9SQdVpwWLDb0aqm47H6chg43&#10;N3Wy6+/ZR/VVTDfr46dJvH4Y9S9zEJH6eDf/p9+NhkxlGfy9S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Iwy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QXVcQA&#10;AADdAAAADwAAAGRycy9kb3ducmV2LnhtbESPQUvDQBSE70L/w/IK3uymoYrEbkspVDxq9ODxmX3N&#10;pmbfC7vbJvrrXUHwOMzMN8x6O/leXSjETtjAclGAIm7EdtwaeHs93NyDignZYi9MBr4ownYzu1pj&#10;ZWXkF7rUqVUZwrFCAy6lodI6No48xoUMxNk7SvCYsgyttgHHDPe9LoviTnvsOC84HGjvqPmsz97A&#10;+Nh8nMrju3XfYZBD/SynshdjrufT7gFUoin9h//aT9bAqljd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UF1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PhccA&#10;AADdAAAADwAAAGRycy9kb3ducmV2LnhtbESP3WrCQBSE7wt9h+UUvKubilhJXUP8gyItom3vj9lj&#10;krp7NmS3Gt/eFQpeDjPzDTPJOmvEiVpfO1bw0k9AEBdO11wq+P5aPY9B+ICs0TgmBRfykE0fHyaY&#10;anfmLZ12oRQRwj5FBVUITSqlLyqy6PuuIY7ewbUWQ5RtKXWL5wi3Rg6SZCQt1hwXKmxoXlFx3P1Z&#10;BavNwvwOPrf5jwzz5evejNezxYdSvacufwMRqAv38H/7XSsYJsMR3N7EJ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tz4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anp8cA&#10;AADdAAAADwAAAGRycy9kb3ducmV2LnhtbESPQWvCQBSE74X+h+UVvIhuWq2VmFVKQVSw0KaC15fs&#10;Mwlm34bsGtN/3xWEHoeZ+YZJVr2pRUetqywreB5HIIhzqysuFBx+1qM5COeRNdaWScEvOVgtHx8S&#10;jLW98jd1qS9EgLCLUUHpfRNL6fKSDLqxbYiDd7KtQR9kW0jd4jXATS1fomgmDVYcFkps6KOk/Jxe&#10;jILua58V2841u/N86F4n2WbzqY9KDZ769wUIT73/D9/bW61gGk3f4PYmPA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Gp6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520F" w:rsidRDefault="00AB520F" w:rsidP="00AB520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PHMQA&#10;AADdAAAADwAAAGRycy9kb3ducmV2LnhtbERPy2oCMRTdC/2HcAvdaVIZxU6NUgsFN0J9LOruOrmd&#10;GZzcTJOoo1/fLASXh/OezjvbiDP5UDvW8DpQIIgLZ2ouNey2X/0JiBCRDTaOScOVAsxnT70p5sZd&#10;eE3nTSxFCuGQo4YqxjaXMhQVWQwD1xIn7td5izFBX0rj8ZLCbSOHSo2lxZpTQ4UtfVZUHDcnq2Hx&#10;Nln8fWe8uq0Pe9r/HI6joVdavzx3H+8gInXxIb67l0ZDprI0N71JT0DO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4TxzEAAAA3QAAAA8AAAAAAAAAAAAAAAAAmAIAAGRycy9k&#10;b3ducmV2LnhtbFBLBQYAAAAABAAEAPUAAACJAwAAAAA=&#10;" fillcolor="black" stroked="f">
                  <v:textbox>
                    <w:txbxContent>
                      <w:p w:rsidR="00AB520F" w:rsidRDefault="00AB520F" w:rsidP="00AB520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0picgA&#10;AADdAAAADwAAAGRycy9kb3ducmV2LnhtbESPzWsCMRTE7wX/h/CE3mpWsaKrUWo/QNAe/Dh4fG6e&#10;u2E3L8sm1bV/fSMIPQ4z8xtmtmhtJS7UeONYQb+XgCDOnDacKzjsv17GIHxA1lg5JgU38rCYd55m&#10;mGp35S1ddiEXEcI+RQVFCHUqpc8Ksuh7riaO3tk1FkOUTS51g9cIt5UcJMlIWjQcFwqs6b2grNz9&#10;WAXH9ciMt4YGp83v8lNvXsvl90ep1HO3fZuCCNSG//CjvdIKhslwAv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XSmJ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sofMIA&#10;AADdAAAADwAAAGRycy9kb3ducmV2LnhtbERPTWsCMRC9C/6HMEJvNWmpRbZGEYvYSw+1Fa/DZrrZ&#10;7mayJlFXf705FDw+3vds0btWnCjE2rOGp7ECQVx6U3Ol4ed7/TgFEROywdYzabhQhMV8OJhhYfyZ&#10;v+i0TZXIIRwL1GBT6gopY2nJYRz7jjhzvz44TBmGSpqA5xzuWvms1Kt0WHNusNjRylLZbI9OQ1ju&#10;35srH3eNun5e4uavP0zRav0w6pdvIBL16S7+d38YDS9qkvfnN/kJ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yh8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MoVcYA&#10;AADdAAAADwAAAGRycy9kb3ducmV2LnhtbESP3UoDMRSE7wXfIRzBm2KTFq26Ni1FKBQshf48wHFz&#10;3F1MTpbNabv16Y1Q8HKYmW+Y6bwPXp2oS01kC6OhAUVcRtdwZeGwXz68gEqC7NBHJgsXSjCf3d5M&#10;sXDxzFs67aRSGcKpQAu1SFtoncqaAqZhbImz9xW7gJJlV2nX4TnDg9djYyY6YMN5ocaW3msqv3fH&#10;YMGPP/3rx3Nay+Wg1+YnyHawcdbe3/WLN1BCvfyHr+2Vs/Bonkbw9yY/AT3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MoV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25ZsYA&#10;AADdAAAADwAAAGRycy9kb3ducmV2LnhtbESPQWsCMRSE74X+h/CE3jTrUqWsRrEVYS8eulq8PjfP&#10;zWLysmxS3fbXN4VCj8PMfMMs14Oz4kZ9aD0rmE4yEMS11y03Co6H3fgFRIjIGq1nUvBFAdarx4cl&#10;Ftrf+Z1uVWxEgnAoUIGJsSukDLUhh2HiO+LkXXzvMCbZN1L3eE9wZ2WeZXPpsOW0YLCjN0P1tfp0&#10;CrZVZ/NjaV7D6WN/Ptvye0enrVJPo2GzABFpiP/hv3apFTxnsx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25Z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ZTTMQA&#10;AADdAAAADwAAAGRycy9kb3ducmV2LnhtbESPT2sCMRTE7wW/Q3hCbzXRVi1bo4goCD3579DbI3nd&#10;Xd28LJvobr99Iwgeh5n5DTNbdK4SN2pC6VnDcKBAEBtvS841HA+bt08QISJbrDyThj8KsJj3XmaY&#10;Wd/yjm77mIsE4ZChhiLGOpMymIIchoGviZP36xuHMckml7bBNsFdJUdKTaTDktNCgTWtCjKX/dVp&#10;OG/ktzcKzel4ard2+rOeUKW0fu13yy8Qkbr4DD/aW6vhQ43f4f4mPQ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GU0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ZpFsYA&#10;AADdAAAADwAAAGRycy9kb3ducmV2LnhtbESPW4vCMBSE3xf2P4Sz4Jum6w2pRnEXFsTFBy+Ij8fm&#10;2JY2JyWJWv+9WRD2cZiZb5jZojW1uJHzpWUFn70EBHFmdcm5gsP+pzsB4QOyxtoyKXiQh8X8/W2G&#10;qbZ33tJtF3IRIexTVFCE0KRS+qwgg75nG+LoXawzGKJ0udQO7xFuatlPkrE0WHJcKLCh74Kyanc1&#10;Ck7XX75sBuul+wpH2+591T9PKqU6H+1yCiJQG/7Dr/ZKKxgmoyH8vYlP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ZpF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520F" w:rsidRDefault="00AB520F" w:rsidP="00AB520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2X8cA&#10;AADdAAAADwAAAGRycy9kb3ducmV2LnhtbESPQWsCMRSE70L/Q3iF3jRR3KKrUWqh4EVQ20O9PTfP&#10;3cXNyzZJddtf3whCj8PMfMPMl51txIV8qB1rGA4UCOLCmZpLDR/vb/0JiBCRDTaOScMPBVguHnpz&#10;zI278o4u+1iKBOGQo4YqxjaXMhQVWQwD1xIn7+S8xZikL6XxeE1w28iRUs/SYs1pocKWXisqzvtv&#10;q2E1nay+tmPe/O6OBzp8Hs/ZyCutnx67lxmISF38D9/ba6NhrLIM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gdl/HAAAA3QAAAA8AAAAAAAAAAAAAAAAAmAIAAGRy&#10;cy9kb3ducmV2LnhtbFBLBQYAAAAABAAEAPUAAACMAwAAAAA=&#10;" fillcolor="black" stroked="f">
                  <v:textbox>
                    <w:txbxContent>
                      <w:p w:rsidR="00AB520F" w:rsidRDefault="00AB520F" w:rsidP="00AB520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4SKcUA&#10;AADdAAAADwAAAGRycy9kb3ducmV2LnhtbESPQUsDMRSE74L/ITyhN5vVapG1aVkK0uJpWxWvr5vn&#10;ZnHzsiRpuv33TUHwOMzMN8xiNdpeJPKhc6zgYVqAIG6c7rhV8Pnxdv8CIkRkjb1jUnCmAKvl7c0C&#10;S+1OvKO0j63IEA4lKjAxDqWUoTFkMUzdQJy9H+ctxix9K7XHU4bbXj4WxVxa7DgvGBxobaj53R+t&#10;gnRY19UsfSeze/dV6129+TrUSk3uxuoVRKQx/of/2lut4Kl4nsP1TX4Cc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ThIp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520F" w:rsidRDefault="00AB520F" w:rsidP="00AB520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XQMcA&#10;AADdAAAADwAAAGRycy9kb3ducmV2LnhtbESPT0vDQBTE7wW/w/KE3tpNpH80ZltK0aK9VKOgx0f2&#10;mQ3Nvg3ZNY1+elco9DjMzG+YfD3YRvTU+dqxgnSagCAuna65UvD+9ji5BeEDssbGMSn4IQ/r1dUo&#10;x0y7E79SX4RKRAj7DBWYENpMSl8asuinriWO3pfrLIYou0rqDk8Rbht5kyQLabHmuGCwpa2h8lh8&#10;WwU+3T587O3vXf+5M3wons3ipTJKja+HzT2IQEO4hM/tJ61glsyX8P8mPgG5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FV0D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520F" w:rsidRDefault="00AB520F" w:rsidP="00AB520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520F" w:rsidRPr="00611135" w:rsidRDefault="00AB520F" w:rsidP="00AB5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AB520F" w:rsidRPr="00611135" w:rsidRDefault="00AB520F" w:rsidP="00AB5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AB520F" w:rsidRPr="00611135" w:rsidRDefault="00AB520F" w:rsidP="00AB52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B520F" w:rsidRPr="00611135" w:rsidRDefault="00AB520F" w:rsidP="00AB520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B520F" w:rsidRPr="00611135" w:rsidRDefault="00AB520F" w:rsidP="00AB52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B520F" w:rsidRPr="00611135" w:rsidRDefault="00AB520F" w:rsidP="00AB52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B520F" w:rsidRPr="00611135" w:rsidRDefault="00AB520F" w:rsidP="00AB52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520F" w:rsidRPr="00611135" w:rsidRDefault="00AB520F" w:rsidP="00AB52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B520F" w:rsidRPr="00611135" w:rsidRDefault="00AB520F" w:rsidP="00AB52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520F" w:rsidRPr="00611135" w:rsidRDefault="00AB520F" w:rsidP="00AB52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B520F" w:rsidRPr="00611135" w:rsidRDefault="00AB520F" w:rsidP="00AB520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520F" w:rsidRPr="00611135" w:rsidRDefault="00AB520F" w:rsidP="00AB520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.06.2021 року                                            Крупець                                                       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</w:p>
    <w:p w:rsidR="00AB520F" w:rsidRPr="00611135" w:rsidRDefault="00AB520F" w:rsidP="00AB520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B520F" w:rsidRPr="00611135" w:rsidRDefault="00AB520F" w:rsidP="00AB52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B520F" w:rsidRPr="00611135" w:rsidRDefault="00AB520F" w:rsidP="00AB52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B520F" w:rsidRPr="00611135" w:rsidRDefault="00AB520F" w:rsidP="00AB52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AB520F" w:rsidRPr="00611135" w:rsidRDefault="00AB520F" w:rsidP="00AB52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AB520F" w:rsidRPr="00611135" w:rsidRDefault="00AB520F" w:rsidP="00AB52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Ткачук О.Г.</w:t>
      </w:r>
    </w:p>
    <w:p w:rsidR="00AB520F" w:rsidRPr="00611135" w:rsidRDefault="00AB520F" w:rsidP="00AB52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520F" w:rsidRPr="00611135" w:rsidRDefault="00AB520F" w:rsidP="00AB52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Ткачук О.Г.,  сільська  рада </w:t>
      </w:r>
    </w:p>
    <w:p w:rsidR="00AB520F" w:rsidRPr="00611135" w:rsidRDefault="00AB520F" w:rsidP="00AB52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B520F" w:rsidRPr="00611135" w:rsidRDefault="00AB520F" w:rsidP="00AB52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Ткачук Ользі Григорівні,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BF1FF1">
        <w:rPr>
          <w:rFonts w:ascii="Times New Roman" w:eastAsia="Times New Roman" w:hAnsi="Times New Roman" w:cs="Times New Roman"/>
          <w:sz w:val="24"/>
        </w:rPr>
        <w:t>___________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BF1FF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0,1488 га, кадастровий номер: 6823982100:01:011:0021,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 xml:space="preserve">ля ведення особистого селянського господарства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Шепетівський) район, с.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B520F" w:rsidRPr="00611135" w:rsidRDefault="00AB520F" w:rsidP="00AB52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2.Ткачук О.Г. посвідчити своє право  в  установленому  законом  порядку.</w:t>
      </w:r>
    </w:p>
    <w:p w:rsidR="00AB520F" w:rsidRPr="00611135" w:rsidRDefault="00AB520F" w:rsidP="00AB52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B520F" w:rsidRPr="00611135" w:rsidRDefault="00AB520F" w:rsidP="00AB52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B520F" w:rsidRPr="00611135" w:rsidRDefault="00AB520F" w:rsidP="00AB52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B520F" w:rsidRPr="00611135" w:rsidRDefault="00AB520F" w:rsidP="00AB52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B520F" w:rsidRPr="00611135" w:rsidRDefault="00AB520F" w:rsidP="00AB52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   голова                                                                                Валерій   МИХАЛЮК</w:t>
      </w:r>
    </w:p>
    <w:p w:rsidR="00290DF9" w:rsidRDefault="00290DF9"/>
    <w:sectPr w:rsidR="00290DF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20F"/>
    <w:rsid w:val="00290DF9"/>
    <w:rsid w:val="00AB520F"/>
    <w:rsid w:val="00BF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20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20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256</Words>
  <Characters>1465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2021-06-22T10:41:00Z</dcterms:created>
  <dcterms:modified xsi:type="dcterms:W3CDTF">2021-06-22T13:29:00Z</dcterms:modified>
</cp:coreProperties>
</file>