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7CE" w:rsidRPr="00B623A8" w:rsidRDefault="007737CE" w:rsidP="007737C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35C162" wp14:editId="5848C9B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07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0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37CE" w:rsidRDefault="007737CE" w:rsidP="007737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iHzi5LF3AABfWQQADgAAAAAAAAAAAAAAAAAuAgAAZHJzL2Uyb0RvYy54&#10;bWxQSwECLQAUAAYACAAAACEAsh1Mm+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5ke8QA&#10;AADeAAAADwAAAGRycy9kb3ducmV2LnhtbERPS2vCQBC+F/wPywi91Y2mVEldQxBbchCK2tyH7OSB&#10;2dmQ3Zr4791Cobf5+J6zTSfTiRsNrrWsYLmIQBCXVrdcK/i+fLxsQDiPrLGzTAru5CDdzZ62mGg7&#10;8oluZ1+LEMIuQQWN930ipSsbMugWticOXGUHgz7AoZZ6wDGEm06uouhNGmw5NDTY076h8nr+MQps&#10;/Jkfi3p1ig+89px9bapiOir1PJ+ydxCeJv8v/nPnOsyPo/Ur/L4Tbp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OZH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ZzQ8cA&#10;AADeAAAADwAAAGRycy9kb3ducmV2LnhtbERPS0sDMRC+F/wPYQQvpc1W6cO1aSmFVeuh0Ad4HTbj&#10;ZnUzWZLYrv31RhB6m4/vOfNlZxtxIh9qxwpGwwwEcel0zZWC46EYzECEiKyxcUwKfijAcnHTm2Ou&#10;3Zl3dNrHSqQQDjkqMDG2uZShNGQxDF1LnLgP5y3GBH0ltcdzCreNvM+yibRYc2ow2NLaUPm1/7YK&#10;PouteV9PL8++/7ijS794e2k2E6XubrvVE4hIXbyK/92vOs1/yKZj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Gc0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JNcYA&#10;AADeAAAADwAAAGRycy9kb3ducmV2LnhtbESP0WrCQBBF3wv9h2WEvhTd1ICW6CqhGBFfRO0HDNkx&#10;G8zOhuw2Sf/eFQp9m+HeuefOejvaRvTU+dqxgo9ZAoK4dLrmSsH3tZh+gvABWWPjmBT8koft5vVl&#10;jZl2A5+pv4RKxBD2GSowIbSZlL40ZNHPXEsctZvrLIa4dpXUHQ4x3DZyniQLabHmSDDY0peh8n75&#10;sRFySvF0vA3XYj/igLuj4ff8rNTbZMxXIAKN4d/8d33QsX6aLBf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dJN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/5lMQA&#10;AADeAAAADwAAAGRycy9kb3ducmV2LnhtbERPTUsDMRC9C/6HMII3m7Vqt6xNi9QKIvTQKhRvw2a6&#10;u7iZhGTaXf+9EQRv83ifs1iNrldniqnzbOB2UoAirr3tuDHw8f5yMweVBNli75kMfFOC1fLyYoGV&#10;9QPv6LyXRuUQThUaaEVCpXWqW3KYJj4QZ+7oo0PJMDbaRhxyuOv1tChm2mHHuaHFQOuW6q/9yRnY&#10;DpvwVs4ejuEz3k91erZyWIsx11fj0yMooVH+xX/uV5vn3xVlCb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P+Z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R43MQA&#10;AADeAAAADwAAAGRycy9kb3ducmV2LnhtbESPzWrCQBDH74LvsEyhF6mbKlRJXUVERbyIHw8wZMds&#10;aHY2ZLcmfXvnIPQ2w/w/frNY9b5WD2pjFdjA5zgDRVwEW3Fp4HbdfcxBxYRssQ5MBv4owmo5HCww&#10;t6HjMz0uqVQSwjFHAy6lJtc6Fo48xnFoiOV2D63HJGtbattiJ+G+1pMs+9IeK5YGhw1tHBU/l18v&#10;Jacpno737rrb99jh9uh4tD4b8/7Wr79BJerTv/jlPljBn2Yz4ZV3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UeN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IfcUA&#10;AADeAAAADwAAAGRycy9kb3ducmV2LnhtbERPTUsDMRC9C/6HMAVvNtuqbV2bFqkKUvBgLZTehs10&#10;d3EzCcnYXf+9EQRv83ifs1wPrlNniqn1bGAyLkARV962XBvYf7xcL0AlQbbYeSYD35Rgvbq8WGJp&#10;fc/vdN5JrXIIpxINNCKh1DpVDTlMYx+IM3fy0aFkGGttI/Y53HV6WhQz7bDl3NBgoE1D1efuyxl4&#10;65/Ddj67O4VjvJ3q9GTlsBFjrkbD4wMooUH+xX/uV5vn3xTze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HMh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MLscA&#10;AADeAAAADwAAAGRycy9kb3ducmV2LnhtbESPQUsDMRCF74L/IYzQi9isFqWsTYsVQgsVxCp4HTbT&#10;3cXNZElid/vvO4dCbzPMm/fet1iNvlNHiqkNbOBxWoAiroJruTbw820f5qBSRnbYBSYDJ0qwWt7e&#10;LLB0YeAvOu5zrcSEU4kGmpz7UutUNeQxTUNPLLdDiB6zrLHWLuIg5r7TT0Xxoj22LAkN9vTeUPW3&#10;//cG1p9DPYv31XoMu8Pm99laZz+sMZO78e0VVKYxX8WX762T+rNiLgCCIzPo5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2DC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rjSsIA&#10;AADeAAAADwAAAGRycy9kb3ducmV2LnhtbERP3WrCMBS+H/gO4QjezVS3SalGEUdBxm6mPsChOTbV&#10;5qQksda3N4PB7s7H93tWm8G2oicfGscKZtMMBHHldMO1gtOxfM1BhIissXVMCh4UYLMevayw0O7O&#10;P9QfYi1SCIcCFZgYu0LKUBmyGKauI07c2XmLMUFfS+3xnsJtK+dZtpAWG04NBjvaGaquh5tVUH7N&#10;v/vrTfvSbYd3Sx/mkn8apSbjYbsEEWmI/+I/916n+W9ZPoP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iuNK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g3wsQA&#10;AADeAAAADwAAAGRycy9kb3ducmV2LnhtbERP32vCMBB+H/g/hBvsRWaqokg1igpBYYMxHfh6NGdb&#10;1lxKktn635vBYG/38f281aa3jbiRD7VjBeNRBoK4cKbmUsHXWb8uQISIbLBxTAruFGCzHjytMDeu&#10;40+6nWIpUgiHHBVUMba5lKGoyGIYuZY4cVfnLcYEfSmNxy6F20ZOsmwuLdacGipsaV9R8X36sQp2&#10;H1059cNi17u36+Ey09rod63Uy3O/XYKI1Md/8Z/7aNL8abaYwO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oN8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TYpsMA&#10;AADeAAAADwAAAGRycy9kb3ducmV2LnhtbERPS2rDMBDdB3IHMYHuErlJE4xrJYQWQynd5HOAwZpa&#10;rq2RkRTHvX1VKHQ3j/ed8jDZXozkQ+tYweMqA0FcO91yo+B6qZY5iBCRNfaOScE3BTjs57MSC+3u&#10;fKLxHBuRQjgUqMDEOBRShtqQxbByA3HiPp23GBP0jdQe7ync9nKdZTtpseXUYHCgF0N1d75ZBdX7&#10;+mPsbtpX7jg9Wdqar/zVKPWwmI7PICJN8V/8537Taf4myzfw+066Qe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TYp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PeOsIA&#10;AADeAAAADwAAAGRycy9kb3ducmV2LnhtbERPzWqDQBC+B/oOywR6i7tpTBHjJpRCSnOs7QMM7lRF&#10;d9a626hv3w0EepuP73eK02x7caXRt441bBMFgrhypuVaw9fneZOB8AHZYO+YNCzk4XR8WBWYGzfx&#10;B13LUIsYwj5HDU0IQy6lrxqy6BM3EEfu240WQ4RjLc2IUwy3vXxS6llabDk2NDjQa0NVV/5aDeky&#10;vf2U+06djaXtZTdcOFR7rR/X88sBRKA5/Ivv7ncT5+9UlsLtnXiDP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M94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1tDsQA&#10;AADeAAAADwAAAGRycy9kb3ducmV2LnhtbERPS2vCQBC+F/wPyxS81U2Vik3dhKBYiieb2p6H7ORB&#10;s7Mhu5rk33cFobf5+J6zTUfTiiv1rrGs4HkRgSAurG64UnD+OjxtQDiPrLG1TAomcpAms4ctxtoO&#10;/EnX3FcihLCLUUHtfRdL6YqaDLqF7YgDV9reoA+wr6TucQjhppXLKFpLgw2Hhho72tVU/OYXo+Cy&#10;/lmeuTzqU76f3l/3h8zJ70qp+eOYvYHwNPp/8d39ocP8VbR5gds74Qa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9bQ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BDZMYA&#10;AADeAAAADwAAAGRycy9kb3ducmV2LnhtbERPS2vCQBC+F/oflin01myqJcTUVVQo2B6U+jj0NmbH&#10;JDU7G7Orxn/vFoTe5uN7znDcmVqcqXWVZQWvUQyCOLe64kLBZv3xkoJwHlljbZkUXMnBePT4MMRM&#10;2wt/03nlCxFC2GWooPS+yaR0eUkGXWQb4sDtbWvQB9gWUrd4CeGmlr04TqTBikNDiQ3NSsoPq5NR&#10;sF2myWA5/Xz7/VrssG/08UdXiVLPT93kHYSnzv+L7+65DvP7cZrA3zvhBj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BD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Vxa8QA&#10;AADeAAAADwAAAGRycy9kb3ducmV2LnhtbERPS2vCQBC+C/6HZYTedNMoNsRsQh9oiydf4HXIjklo&#10;djZktxr767uFQm/z8T0nKwbTiiv1rrGs4HEWgSAurW64UnA6rqcJCOeRNbaWScGdHBT5eJRhqu2N&#10;93Q9+EqEEHYpKqi971IpXVmTQTezHXHgLrY36APsK6l7vIVw08o4ipbSYMOhocaOXmsqPw9fRsH3&#10;8ow79x6/vM21p/si2djtbqPUw2R4XoHwNPh/8Z/7Q4f58yh5gt93wg0y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1cW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OMt8YA&#10;AADeAAAADwAAAGRycy9kb3ducmV2LnhtbESPQW/CMAyF75P4D5GRdhspjCEoBIQmJu22tfADrMak&#10;FY1Tmgy6/fr5MGk3W+/5vc+b3eBbdaM+NoENTCcZKOIq2IadgdPx7WkJKiZki21gMvBNEXbb0cMG&#10;cxvuXNCtTE5JCMccDdQpdbnWsarJY5yEjli0c+g9Jll7p22Pdwn3rZ5l2UJ7bFgaauzotabqUn55&#10;A9cwe7FDecCPy2H12Tg3v/4Uc2Mex8N+DSrRkP7Nf9fvVvCfs6Xwyjsyg9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9OMt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NPx8MA&#10;AADeAAAADwAAAGRycy9kb3ducmV2LnhtbERPyW7CMBC9V+o/WIPUW+MAAkLAIFqpEleWA8fBHpJA&#10;PE5jF1K+HiNV6m2e3jrzZWdrcaXWV44V9JMUBLF2puJCwX739Z6B8AHZYO2YFPySh+Xi9WWOuXE3&#10;3tB1GwoRQ9jnqKAMocml9Lokiz5xDXHkTq61GCJsC2lavMVwW8tBmo6lxYpjQ4kNfZakL9sfq2Bd&#10;HWk01qepzT705nD/DsPJ2Sj11utWMxCBuvAv/nOvTZw/TLMpPN+JN8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NPx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GJUMUA&#10;AADeAAAADwAAAGRycy9kb3ducmV2LnhtbERPTUsDMRC9C/6HMII3m9hCademxQpCS23BKnodNuNm&#10;cTNZNnG7/fedg9DbzLyPeW+xGkKjeupSHdnC48iAIi6jq7my8Pnx+jADlTKywyYyWThTgtXy9maB&#10;hYsnfqf+mCslJpwKtOBzbgutU+kpYBrFlliwn9gFzLJ2lXYdnsQ8NHpszFQHrFk+eGzpxVP5e/wL&#10;Fno8nM23X+/n2/qtHB/WXzsnd3t/Nzw/gco05Cv5X71xEn9i5lJA6sgM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Yl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DzUcMA&#10;AADe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8q7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DzU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p9McUA&#10;AADeAAAADwAAAGRycy9kb3ducmV2LnhtbERP22oCMRB9F/oPYQp906xbaHU1itUKpSji7X3cjLvb&#10;JpNlk+r275uC4NscznXG09YacaHGV44V9HsJCOLc6YoLBYf9sjsA4QOyRuOYFPySh+nkoTPGTLsr&#10;b+myC4WIIewzVFCGUGdS+rwki77nauLInV1jMUTYFFI3eI3h1sg0SV6kxYpjQ4k1zUvKv3c/VsFy&#10;szBf6Xo7O8owf389mcHn22Kl1NNjOxuBCNSGu/jm/tBx/nMyTOH/nXiD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in0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AFPsYA&#10;AADeAAAADwAAAGRycy9kb3ducmV2LnhtbERP22rCQBB9F/yHZQp9KbppgxLTrCKFooUK3qCvk+w0&#10;CWZnQ3Yb07/vCgXf5nCuk60G04ieOldbVvA8jUAQF1bXXCo4n94nCQjnkTU2lknBLzlYLcejDFNt&#10;r3yg/uhLEULYpaig8r5NpXRFRQbd1LbEgfu2nUEfYFdK3eE1hJtGvkTRXBqsOTRU2NJbRcXl+GMU&#10;9PvPvNz2rv24JE9uFuebzU5/KfX4MKxfQXga/F38797qMD+OFjHc3g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AFP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jV8UA&#10;AADeAAAADwAAAGRycy9kb3ducmV2LnhtbERPS2sCMRC+C/0PYQRvmvgquhqlFgq9FKr1oLdxM+4u&#10;bibbJNVtf31TEHqbj+85y3Vra3ElHyrHGoYDBYI4d6biQsP+46U/AxEissHaMWn4pgDr1UNniZlx&#10;N97SdRcLkUI4ZKihjLHJpAx5SRbDwDXEiTs7bzEm6AtpPN5SuK3lSKlHabHi1FBiQ88l5Zfdl9Ww&#10;mc82n+8TfvvZno50PJwu05FXWve67dMCRKQ2/ovv7leT5o/VfAJ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eNXxQAAAN4AAAAPAAAAAAAAAAAAAAAAAJgCAABkcnMv&#10;ZG93bnJldi54bWxQSwUGAAAAAAQABAD1AAAAigMAAAAA&#10;" fillcolor="black" stroked="f"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pIzMYA&#10;AADeAAAADwAAAGRycy9kb3ducmV2LnhtbERPS2sCMRC+F/ofwhS81ayKoluj1NqCUHvwcfA43Yy7&#10;YTeTZRN19dcbodDbfHzPmc5bW4kzNd44VtDrJiCIM6cN5wr2u6/XMQgfkDVWjknBlTzMZ89PU0y1&#10;u/CGztuQixjCPkUFRQh1KqXPCrLou64mjtzRNRZDhE0udYOXGG4r2U+SkbRoODYUWNNHQVm5PVkF&#10;h++RGW8M9X/Xt8WnXg/Lxc+yVKrz0r6/gQjUhn/xn3ul4/xBMhnC4514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pIz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q7icQA&#10;AADeAAAADwAAAGRycy9kb3ducmV2LnhtbERPTUsDMRC9C/6HMII3m9hCqWvTpSilXjxYFa/DZrrZ&#10;7mayJul2219vBMHbPN7nLMvRdWKgEBvPGu4nCgRx5U3DtYaP983dAkRMyAY7z6ThTBHK1fXVEgvj&#10;T/xGwy7VIodwLFCDTakvpIyVJYdx4nvizO19cJgyDLU0AU853HVyqtRcOmw4N1js6clS1e6OTkNY&#10;fz23Fz5+turyeo7bw/i9QKv17c24fgSRaEz/4j/3i8nzZ+phDr/v5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6u4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eoWcQA&#10;AADeAAAADwAAAGRycy9kb3ducmV2LnhtbERP22oCMRB9F/oPYQq+SE1qodbVKKVQEJSC1g+Ybsbd&#10;pclk2Ux19eubQsG3OZzrLFZ98OpEXWoiW3gcG1DEZXQNVxYOn+8PL6CSIDv0kcnChRKslneDBRYu&#10;nnlHp71UKodwKtBCLdIWWqeypoBpHFvizB1jF1Ay7CrtOjzn8OD1xJhnHbDh3FBjS281ld/7n2DB&#10;T778bDNNW7kc9NZcg+xGH87a4X3/Ogcl1MtN/O9euzz/ycy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HqF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h9cccA&#10;AADeAAAADwAAAGRycy9kb3ducmV2LnhtbESPT0/DMAzF70h8h8hI3Fi6ISEoy6b90aReOFCGdvUa&#10;r6mWOFUTtsKnxwckbrbe83s/z5dj8OpCQ+oiG5hOClDETbQdtwb2H7uHZ1ApI1v0kcnANyVYLm5v&#10;5ljaeOV3utS5VRLCqUQDLue+1Do1jgKmSeyJRTvFIWCWdWi1HfAq4cHrWVE86YAdS4PDnjaOmnP9&#10;FQxs697P9pVbp8Pn2/Hoq58dHbbG3N+Nq1dQmcb8b/67rqzgPxYvwivv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IfX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Fq3MMA&#10;AADeAAAADwAAAGRycy9kb3ducmV2LnhtbERPS2sCMRC+F/ofwhR66ya1YOu6UYooCD35OvQ2JOPu&#10;6maybKK7/ntTEHqbj+85xXxwjbhSF2rPGt4zBYLYeFtzqWG/W719gQgR2WLjmTTcKMB89vxUYG59&#10;zxu6bmMpUgiHHDVUMba5lMFU5DBkviVO3NF3DmOCXSlth30Kd40cKTWWDmtODRW2tKjInLcXp+G0&#10;kj/eKDSH/aFf28/f5ZgapfXry/A9BRFpiP/ih3tt0/wPNZnA3zvpBj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Fq3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iqPMYA&#10;AADeAAAADwAAAGRycy9kb3ducmV2LnhtbESPQWvCQBCF74X+h2UEb3WjgkjqKlooFKWHqojHaXZM&#10;QrKzYXfV+O87B6G3GebNe+9brHrXqhuFWHs2MB5loIgLb2suDRwPn29zUDEhW2w9k4EHRVgtX18W&#10;mFt/5x+67VOpxIRjjgaqlLpc61hU5DCOfEcst4sPDpOsodQ24F3MXasnWTbTDmuWhAo7+qioaPZX&#10;Z+B83fHle7pdh006+f4Qm8nvvDFmOOjX76AS9elf/Pz+slJ/Os4EQHB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iqP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na1cYA&#10;AADeAAAADwAAAGRycy9kb3ducmV2LnhtbERPTWsCMRC9C/0PYQq9abJWi26NooVCL4Vqe9DbuJnu&#10;Lm4ma5Lq2l/fCEJv83ifM1t0thEn8qF2rCEbKBDEhTM1lxq+Pl/7ExAhIhtsHJOGCwVYzO96M8yN&#10;O/OaTptYihTCIUcNVYxtLmUoKrIYBq4lTty38xZjgr6UxuM5hdtGDpV6khZrTg0VtvRSUXHY/FgN&#10;q+lkdfwY8fvver+j3XZ/GA+90vrhvls+g4jUxX/xzf1m0vzHTGV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na1cYAAADeAAAADwAAAAAAAAAAAAAAAACYAgAAZHJz&#10;L2Rvd25yZXYueG1sUEsFBgAAAAAEAAQA9QAAAIsDAAAAAA==&#10;" fillcolor="black" stroked="f"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1PCMMA&#10;AADeAAAADwAAAGRycy9kb3ducmV2LnhtbERPyWrDMBC9B/oPYgq9JXISCMGNEkygtPTkbPQ6saaW&#10;qTUykqq4f18FCr3N462z2Y22F4l86BwrmM8KEMSN0x23Cs6nl+kaRIjIGnvHpOCHAuy2D5MNltrd&#10;+EDpGFuRQziUqMDEOJRShsaQxTBzA3HmPp23GDP0rdQebznc9nJRFCtpsePcYHCgvaHm6/htFaTr&#10;vq6W6SOZw7uvWu/q18u1VurpcayeQUQa47/4z/2m8/zlvFjA/Z18g9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1PC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2umsUA&#10;AADeAAAADwAAAGRycy9kb3ducmV2LnhtbERPTWvCQBC9C/6HZYTedJMKUlNXEbGl7UWNhfY4ZMds&#10;MDsbstuY9te7BcHbPN7nLFa9rUVHra8cK0gnCQjiwumKSwWfx5fxEwgfkDXWjknBL3lYLYeDBWba&#10;XfhAXR5KEUPYZ6jAhNBkUvrCkEU/cQ1x5E6utRgibEupW7zEcFvLxySZSYsVxwaDDW0MFef8xyrw&#10;6Wb79WH/5t33q+Fd/m5m+9Io9TDq188gAvXhLr6533ScP02TKfy/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ra6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37CE" w:rsidRDefault="007737CE" w:rsidP="007737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37CE" w:rsidRDefault="007737CE" w:rsidP="007737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737CE" w:rsidRPr="004A7D10" w:rsidRDefault="007737CE" w:rsidP="007737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37CE" w:rsidRDefault="007737CE" w:rsidP="007737C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7737CE" w:rsidRPr="0060655C" w:rsidRDefault="007737CE" w:rsidP="007737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Калач М.В.</w:t>
      </w: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Калач М.В.,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7737CE" w:rsidRPr="004B0203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Калач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Михайлу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Васильович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F4776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в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Калач М.В.,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737CE" w:rsidRPr="0060655C" w:rsidRDefault="007737CE" w:rsidP="007737C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37CE" w:rsidRPr="0060655C" w:rsidRDefault="007737CE" w:rsidP="007737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0D95" w:rsidRPr="007737CE" w:rsidRDefault="007737CE" w:rsidP="007737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80D95" w:rsidRPr="007737C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AF0" w:rsidRDefault="00A10AF0">
      <w:pPr>
        <w:spacing w:after="0" w:line="240" w:lineRule="auto"/>
      </w:pPr>
      <w:r>
        <w:separator/>
      </w:r>
    </w:p>
  </w:endnote>
  <w:endnote w:type="continuationSeparator" w:id="0">
    <w:p w:rsidR="00A10AF0" w:rsidRDefault="00A1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AF0" w:rsidRDefault="00A10AF0">
      <w:pPr>
        <w:spacing w:after="0" w:line="240" w:lineRule="auto"/>
      </w:pPr>
      <w:r>
        <w:separator/>
      </w:r>
    </w:p>
  </w:footnote>
  <w:footnote w:type="continuationSeparator" w:id="0">
    <w:p w:rsidR="00A10AF0" w:rsidRDefault="00A1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7CE"/>
    <w:rsid w:val="004F4776"/>
    <w:rsid w:val="007737CE"/>
    <w:rsid w:val="0094647E"/>
    <w:rsid w:val="00A10AF0"/>
    <w:rsid w:val="00B8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C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737C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737C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737CE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7C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737C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737C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737CE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2020-12-24T17:18:00Z</dcterms:created>
  <dcterms:modified xsi:type="dcterms:W3CDTF">2020-12-24T18:52:00Z</dcterms:modified>
</cp:coreProperties>
</file>