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DF3" w:rsidRPr="004102D1" w:rsidRDefault="00B44DF3" w:rsidP="00B44DF3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F3" w:rsidRDefault="00B44DF3" w:rsidP="00B44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DF3" w:rsidRDefault="00B44DF3" w:rsidP="00B44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F3" w:rsidRDefault="00B44DF3" w:rsidP="00B44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DF3" w:rsidRDefault="00B44DF3" w:rsidP="00B44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F3" w:rsidRDefault="00B44DF3" w:rsidP="00B44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DF3" w:rsidRDefault="00B44DF3" w:rsidP="00B44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F3" w:rsidRDefault="00B44DF3" w:rsidP="00B44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DF3" w:rsidRDefault="00B44DF3" w:rsidP="00B44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F3" w:rsidRDefault="00B44DF3" w:rsidP="00B44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DF3" w:rsidRDefault="00B44DF3" w:rsidP="00B44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F3" w:rsidRDefault="00B44DF3" w:rsidP="00B44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DF3" w:rsidRDefault="00B44DF3" w:rsidP="00B44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F3" w:rsidRDefault="00B44DF3" w:rsidP="00B44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DF3" w:rsidRDefault="00B44DF3" w:rsidP="00B44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F3" w:rsidRDefault="00B44DF3" w:rsidP="00B44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DF3" w:rsidRDefault="00B44DF3" w:rsidP="00B44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F3" w:rsidRDefault="00B44DF3" w:rsidP="00B44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DF3" w:rsidRDefault="00B44DF3" w:rsidP="00B44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F3" w:rsidRDefault="00B44DF3" w:rsidP="00B44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DF3" w:rsidRDefault="00B44DF3" w:rsidP="00B44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F3" w:rsidRDefault="00B44DF3" w:rsidP="00B44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F3" w:rsidRDefault="00B44DF3" w:rsidP="00B44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F3" w:rsidRDefault="00B44DF3" w:rsidP="00B44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F3" w:rsidRDefault="00B44DF3" w:rsidP="00B44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F3" w:rsidRDefault="00B44DF3" w:rsidP="00B44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F3" w:rsidRDefault="00B44DF3" w:rsidP="00B44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F3" w:rsidRDefault="00B44DF3" w:rsidP="00B44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F3" w:rsidRDefault="00B44DF3" w:rsidP="00B44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F3" w:rsidRDefault="00B44DF3" w:rsidP="00B44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F3" w:rsidRDefault="00B44DF3" w:rsidP="00B44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44DF3" w:rsidRDefault="00B44DF3" w:rsidP="00B44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44DF3" w:rsidRDefault="00B44DF3" w:rsidP="00B44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44DF3" w:rsidRDefault="00B44DF3" w:rsidP="00B44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44DF3" w:rsidRDefault="00B44DF3" w:rsidP="00B44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44DF3" w:rsidRDefault="00B44DF3" w:rsidP="00B44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44DF3" w:rsidRDefault="00B44DF3" w:rsidP="00B44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44DF3" w:rsidRDefault="00B44DF3" w:rsidP="00B44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44DF3" w:rsidRDefault="00B44DF3" w:rsidP="00B44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44DF3" w:rsidRDefault="00B44DF3" w:rsidP="00B44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44DF3" w:rsidRDefault="00B44DF3" w:rsidP="00B44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44DF3" w:rsidRDefault="00B44DF3" w:rsidP="00B44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44DF3" w:rsidRDefault="00B44DF3" w:rsidP="00B44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44DF3" w:rsidRDefault="00B44DF3" w:rsidP="00B44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44DF3" w:rsidRDefault="00B44DF3" w:rsidP="00B44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44DF3" w:rsidRDefault="00B44DF3" w:rsidP="00B44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44DF3" w:rsidRDefault="00B44DF3" w:rsidP="00B44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44DF3" w:rsidRDefault="00B44DF3" w:rsidP="00B44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44DF3" w:rsidRDefault="00B44DF3" w:rsidP="00B44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44DF3" w:rsidRDefault="00B44DF3" w:rsidP="00B44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44DF3" w:rsidRDefault="00B44DF3" w:rsidP="00B44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44DF3" w:rsidRDefault="00B44DF3" w:rsidP="00B44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44DF3" w:rsidRDefault="00B44DF3" w:rsidP="00B44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44DF3" w:rsidRDefault="00B44DF3" w:rsidP="00B44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44DF3" w:rsidRDefault="00B44DF3" w:rsidP="00B44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44DF3" w:rsidRDefault="00B44DF3" w:rsidP="00B44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44DF3" w:rsidRDefault="00B44DF3" w:rsidP="00B44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44DF3" w:rsidRDefault="00B44DF3" w:rsidP="00B44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44DF3" w:rsidRDefault="00B44DF3" w:rsidP="00B44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44DF3" w:rsidRDefault="00B44DF3" w:rsidP="00B44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44DF3" w:rsidRDefault="00B44DF3" w:rsidP="00B44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44DF3" w:rsidRPr="000A4F3E" w:rsidRDefault="00B44DF3" w:rsidP="00B44DF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44DF3" w:rsidRPr="000A4F3E" w:rsidRDefault="00B44DF3" w:rsidP="00B44DF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44DF3" w:rsidRPr="000A4F3E" w:rsidRDefault="00B44DF3" w:rsidP="00B44DF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44DF3" w:rsidRPr="000A4F3E" w:rsidRDefault="00B44DF3" w:rsidP="00B44DF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44DF3" w:rsidRPr="000A4F3E" w:rsidRDefault="00B44DF3" w:rsidP="00B44DF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44DF3" w:rsidRPr="000A4F3E" w:rsidRDefault="00B44DF3" w:rsidP="00B44DF3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44DF3" w:rsidRPr="000A4F3E" w:rsidRDefault="00B44DF3" w:rsidP="00B44DF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44DF3" w:rsidRPr="000A4F3E" w:rsidRDefault="00B44DF3" w:rsidP="00B44DF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44DF3" w:rsidRPr="000A4F3E" w:rsidRDefault="00B44DF3" w:rsidP="00B44DF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44DF3" w:rsidRPr="000A4F3E" w:rsidRDefault="00B44DF3" w:rsidP="00B44DF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44DF3" w:rsidRPr="000A4F3E" w:rsidRDefault="00B44DF3" w:rsidP="00B44DF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44DF3" w:rsidRPr="000A4F3E" w:rsidRDefault="00B44DF3" w:rsidP="00B44DF3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44DF3" w:rsidRPr="000A4F3E" w:rsidRDefault="00B44DF3" w:rsidP="00B44DF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44DF3" w:rsidRDefault="00B44DF3" w:rsidP="00B44DF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B44DF3" w:rsidRDefault="00B44DF3" w:rsidP="00B44DF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44DF3" w:rsidRPr="00CA5B65" w:rsidRDefault="00B44DF3" w:rsidP="00B44DF3">
      <w:pPr>
        <w:spacing w:after="0"/>
        <w:rPr>
          <w:rFonts w:ascii="Times New Roman" w:hAnsi="Times New Roman"/>
          <w:b/>
          <w:sz w:val="24"/>
        </w:rPr>
      </w:pPr>
      <w:r w:rsidRPr="00CA5B65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B44DF3" w:rsidRPr="00CA5B65" w:rsidRDefault="00B44DF3" w:rsidP="00B44DF3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техн</w:t>
      </w:r>
      <w:proofErr w:type="gramEnd"/>
      <w:r w:rsidRPr="00CA5B65">
        <w:rPr>
          <w:rFonts w:ascii="Times New Roman" w:hAnsi="Times New Roman"/>
          <w:b/>
          <w:sz w:val="24"/>
        </w:rPr>
        <w:t>ічної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B44DF3" w:rsidRPr="00CA5B65" w:rsidRDefault="00B44DF3" w:rsidP="00B44DF3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b/>
          <w:sz w:val="24"/>
        </w:rPr>
        <w:t>відновлення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) меж </w:t>
      </w:r>
    </w:p>
    <w:p w:rsidR="00B44DF3" w:rsidRDefault="00B44DF3" w:rsidP="00B44DF3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ділянки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b/>
          <w:sz w:val="24"/>
        </w:rPr>
        <w:t>натурі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м</w:t>
      </w:r>
      <w:proofErr w:type="gramEnd"/>
      <w:r w:rsidRPr="00CA5B65">
        <w:rPr>
          <w:rFonts w:ascii="Times New Roman" w:hAnsi="Times New Roman"/>
          <w:b/>
          <w:sz w:val="24"/>
        </w:rPr>
        <w:t>ісцевості</w:t>
      </w:r>
      <w:proofErr w:type="spellEnd"/>
      <w:r w:rsidRPr="00CA5B65">
        <w:rPr>
          <w:rFonts w:ascii="Times New Roman" w:hAnsi="Times New Roman"/>
          <w:b/>
          <w:sz w:val="24"/>
        </w:rPr>
        <w:t>)</w:t>
      </w:r>
    </w:p>
    <w:p w:rsidR="00B44DF3" w:rsidRPr="00CA5B65" w:rsidRDefault="00B44DF3" w:rsidP="00B44DF3">
      <w:pPr>
        <w:spacing w:after="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Поємчук</w:t>
      </w:r>
      <w:proofErr w:type="spellEnd"/>
      <w:r>
        <w:rPr>
          <w:rFonts w:ascii="Times New Roman" w:hAnsi="Times New Roman"/>
          <w:b/>
          <w:sz w:val="24"/>
        </w:rPr>
        <w:t xml:space="preserve"> Л.І.</w:t>
      </w:r>
    </w:p>
    <w:p w:rsidR="00B44DF3" w:rsidRPr="00CA5B65" w:rsidRDefault="00B44DF3" w:rsidP="00B44DF3">
      <w:pPr>
        <w:tabs>
          <w:tab w:val="left" w:pos="2160"/>
        </w:tabs>
        <w:spacing w:after="0"/>
        <w:rPr>
          <w:rFonts w:ascii="Times New Roman" w:hAnsi="Times New Roman"/>
          <w:b/>
          <w:sz w:val="24"/>
        </w:rPr>
      </w:pPr>
    </w:p>
    <w:p w:rsidR="00B44DF3" w:rsidRPr="00CA5B65" w:rsidRDefault="00B44DF3" w:rsidP="00B44DF3">
      <w:pPr>
        <w:spacing w:after="0"/>
        <w:rPr>
          <w:rFonts w:ascii="Times New Roman" w:hAnsi="Times New Roman"/>
          <w:b/>
          <w:sz w:val="24"/>
        </w:rPr>
      </w:pPr>
    </w:p>
    <w:p w:rsidR="00B44DF3" w:rsidRPr="00CA5B65" w:rsidRDefault="00B44DF3" w:rsidP="00B44DF3">
      <w:pPr>
        <w:spacing w:after="0"/>
        <w:rPr>
          <w:rFonts w:ascii="Times New Roman" w:hAnsi="Times New Roman"/>
          <w:b/>
          <w:sz w:val="24"/>
        </w:rPr>
      </w:pPr>
    </w:p>
    <w:p w:rsidR="00B44DF3" w:rsidRPr="00CA5B65" w:rsidRDefault="00B44DF3" w:rsidP="00B44DF3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        </w:t>
      </w:r>
      <w:proofErr w:type="spellStart"/>
      <w:r w:rsidRPr="00CA5B65">
        <w:rPr>
          <w:rFonts w:ascii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hAnsi="Times New Roman"/>
          <w:sz w:val="24"/>
        </w:rPr>
        <w:t>частини</w:t>
      </w:r>
      <w:proofErr w:type="spellEnd"/>
      <w:r w:rsidRPr="00CA5B65">
        <w:rPr>
          <w:rFonts w:ascii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місцеве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Україні</w:t>
      </w:r>
      <w:proofErr w:type="spellEnd"/>
      <w:r w:rsidRPr="00CA5B65">
        <w:rPr>
          <w:rFonts w:ascii="Times New Roman" w:hAnsi="Times New Roman"/>
          <w:sz w:val="24"/>
        </w:rPr>
        <w:t xml:space="preserve">»,  </w:t>
      </w:r>
      <w:proofErr w:type="gramStart"/>
      <w:r w:rsidRPr="00CA5B65">
        <w:rPr>
          <w:rFonts w:ascii="Times New Roman" w:hAnsi="Times New Roman"/>
          <w:sz w:val="24"/>
        </w:rPr>
        <w:t>Земельного</w:t>
      </w:r>
      <w:proofErr w:type="gramEnd"/>
      <w:r w:rsidRPr="00CA5B65">
        <w:rPr>
          <w:rFonts w:ascii="Times New Roman" w:hAnsi="Times New Roman"/>
          <w:sz w:val="24"/>
        </w:rPr>
        <w:t xml:space="preserve"> кодексу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hAnsi="Times New Roman"/>
          <w:sz w:val="24"/>
        </w:rPr>
        <w:t xml:space="preserve">»,  </w:t>
      </w:r>
      <w:proofErr w:type="spellStart"/>
      <w:r w:rsidRPr="00CA5B65"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z w:val="24"/>
        </w:rPr>
        <w:t>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proofErr w:type="gramStart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П</w:t>
      </w:r>
      <w:proofErr w:type="gramEnd"/>
      <w:r>
        <w:rPr>
          <w:rFonts w:ascii="Times New Roman" w:hAnsi="Times New Roman"/>
          <w:sz w:val="24"/>
        </w:rPr>
        <w:t>оємчук</w:t>
      </w:r>
      <w:proofErr w:type="spellEnd"/>
      <w:r>
        <w:rPr>
          <w:rFonts w:ascii="Times New Roman" w:hAnsi="Times New Roman"/>
          <w:sz w:val="24"/>
        </w:rPr>
        <w:t xml:space="preserve"> Л.І.,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сільська</w:t>
      </w:r>
      <w:proofErr w:type="spellEnd"/>
      <w:r w:rsidRPr="00CA5B65">
        <w:rPr>
          <w:rFonts w:ascii="Times New Roman" w:hAnsi="Times New Roman"/>
          <w:sz w:val="24"/>
        </w:rPr>
        <w:t xml:space="preserve"> рада</w:t>
      </w:r>
    </w:p>
    <w:p w:rsidR="00B44DF3" w:rsidRPr="00CA5B65" w:rsidRDefault="00B44DF3" w:rsidP="00B44DF3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>ВИРІШИЛА:</w:t>
      </w:r>
    </w:p>
    <w:p w:rsidR="00B44DF3" w:rsidRPr="00CA5B65" w:rsidRDefault="00B44DF3" w:rsidP="00B44DF3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1.Надати </w:t>
      </w:r>
      <w:proofErr w:type="spellStart"/>
      <w:r>
        <w:rPr>
          <w:rFonts w:ascii="Times New Roman" w:hAnsi="Times New Roman"/>
          <w:sz w:val="24"/>
        </w:rPr>
        <w:t>Поємчук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Любові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Іванівні</w:t>
      </w:r>
      <w:proofErr w:type="spellEnd"/>
      <w:r>
        <w:rPr>
          <w:rFonts w:ascii="Times New Roman" w:hAnsi="Times New Roman"/>
          <w:sz w:val="24"/>
        </w:rPr>
        <w:t>, яка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зар</w:t>
      </w:r>
      <w:r>
        <w:rPr>
          <w:rFonts w:ascii="Times New Roman" w:hAnsi="Times New Roman"/>
          <w:sz w:val="24"/>
        </w:rPr>
        <w:t>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747310">
        <w:rPr>
          <w:rFonts w:ascii="Times New Roman" w:hAnsi="Times New Roman"/>
          <w:sz w:val="24"/>
          <w:lang w:val="en-US"/>
        </w:rPr>
        <w:t>_____________________</w:t>
      </w:r>
      <w:bookmarkStart w:id="0" w:name="_GoBack"/>
      <w:bookmarkEnd w:id="0"/>
      <w:r w:rsidRPr="00CA5B65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дозвіл</w:t>
      </w:r>
      <w:proofErr w:type="spellEnd"/>
      <w:r w:rsidRPr="00CA5B65">
        <w:rPr>
          <w:rFonts w:ascii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sz w:val="24"/>
        </w:rPr>
        <w:t>розробку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), </w:t>
      </w:r>
      <w:r>
        <w:rPr>
          <w:rFonts w:ascii="Times New Roman" w:hAnsi="Times New Roman"/>
          <w:sz w:val="24"/>
        </w:rPr>
        <w:t xml:space="preserve">2,68 в </w:t>
      </w:r>
      <w:proofErr w:type="spellStart"/>
      <w:r>
        <w:rPr>
          <w:rFonts w:ascii="Times New Roman" w:hAnsi="Times New Roman"/>
          <w:sz w:val="24"/>
        </w:rPr>
        <w:t>умовних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кадастрових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одиницях</w:t>
      </w:r>
      <w:proofErr w:type="spellEnd"/>
      <w:r>
        <w:rPr>
          <w:rFonts w:ascii="Times New Roman" w:hAnsi="Times New Roman"/>
          <w:sz w:val="24"/>
        </w:rPr>
        <w:t>,</w:t>
      </w:r>
      <w:r w:rsidRPr="00CA5B65">
        <w:rPr>
          <w:rFonts w:ascii="Times New Roman" w:hAnsi="Times New Roman"/>
          <w:sz w:val="24"/>
        </w:rPr>
        <w:t xml:space="preserve"> для </w:t>
      </w:r>
      <w:proofErr w:type="spellStart"/>
      <w:r>
        <w:rPr>
          <w:rFonts w:ascii="Times New Roman" w:hAnsi="Times New Roman"/>
          <w:sz w:val="24"/>
        </w:rPr>
        <w:t>ведення</w:t>
      </w:r>
      <w:proofErr w:type="spellEnd"/>
      <w:r>
        <w:rPr>
          <w:rFonts w:ascii="Times New Roman" w:hAnsi="Times New Roman"/>
          <w:sz w:val="24"/>
        </w:rPr>
        <w:t xml:space="preserve"> товарного </w:t>
      </w:r>
      <w:proofErr w:type="spellStart"/>
      <w:r>
        <w:rPr>
          <w:rFonts w:ascii="Times New Roman" w:hAnsi="Times New Roman"/>
          <w:sz w:val="24"/>
        </w:rPr>
        <w:t>сільськогосподарського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виробництва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сертифікат</w:t>
      </w:r>
      <w:proofErr w:type="spellEnd"/>
      <w:r>
        <w:rPr>
          <w:rFonts w:ascii="Times New Roman" w:hAnsi="Times New Roman"/>
          <w:sz w:val="24"/>
        </w:rPr>
        <w:t xml:space="preserve"> на право на </w:t>
      </w:r>
      <w:proofErr w:type="spellStart"/>
      <w:r>
        <w:rPr>
          <w:rFonts w:ascii="Times New Roman" w:hAnsi="Times New Roman"/>
          <w:sz w:val="24"/>
        </w:rPr>
        <w:t>земельну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частку</w:t>
      </w:r>
      <w:proofErr w:type="spellEnd"/>
      <w:r>
        <w:rPr>
          <w:rFonts w:ascii="Times New Roman" w:hAnsi="Times New Roman"/>
          <w:sz w:val="24"/>
        </w:rPr>
        <w:t xml:space="preserve"> пай </w:t>
      </w:r>
      <w:proofErr w:type="spellStart"/>
      <w:r>
        <w:rPr>
          <w:rFonts w:ascii="Times New Roman" w:hAnsi="Times New Roman"/>
          <w:sz w:val="24"/>
        </w:rPr>
        <w:t>серія</w:t>
      </w:r>
      <w:proofErr w:type="spellEnd"/>
      <w:r>
        <w:rPr>
          <w:rFonts w:ascii="Times New Roman" w:hAnsi="Times New Roman"/>
          <w:sz w:val="24"/>
        </w:rPr>
        <w:t xml:space="preserve"> ХМ №0102439, </w:t>
      </w:r>
      <w:proofErr w:type="spellStart"/>
      <w:r w:rsidRPr="00CA5B65">
        <w:rPr>
          <w:rFonts w:ascii="Times New Roman" w:hAnsi="Times New Roman"/>
          <w:sz w:val="24"/>
        </w:rPr>
        <w:t>земельн</w:t>
      </w:r>
      <w:r>
        <w:rPr>
          <w:rFonts w:ascii="Times New Roman" w:hAnsi="Times New Roman"/>
          <w:sz w:val="24"/>
        </w:rPr>
        <w:t>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 на </w:t>
      </w:r>
      <w:proofErr w:type="spellStart"/>
      <w:r>
        <w:rPr>
          <w:rFonts w:ascii="Times New Roman" w:hAnsi="Times New Roman"/>
          <w:sz w:val="24"/>
        </w:rPr>
        <w:t>території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Крупецької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 (</w:t>
      </w:r>
      <w:proofErr w:type="spellStart"/>
      <w:r>
        <w:rPr>
          <w:rFonts w:ascii="Times New Roman" w:hAnsi="Times New Roman"/>
          <w:sz w:val="24"/>
        </w:rPr>
        <w:t>Лисиченська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сільська</w:t>
      </w:r>
      <w:proofErr w:type="spellEnd"/>
      <w:r>
        <w:rPr>
          <w:rFonts w:ascii="Times New Roman" w:hAnsi="Times New Roman"/>
          <w:sz w:val="24"/>
        </w:rPr>
        <w:t xml:space="preserve"> рада </w:t>
      </w:r>
      <w:proofErr w:type="gramStart"/>
      <w:r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об’єднання</w:t>
      </w:r>
      <w:proofErr w:type="spellEnd"/>
      <w:r>
        <w:rPr>
          <w:rFonts w:ascii="Times New Roman" w:hAnsi="Times New Roman"/>
          <w:sz w:val="24"/>
        </w:rPr>
        <w:t>).</w:t>
      </w:r>
    </w:p>
    <w:p w:rsidR="00B44DF3" w:rsidRPr="00CA5B65" w:rsidRDefault="00B44DF3" w:rsidP="00B44DF3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2.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Поємчук</w:t>
      </w:r>
      <w:proofErr w:type="spellEnd"/>
      <w:r>
        <w:rPr>
          <w:rFonts w:ascii="Times New Roman" w:hAnsi="Times New Roman"/>
          <w:sz w:val="24"/>
        </w:rPr>
        <w:t xml:space="preserve"> Л.І. </w:t>
      </w:r>
      <w:proofErr w:type="spellStart"/>
      <w:r w:rsidRPr="00CA5B65">
        <w:rPr>
          <w:rFonts w:ascii="Times New Roman" w:hAnsi="Times New Roman"/>
          <w:sz w:val="24"/>
        </w:rPr>
        <w:t>розробити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CA5B65">
        <w:rPr>
          <w:rFonts w:ascii="Times New Roman" w:hAnsi="Times New Roman"/>
          <w:sz w:val="24"/>
        </w:rPr>
        <w:t>розгляд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сесії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сільської</w:t>
      </w:r>
      <w:proofErr w:type="spellEnd"/>
      <w:r w:rsidRPr="00CA5B65">
        <w:rPr>
          <w:rFonts w:ascii="Times New Roman" w:hAnsi="Times New Roman"/>
          <w:sz w:val="24"/>
        </w:rPr>
        <w:t xml:space="preserve"> ради.</w:t>
      </w:r>
    </w:p>
    <w:p w:rsidR="00B44DF3" w:rsidRPr="00B44DF3" w:rsidRDefault="00B44DF3" w:rsidP="00B44DF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 w:rsidRPr="00CA5B65">
        <w:rPr>
          <w:rFonts w:ascii="Times New Roman" w:hAnsi="Times New Roman"/>
          <w:sz w:val="24"/>
        </w:rPr>
        <w:t xml:space="preserve">      </w:t>
      </w: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B44DF3" w:rsidRDefault="00B44DF3" w:rsidP="00B44DF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E184B" w:rsidRPr="00B44DF3" w:rsidRDefault="00B44DF3" w:rsidP="00B44DF3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4102D1">
        <w:rPr>
          <w:rFonts w:ascii="Times New Roman" w:hAnsi="Times New Roman"/>
        </w:rPr>
        <w:t>Сільський</w:t>
      </w:r>
      <w:proofErr w:type="spellEnd"/>
      <w:r w:rsidRPr="004102D1">
        <w:rPr>
          <w:rFonts w:ascii="Times New Roman" w:hAnsi="Times New Roman"/>
        </w:rPr>
        <w:t xml:space="preserve"> голова </w:t>
      </w:r>
      <w:r w:rsidRPr="004102D1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 МИХАЛЮК </w:t>
      </w:r>
    </w:p>
    <w:sectPr w:rsidR="005E184B" w:rsidRPr="00B44DF3" w:rsidSect="00B44DF3">
      <w:pgSz w:w="12240" w:h="15840"/>
      <w:pgMar w:top="1135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DF3"/>
    <w:rsid w:val="00171A2E"/>
    <w:rsid w:val="00304C90"/>
    <w:rsid w:val="00505B6D"/>
    <w:rsid w:val="005E184B"/>
    <w:rsid w:val="006D3977"/>
    <w:rsid w:val="00747310"/>
    <w:rsid w:val="007D6C18"/>
    <w:rsid w:val="00B44DF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44DF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B44D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44DF3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44DF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B44D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44DF3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251</Words>
  <Characters>1434</Characters>
  <Application>Microsoft Office Word</Application>
  <DocSecurity>0</DocSecurity>
  <Lines>11</Lines>
  <Paragraphs>3</Paragraphs>
  <ScaleCrop>false</ScaleCrop>
  <Company>Microsoft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2020-08-20T14:46:00Z</dcterms:created>
  <dcterms:modified xsi:type="dcterms:W3CDTF">2020-08-21T12:34:00Z</dcterms:modified>
</cp:coreProperties>
</file>