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2CB" w:rsidRPr="00C92EA5" w:rsidRDefault="00F472CB" w:rsidP="00F472C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F472CB" w:rsidRPr="00C92EA5" w:rsidRDefault="00F472CB" w:rsidP="00F47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99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2CB" w:rsidRPr="00E77963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2CB" w:rsidRDefault="00F472CB" w:rsidP="00F47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97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72CB" w:rsidRPr="00E77963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472CB" w:rsidRDefault="00F472CB" w:rsidP="00F47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472CB" w:rsidRPr="00C92EA5" w:rsidRDefault="00F472CB" w:rsidP="00F47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72CB" w:rsidRPr="00C92EA5" w:rsidRDefault="00F472CB" w:rsidP="00F472C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72CB" w:rsidRPr="00C92EA5" w:rsidRDefault="00F472CB" w:rsidP="00F47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72CB" w:rsidRDefault="00F472CB" w:rsidP="00F47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F472CB" w:rsidRPr="00C92EA5" w:rsidRDefault="00F472CB" w:rsidP="00F47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472CB" w:rsidRPr="00C92EA5" w:rsidRDefault="00F472CB" w:rsidP="00F472C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472CB" w:rsidRPr="00C92EA5" w:rsidRDefault="00F472CB" w:rsidP="00F47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472CB" w:rsidRPr="00C92EA5" w:rsidRDefault="00F472CB" w:rsidP="00F47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472CB" w:rsidRPr="00C92EA5" w:rsidRDefault="00F472CB" w:rsidP="00F47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72CB" w:rsidRPr="00C92EA5" w:rsidRDefault="00F472CB" w:rsidP="00F47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472CB" w:rsidRPr="00C92EA5" w:rsidRDefault="00F472CB" w:rsidP="00F47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72CB" w:rsidRPr="00C92EA5" w:rsidRDefault="00F472CB" w:rsidP="00F472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F472CB" w:rsidRPr="00C92EA5" w:rsidRDefault="00F472CB" w:rsidP="00F472C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472CB" w:rsidRPr="00C92EA5" w:rsidRDefault="00F472CB" w:rsidP="00F472C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F472CB" w:rsidRPr="00C92EA5" w:rsidRDefault="00F472CB" w:rsidP="00F472C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472CB" w:rsidRPr="00C92EA5" w:rsidRDefault="00F472CB" w:rsidP="00F472C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F472CB" w:rsidRPr="00C92EA5" w:rsidRDefault="00F472CB" w:rsidP="00F47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F472CB" w:rsidRPr="00C92EA5" w:rsidRDefault="00F472CB" w:rsidP="00F47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F472CB" w:rsidRPr="00C92EA5" w:rsidRDefault="00F472CB" w:rsidP="00F47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Ковальчуку М.Г.</w:t>
      </w:r>
    </w:p>
    <w:p w:rsidR="00F472CB" w:rsidRPr="00C92EA5" w:rsidRDefault="00F472CB" w:rsidP="00F47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472CB" w:rsidRPr="00C92EA5" w:rsidRDefault="00F472CB" w:rsidP="00F47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>зглянувши   заяву   Ковальчука М.Г.</w:t>
      </w:r>
      <w:r w:rsidRPr="00C92EA5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F472CB" w:rsidRPr="00C92EA5" w:rsidRDefault="00F472CB" w:rsidP="00F47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F472CB" w:rsidRPr="00C92EA5" w:rsidRDefault="00F472CB" w:rsidP="00F47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472CB" w:rsidRPr="00C92EA5" w:rsidRDefault="00F472CB" w:rsidP="00F472C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472CB" w:rsidRPr="0005410D" w:rsidRDefault="00F472CB" w:rsidP="00F47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Надати Ковальчуку Максиму Григоровичу,  який 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81769F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площею </w:t>
      </w:r>
      <w:r>
        <w:rPr>
          <w:rFonts w:ascii="Times New Roman" w:eastAsia="Calibri" w:hAnsi="Times New Roman" w:cs="Times New Roman"/>
          <w:sz w:val="24"/>
        </w:rPr>
        <w:t>1,6119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комунальної власності, кадастровий номер 68239884700:04:012:0011,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proofErr w:type="spellStart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Славутський</w:t>
      </w:r>
      <w:proofErr w:type="spellEnd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(Шепетівський)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район, </w:t>
      </w:r>
      <w:proofErr w:type="spellStart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Лисиченська</w:t>
      </w:r>
      <w:proofErr w:type="spellEnd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сільська рада </w:t>
      </w:r>
      <w:proofErr w:type="spellStart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об'єднаної територіальної громади</w:t>
      </w:r>
    </w:p>
    <w:p w:rsidR="00F472CB" w:rsidRPr="00C92EA5" w:rsidRDefault="00F472CB" w:rsidP="00F47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Ковальчуку М.Г.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F472CB" w:rsidRPr="00C92EA5" w:rsidRDefault="00F472CB" w:rsidP="00F472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472CB" w:rsidRPr="00C92EA5" w:rsidRDefault="00F472CB" w:rsidP="00F472C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472CB" w:rsidRPr="00C92EA5" w:rsidRDefault="00F472CB" w:rsidP="00F47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472CB" w:rsidRPr="00C92EA5" w:rsidRDefault="00F472CB" w:rsidP="00F47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A135E" w:rsidRPr="00F472CB" w:rsidRDefault="00F472CB" w:rsidP="00F472C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1A135E" w:rsidRPr="00F472C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2CB"/>
    <w:rsid w:val="00171A2E"/>
    <w:rsid w:val="001A135E"/>
    <w:rsid w:val="00304C90"/>
    <w:rsid w:val="00505B6D"/>
    <w:rsid w:val="006D3977"/>
    <w:rsid w:val="007D6C18"/>
    <w:rsid w:val="0081769F"/>
    <w:rsid w:val="00D1641A"/>
    <w:rsid w:val="00F4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68B61"/>
  <w15:docId w15:val="{621AA818-2D34-417A-AC31-629DE5A7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2CB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262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2021-04-14T12:03:00Z</dcterms:created>
  <dcterms:modified xsi:type="dcterms:W3CDTF">2021-04-15T12:21:00Z</dcterms:modified>
</cp:coreProperties>
</file>