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986" w:rsidRPr="000D1FDD" w:rsidRDefault="00A36986" w:rsidP="00A36986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A36986" w:rsidRDefault="00A36986" w:rsidP="00A369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36986" w:rsidRDefault="00A36986" w:rsidP="00A36986"/>
    <w:p w:rsidR="00A36986" w:rsidRDefault="00A36986" w:rsidP="00A36986"/>
    <w:p w:rsidR="00A36986" w:rsidRDefault="00A36986" w:rsidP="00A369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36986" w:rsidRDefault="00A36986" w:rsidP="00A369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36986" w:rsidRDefault="00A36986" w:rsidP="00A369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36986" w:rsidRDefault="00A36986" w:rsidP="00A369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36986" w:rsidRDefault="00A36986" w:rsidP="00A369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6986" w:rsidRDefault="00A36986" w:rsidP="00A369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36986" w:rsidRDefault="00A36986" w:rsidP="00A369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6986" w:rsidRDefault="00A36986" w:rsidP="00A3698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36986" w:rsidRPr="0063686B" w:rsidRDefault="00A36986" w:rsidP="00A3698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№88</w:t>
      </w:r>
    </w:p>
    <w:p w:rsidR="00A36986" w:rsidRPr="00E52C0C" w:rsidRDefault="00A36986" w:rsidP="00A36986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36986" w:rsidRPr="00E52C0C" w:rsidRDefault="00A36986" w:rsidP="00A369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36986" w:rsidRPr="00E52C0C" w:rsidRDefault="00A36986" w:rsidP="00A369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A36986" w:rsidRPr="00685040" w:rsidRDefault="00A36986" w:rsidP="00A3698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A36986" w:rsidRPr="00E52C0C" w:rsidRDefault="00A36986" w:rsidP="00A369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36986" w:rsidRPr="00E52C0C" w:rsidRDefault="00A36986" w:rsidP="00A369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A36986" w:rsidRPr="00E52C0C" w:rsidRDefault="00A36986" w:rsidP="00A369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36986" w:rsidRPr="00E52C0C" w:rsidRDefault="00A36986" w:rsidP="00A369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 проект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0,3452 га,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A36986" w:rsidRPr="00E52C0C" w:rsidRDefault="00A36986" w:rsidP="00A369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5D14F4">
        <w:rPr>
          <w:rFonts w:ascii="Times New Roman" w:hAnsi="Times New Roman" w:cs="Times New Roman"/>
          <w:sz w:val="24"/>
          <w:szCs w:val="24"/>
          <w:lang w:val="en-US"/>
        </w:rPr>
        <w:t>__________________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D14F4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0,3452 га,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6823982100:01:002:0017,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A36986" w:rsidRPr="00E52C0C" w:rsidRDefault="00A36986" w:rsidP="00A369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A36986" w:rsidRPr="00E52C0C" w:rsidRDefault="00A36986" w:rsidP="00A369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A36986" w:rsidRPr="00A36986" w:rsidRDefault="00A36986" w:rsidP="00A369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1543B" w:rsidRPr="00A36986" w:rsidRDefault="00A36986" w:rsidP="00A369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1543B" w:rsidRPr="00A36986" w:rsidSect="00A36986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986"/>
    <w:rsid w:val="00171A2E"/>
    <w:rsid w:val="00304C90"/>
    <w:rsid w:val="00505B6D"/>
    <w:rsid w:val="005D14F4"/>
    <w:rsid w:val="0061543B"/>
    <w:rsid w:val="006D3977"/>
    <w:rsid w:val="007D6C18"/>
    <w:rsid w:val="00A3698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3698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36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3698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3698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369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3698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281</Words>
  <Characters>1607</Characters>
  <Application>Microsoft Office Word</Application>
  <DocSecurity>0</DocSecurity>
  <Lines>13</Lines>
  <Paragraphs>3</Paragraphs>
  <ScaleCrop>false</ScaleCrop>
  <Company>Microsoft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2020-05-27T16:41:00Z</dcterms:created>
  <dcterms:modified xsi:type="dcterms:W3CDTF">2020-05-27T17:31:00Z</dcterms:modified>
</cp:coreProperties>
</file>