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CA4" w:rsidRDefault="00D35CA4" w:rsidP="00D35CA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EA87656" wp14:editId="2FD0B30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45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CA4" w:rsidRDefault="00D35CA4" w:rsidP="00D35C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W4cRikEeZKmadJ&#10;3MJdoZTGSTLscqUsbh7EKRdK6SZpHXa5UpbOiVrGJ3wVdjuM0tbrc6Us7SSOkL706RhsZ/Fo6Aul&#10;TIO4l/tcKR2d59s7pc+VMnWNuA7x5VtH2I2dyDBXyjC34jrsc6V0I7aUMMJcKb2Tv8RDrpRuWCSl&#10;kH24yrqZxeNryJXS0Udse4RDrpRBPq+HQifzKIkQxs06wF5U8VBoZJGHl2tEVMeQq6NvG0kdQ66O&#10;VjwUxlwZfYcTeFt2Y6EMbCThUzLmusCJLg1vzHUBU1vccWOujL5vpY/dmCsDq0pcLWS1pmWl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nct11OMY&#10;kNReXup7eDHkceY6AqWoI1foCGdacWmBP+5j9DAdb6LT6fLrPXud8NPZkTzIjXcWfj49kruPXFBw&#10;bx28dwssQEUuKoEYsydi72kziTEtIo7OMZ0z1hQRT+xJ04mxWIh42UVMy4CooeXgtdR5k4Y9+b5J&#10;kkvGk++bpuN5wquyazA8U7dvquQzocHAJ7KHO3lEPPm+qbY8VfgzdnHnqcJbsYucpwpfxB5y8kTQ&#10;2INb1lyL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9jE2vBjRGmoi4KVEXQL0GZHh57+wcEjrlB17xxDxtSh5H02jYQEiQTh848DS2sWc&#10;2A0vjP4tRsO+ZIcYlOiMEOZu5cEMC9/hEOnXr4VwHYczBB2idCkNqF4Pb6d0B23VgZJ5otpep5zh&#10;4iRtjgg8WpRBSuNkUvJtgvo5GDxhevm3W9lkA/opBEorPoqPdlifyG6x5s72J2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sU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XH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LX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4X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2i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OH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R2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Mg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e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M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8u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CzK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L8u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3b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t2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HV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zW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n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z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Mh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5o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DI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14M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Zzt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k14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3KP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Gc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dyj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Ob7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Kd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k5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y6M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fEy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PL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Vm8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DJ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eFZ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py8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M4z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py8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/PM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eEuz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L8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Qz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lj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Z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3Sc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md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v3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sss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7n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y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Vc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eBtMI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SVV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9d8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jD4H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/9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fyc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+g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B/JyAAAAN0AAAAPAAAAAAAAAAAAAAAAAJgCAABk&#10;cnMvZG93bnJldi54bWxQSwUGAAAAAAQABAD1AAAAjQMAAAAA&#10;" fillcolor="black" stroked="f"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5XM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u/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X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fnc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6e5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Xfn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ftM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6H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f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Oh8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NO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rc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x2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pK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S8c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YPw5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pL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Nu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l8F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mI24yAAAAN0AAAAPAAAAAAAAAAAAAAAAAJgCAABk&#10;cnMvZG93bnJldi54bWxQSwUGAAAAAAQABAD1AAAAjQMAAAAA&#10;" fillcolor="black" stroked="f"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uA8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LF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64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ras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A62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5CA4" w:rsidRDefault="00D35CA4" w:rsidP="00D35C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5CA4" w:rsidRDefault="00D35CA4" w:rsidP="00D35CA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5CA4" w:rsidRDefault="00D35CA4" w:rsidP="00D35C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CA4" w:rsidRDefault="00D35CA4" w:rsidP="00D35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35CA4" w:rsidRDefault="00D35CA4" w:rsidP="00D35C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5CA4" w:rsidRPr="0086775D" w:rsidRDefault="00D35CA4" w:rsidP="00D35C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№130</w:t>
      </w:r>
    </w:p>
    <w:p w:rsidR="00D35CA4" w:rsidRPr="0086775D" w:rsidRDefault="00D35CA4" w:rsidP="00D35C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Гаврилюк К.І.,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Сваричевської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О.А.</w:t>
      </w:r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35CA4" w:rsidRPr="0086775D" w:rsidRDefault="00D35CA4" w:rsidP="00D35C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116, 118, 121, 122, 186 Земельного кодексу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Гаврилюк К.І.,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Сваричевсько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D35CA4" w:rsidRPr="0086775D" w:rsidRDefault="00D35CA4" w:rsidP="00D35C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35CA4" w:rsidRPr="0086775D" w:rsidRDefault="00D35CA4" w:rsidP="00D35C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Гаврилюк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Катерині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Ігнатівні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34A5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_____________</w:t>
      </w:r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ідентифікаційний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="00634A5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____________</w:t>
      </w:r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;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Сваричевській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Олені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Анатоліївні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634A5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________</w:t>
      </w:r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ідентифікаційний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</w:t>
      </w:r>
      <w:r w:rsidR="00634A5B">
        <w:rPr>
          <w:rFonts w:ascii="Times New Roman" w:eastAsia="Times New Roman" w:hAnsi="Times New Roman" w:cs="Times New Roman"/>
          <w:sz w:val="24"/>
          <w:szCs w:val="24"/>
          <w:lang w:val="uk-UA" w:eastAsia="en-US"/>
        </w:rPr>
        <w:t>______</w:t>
      </w:r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рівних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частках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½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6823986800:03:005:0152, для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будинку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споруд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омарівка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Лесі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Українки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, 33.</w:t>
      </w:r>
    </w:p>
    <w:p w:rsidR="00D35CA4" w:rsidRPr="0086775D" w:rsidRDefault="00D35CA4" w:rsidP="00D35C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Гаврилюк К.І.,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Сваричевській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D35CA4" w:rsidRPr="0086775D" w:rsidRDefault="00D35CA4" w:rsidP="00D35CA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D35CA4" w:rsidRPr="00634A5B" w:rsidRDefault="00D35CA4" w:rsidP="00D35CA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D35CA4" w:rsidRPr="0086775D" w:rsidRDefault="00D35CA4" w:rsidP="00D35CA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1069B" w:rsidRPr="00634A5B" w:rsidRDefault="00D35CA4" w:rsidP="00634A5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1069B" w:rsidRPr="00634A5B" w:rsidSect="00634A5B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CA4"/>
    <w:rsid w:val="0061069B"/>
    <w:rsid w:val="00634A5B"/>
    <w:rsid w:val="00D35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A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35C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35CA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35CA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CA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35CA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35CA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35CA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295</Words>
  <Characters>1685</Characters>
  <Application>Microsoft Office Word</Application>
  <DocSecurity>0</DocSecurity>
  <Lines>14</Lines>
  <Paragraphs>3</Paragraphs>
  <ScaleCrop>false</ScaleCrop>
  <Company>SPecialiST RePack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2021-09-13T12:55:00Z</dcterms:created>
  <dcterms:modified xsi:type="dcterms:W3CDTF">2021-09-14T12:52:00Z</dcterms:modified>
</cp:coreProperties>
</file>