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2CD" w:rsidRDefault="00A142CD" w:rsidP="00A142C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2CD" w:rsidRDefault="00A142CD" w:rsidP="00A14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142CD" w:rsidRDefault="00A142CD" w:rsidP="00A14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142CD" w:rsidRDefault="00A142CD" w:rsidP="00A14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42CD" w:rsidRDefault="00A142CD" w:rsidP="00A14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42CD" w:rsidRDefault="00A142CD" w:rsidP="00A14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42CD" w:rsidRDefault="00A142CD" w:rsidP="00A14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42CD" w:rsidRDefault="00A142CD" w:rsidP="00A14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142CD" w:rsidRDefault="00A142CD" w:rsidP="00A142C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142CD" w:rsidRDefault="00A142CD" w:rsidP="00A14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142CD" w:rsidRDefault="00A142CD" w:rsidP="00A14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142CD" w:rsidRDefault="00A142CD" w:rsidP="00A14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42CD" w:rsidRDefault="00A142CD" w:rsidP="00A14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142CD" w:rsidRDefault="00A142CD" w:rsidP="00A14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42CD" w:rsidRDefault="00A142CD" w:rsidP="00A14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142CD" w:rsidRDefault="00A142CD" w:rsidP="00A142C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142CD" w:rsidRDefault="00A142CD" w:rsidP="00A142C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№61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A142CD" w:rsidRPr="00AF2E62" w:rsidRDefault="00A142CD" w:rsidP="00A142C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A142CD" w:rsidRPr="00AF2E62" w:rsidRDefault="00A142CD" w:rsidP="00A142C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142CD" w:rsidRPr="00AF2E62" w:rsidRDefault="00A142CD" w:rsidP="00A142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142CD" w:rsidRPr="00AF2E62" w:rsidRDefault="00A142CD" w:rsidP="00A142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A142CD" w:rsidRPr="00AF2E62" w:rsidRDefault="00A142CD" w:rsidP="00A142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Шевцову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 В.Г.</w:t>
      </w:r>
    </w:p>
    <w:p w:rsidR="00A142CD" w:rsidRPr="00AF2E62" w:rsidRDefault="00A142CD" w:rsidP="00A142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A142CD" w:rsidRPr="00AF2E62" w:rsidRDefault="00A142CD" w:rsidP="00A142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22, 116,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122 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Шевцова В.Г.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A142CD" w:rsidRPr="00144766" w:rsidRDefault="00A142CD" w:rsidP="00A142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A142CD" w:rsidRPr="00AF2E62" w:rsidRDefault="00A142CD" w:rsidP="00A142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Шевцову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Валерію Георгійовичу,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646AEA">
        <w:rPr>
          <w:rFonts w:ascii="Times New Roman" w:eastAsia="Calibri" w:hAnsi="Times New Roman" w:cs="Times New Roman"/>
          <w:sz w:val="24"/>
          <w:lang w:val="ru-RU" w:eastAsia="en-US"/>
        </w:rPr>
        <w:t>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0,16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>розташована в с. Крупець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A142CD" w:rsidRPr="00AF2E62" w:rsidRDefault="00A142CD" w:rsidP="00A142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Шевцову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В.Г.,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142CD" w:rsidRPr="00AF2E62" w:rsidRDefault="00A142CD" w:rsidP="00A142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A142CD" w:rsidRPr="00AF2E62" w:rsidRDefault="00A142CD" w:rsidP="00A142C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142CD" w:rsidRPr="00AF2E62" w:rsidRDefault="00A142CD" w:rsidP="00A142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142CD" w:rsidRDefault="00A142CD" w:rsidP="00A142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142CD" w:rsidRPr="00AF2E62" w:rsidRDefault="00A142CD" w:rsidP="00A142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142CD" w:rsidRDefault="00A142CD" w:rsidP="00A142C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713F2" w:rsidRPr="00A142CD" w:rsidRDefault="00A142CD" w:rsidP="00A142C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2713F2" w:rsidRPr="00A142C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CD"/>
    <w:rsid w:val="002713F2"/>
    <w:rsid w:val="00646AEA"/>
    <w:rsid w:val="00A1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2C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142C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142C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142CD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2C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142C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142C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142CD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235</Words>
  <Characters>1342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2021-07-07T06:38:00Z</dcterms:created>
  <dcterms:modified xsi:type="dcterms:W3CDTF">2021-07-07T08:31:00Z</dcterms:modified>
</cp:coreProperties>
</file>