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F27" w:rsidRDefault="00422F27" w:rsidP="00422F2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F27" w:rsidRDefault="00422F27" w:rsidP="00422F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2F27" w:rsidRDefault="00422F27" w:rsidP="00422F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2F27" w:rsidRDefault="00422F27" w:rsidP="00422F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2F27" w:rsidRDefault="00422F27" w:rsidP="00422F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2F27" w:rsidRDefault="00422F27" w:rsidP="00422F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2F27" w:rsidRPr="00F6007A" w:rsidRDefault="00422F27" w:rsidP="00422F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№54</w:t>
      </w:r>
    </w:p>
    <w:p w:rsidR="00422F27" w:rsidRPr="00D02183" w:rsidRDefault="00422F27" w:rsidP="00422F27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Кучер Л.П.</w:t>
      </w:r>
    </w:p>
    <w:p w:rsidR="00422F27" w:rsidRPr="00D02183" w:rsidRDefault="00422F27" w:rsidP="00422F27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422F27" w:rsidRPr="00D02183" w:rsidRDefault="00422F27" w:rsidP="00422F27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Кучер Л.П.,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422F27" w:rsidRPr="00D02183" w:rsidRDefault="00422F27" w:rsidP="00422F27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422F27" w:rsidRPr="00D02183" w:rsidRDefault="00422F27" w:rsidP="00422F27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Кучер </w:t>
      </w:r>
      <w:proofErr w:type="spellStart"/>
      <w:r>
        <w:rPr>
          <w:rFonts w:ascii="Times New Roman" w:hAnsi="Times New Roman"/>
          <w:sz w:val="24"/>
          <w:lang w:val="ru-RU"/>
        </w:rPr>
        <w:t>Любов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Петрівні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A50C1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>, по вул. Джерельна, 9</w:t>
      </w:r>
      <w:r w:rsidRPr="00D02183">
        <w:rPr>
          <w:rFonts w:ascii="Times New Roman" w:hAnsi="Times New Roman"/>
          <w:sz w:val="24"/>
        </w:rPr>
        <w:t>.</w:t>
      </w:r>
    </w:p>
    <w:p w:rsidR="00422F27" w:rsidRDefault="00422F27" w:rsidP="00422F2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Кучер Л.П.,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22F27" w:rsidRPr="00F443C5" w:rsidRDefault="00422F27" w:rsidP="00422F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422F27" w:rsidRPr="00D02183" w:rsidRDefault="00422F27" w:rsidP="00422F2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2F27" w:rsidRPr="00D02183" w:rsidRDefault="00422F27" w:rsidP="00422F2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22F27" w:rsidRPr="00F443C5" w:rsidRDefault="00422F27" w:rsidP="00422F27">
      <w:pPr>
        <w:spacing w:after="0"/>
        <w:jc w:val="both"/>
        <w:rPr>
          <w:rFonts w:ascii="Times New Roman" w:hAnsi="Times New Roman"/>
          <w:sz w:val="24"/>
        </w:rPr>
      </w:pPr>
    </w:p>
    <w:p w:rsidR="0031556F" w:rsidRPr="00422F27" w:rsidRDefault="00422F27" w:rsidP="00422F27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>Валерій МИХАЛЮК</w:t>
      </w:r>
    </w:p>
    <w:sectPr w:rsidR="0031556F" w:rsidRPr="00422F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7"/>
    <w:rsid w:val="00171A2E"/>
    <w:rsid w:val="00304C90"/>
    <w:rsid w:val="0031556F"/>
    <w:rsid w:val="00422F27"/>
    <w:rsid w:val="00505B6D"/>
    <w:rsid w:val="006D3977"/>
    <w:rsid w:val="007D6C18"/>
    <w:rsid w:val="00CA50C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5572"/>
  <w15:docId w15:val="{FD86A15B-7BC3-4297-9EF3-04A7D36E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2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22F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2F2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22F2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2021-04-28T12:05:00Z</dcterms:created>
  <dcterms:modified xsi:type="dcterms:W3CDTF">2021-04-28T13:05:00Z</dcterms:modified>
</cp:coreProperties>
</file>