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E7B" w:rsidRPr="00B623A8" w:rsidRDefault="00F36E7B" w:rsidP="00F36E7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4435C0" wp14:editId="45CEBF3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2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36E7B" w:rsidRDefault="00F36E7B" w:rsidP="00F36E7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8jWt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I9INXiYaPJ4dkGjwkf7m4u2Xi2c67cYfDz+/O/Mx1MMNorY+SEq/uj/9dH08&#10;eaJnOvf2DTmlodMUR8VbV6K7h5y4W7AxMnGygEgSn188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uHvI1rd3AABAWQQADgAAAAAAAAAAAAAAAAAuAgAAZHJzL2Uy&#10;b0RvYy54bWxQSwECLQAUAAYACAAAACEAsh1Mm+AAAAAKAQAADwAAAAAAAAAAAAAAAAARegAAZHJz&#10;L2Rvd25yZXYueG1sUEsFBgAAAAAEAAQA8wAAAB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sEmMUA&#10;AADd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rc4XsH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wS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U5MUA&#10;AADdAAAADwAAAGRycy9kb3ducmV2LnhtbERPy2oCMRTdF/oP4RbciGY6FKtToxRhtHVR8AFuL5Pb&#10;ybSTmyGJOvXrm0Why8N5z5e9bcWFfGgcK3gcZyCIK6cbrhUcD+VoCiJEZI2tY1LwQwGWi/u7ORba&#10;XXlHl32sRQrhUKACE2NXSBkqQxbD2HXEift03mJM0NdSe7ymcNvKPMsm0mLDqcFgRytD1ff+bBV8&#10;lR/mtHq+rf1wtqPbsNxu2veJUoOH/vUFRKQ+/ov/3G9awVOep7n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0lT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TAM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vCVpt/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TA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554MMA&#10;AADdAAAADwAAAGRycy9kb3ducmV2LnhtbERPTUsDMRC9C/0PYQrebNa11rJtWqQqiNCDVSi9DZvp&#10;7uJmEpKxu/57cxA8Pt73eju6Xl0ops6zgdtZAYq49rbjxsDnx8vNElQSZIu9ZzLwQwm2m8nVGivr&#10;B36ny0EalUM4VWigFQmV1qluyWGa+UCcubOPDiXD2GgbccjhrtdlUSy0w45zQ4uBdi3VX4dvZ2A/&#10;PIe3h8X9OZzivNTpycpxJ8ZcT8fHFSihUf7Ff+5Xa2Be3uX9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554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kJ28MA&#10;AADdAAAADwAAAGRycy9kb3ducmV2LnhtbESP24rCMBRF34X5h3AGfJEx9YIMtVFk0EF8ES8fcGhO&#10;m2JzUpqM7fy9EQQfN/uy2Nm6t7W4U+srxwom4wQEce50xaWC62X39Q3CB2SNtWNS8E8e1quPQYap&#10;dh2f6H4OpYgj7FNUYEJoUil9bsiiH7uGOHqFay2GKNtS6ha7OG5rOU2ShbRYcSQYbOjHUH47/9kI&#10;Oc7weCi6y+63xw63B8OjzUmp4We/WYII1Id3+NXeawXz6WwCzzfxCc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kJ2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BCD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TAt70o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BCD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xH6cYA&#10;AADdAAAADwAAAGRycy9kb3ducmV2LnhtbESPUWvCMBSF3wf7D+EOfJGZzs4xOqNMIShMEN1gr5fm&#10;2pY1NyWJtvv3iyDs8XDO+Q5nvhxsKy7kQ+NYwdMkA0FcOtNwpeDrUz++gggR2WDrmBT8UoDl4v5u&#10;joVxPR/ocoyVSBAOBSqoY+wKKUNZk8UwcR1x8k7OW4xJ+koaj32C21ZOs+xFWmw4LdTY0bqm8ud4&#10;tgpW+77K/bhcDe7jtPmeaW30Tis1ehje30BEGuJ/+NbeGgXP0zy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xH6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F2M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2gyF8L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dhd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6BsYA&#10;AADdAAAADwAAAGRycy9kb3ducmV2LnhtbESPQWsCMRSE7wX/Q3hCL1Kzai1laxQthAoVRFvo9bF5&#10;7i7dvCxJ6q7/3ghCj8PMfMMsVr1txJl8qB0rmIwzEMSFMzWXCr6/9NMriBCRDTaOScGFAqyWg4cF&#10;5sZ1fKDzMZYiQTjkqKCKsc2lDEVFFsPYtcTJOzlvMSbpS2k8dgluGznNshdpsea0UGFL7xUVv8c/&#10;q2Cz78qZHxWb3n2ePn7mWhu900o9Dvv1G4hIffwP39tbo+B5Opv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l6B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O+N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df60hd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g740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oBicMA&#10;AADdAAAADwAAAGRycy9kb3ducmV2LnhtbESP0WrCQBRE3wv+w3ILvtXdxNpK6iYUQamPTfsBl+w1&#10;CWbvxuzWxL93BaGPw8yZYTbFZDtxocG3jjUkCwWCuHKm5VrD78/uZQ3CB2SDnWPScCUPRT572mBm&#10;3MjfdClDLWIJ+ww1NCH0mZS+asiiX7ieOHpHN1gMUQ61NAOOsdx2MlXqTVpsOS402NO2oepU/lkN&#10;r9dxfy5XJ7UzlpLDsj9wqFZaz5+nzw8QgabwH37QXyZy6fId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4oB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eM58MA&#10;AADdAAAADwAAAGRycy9kb3ducmV2LnhtbERPy2rCQBTdF/oPwy24q5PGIm10EqSSUly1qbq+ZK5J&#10;MHMnZCYP/76zELo8nPc2m00rRupdY1nByzICQVxa3XCl4PibP7+BcB5ZY2uZFNzIQZY+Pmwx0Xbi&#10;HxoLX4kQwi5BBbX3XSKlK2sy6Ja2Iw7cxfYGfYB9JXWPUwg3rYyjaC0NNhwaauzoo6byWgxGwbA+&#10;x0e+HPR3sb99vu/znZOnSqnF07zbgPA0+3/x3f2lFbzGqzA3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4eM5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We8gA&#10;AADd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9Lu9ITzeh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aFZ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xOaMMA&#10;AADdAAAADwAAAGRycy9kb3ducmV2LnhtbERPTWvCQBC9F/wPyxR6azZNg4ToKlVpWnrSKHgdsmMS&#10;mp0N2W2M/fXdQ8Hj430v15PpxEiDay0reIliEMSV1S3XCk7H9+cMhPPIGjvLpOBGDtar2cMSc22v&#10;fKCx9LUIIexyVNB43+dSuqohgy6yPXHgLnYw6AMcaqkHvIZw08kkjufSYMuhocGetg1V3+WPUfA7&#10;P+PefSSb3av2dEuzwn7tC6WeHqe3BQhPk7+L/92fWkGapGF/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xOa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i4S8UA&#10;AADdAAAADwAAAGRycy9kb3ducmV2LnhtbESP0WrCQBRE34X+w3ILfdNNQiw2dZVSFPqmxn7AJXu7&#10;CWbvJtlV0369Kwh9HGbmDLNcj7YVFxp841hBOktAEFdON2wUfB+30wUIH5A1to5JwS95WK+eJkss&#10;tLvygS5lMCJC2BeooA6hK6T0VU0W/cx1xNH7cYPFEOVgpB7wGuG2lVmSvEqLDceFGjv6rKk6lWer&#10;oHfZXI/lBnenzdu+MSbv/w65Ui/P48c7iEBj+A8/2l9aQZ7lKdzfxCc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uLh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usVMUA&#10;AADdAAAADwAAAGRycy9kb3ducmV2LnhtbESPzW7CMBCE70h9B2sr9QZOU34DBrVISFyhHDgu9pKk&#10;jddpbCDw9BgJqcfRzHyjmS1aW4kzNb50rOC9l4Ag1s6UnCvYfa+6YxA+IBusHJOCK3lYzF86M8yM&#10;u/CGztuQiwhhn6GCIoQ6k9Lrgiz6nquJo3d0jcUQZZNL0+Alwm0l0yQZSoslx4UCa1oWpH+3J6tg&#10;XR5oMNTHiR1/6c3+9hc+Rj9GqbfX9nMKIlAb/sPP9too6Kf9FB5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6x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6O8IA&#10;AADdAAAADwAAAGRycy9kb3ducmV2LnhtbERPXWvCMBR9H/gfwhX2NlOrDFeNMgeC4hTmhr5emmtT&#10;bG5Kk9X6781g4OP55swWna1ES40vHSsYDhIQxLnTJRcKfr5XLxMQPiBrrByTght5WMx7TzPMtLvy&#10;F7WHUIhYwj5DBSaEOpPS54Ys+oGriaN2do3FEGFTSN3gNZbbSqZJ8iotlhwXDNb0YSi/HH6tghb3&#10;t+Rklru3TfmZp/vlcasjr5773fsURKAuPMz/6bVWME7HI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Dvo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zcL8QA&#10;AADdAAAADwAAAGRycy9kb3ducmV2LnhtbESPQUvDQBSE74L/YXmCN7tpCCKx2yKFikcbPfT4zL5m&#10;U7Pvhd21if31riB4HGbmG2a1mf2gzhRiL2xguShAEbdie+4MvL/t7h5AxYRscRAmA98UYbO+vlph&#10;bWXiPZ2b1KkM4VijAZfSWGsdW0ce40JG4uwdJXhMWYZO24BThvtBl0Vxrz32nBccjrR11H42X97A&#10;9Nx+nMrjwbpLGGXXvMqpHMSY25v56RFUojn9h//aL9ZAVVY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3C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s/E8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X00/4A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7Px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s3ccA&#10;AADdAAAADwAAAGRycy9kb3ducmV2LnhtbESPQWvCQBSE7wX/w/KEXkQ3plYkdQ1SKFqw0Krg9Zl9&#10;TYLZt2F3G9N/3xWEHoeZ+YZZ5r1pREfO15YVTCcJCOLC6ppLBcfD23gBwgdkjY1lUvBLHvLV4GGJ&#10;mbZX/qJuH0oRIewzVFCF0GZS+qIig35iW+LofVtnMETpSqkdXiPcNDJNkrk0WHNcqLCl14qKy/7H&#10;KOg+d+dy2/n2/bIY+een82bzoU9KPQ779QuIQH34D9/bW61gls7m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qObN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O1j8cA&#10;AADdAAAADwAAAGRycy9kb3ducmV2LnhtbESPQWvCQBSE70L/w/KE3nRjiNamrlILgheh2h7q7Zl9&#10;TYLZt+nuVqO/visIPQ4z8w0zW3SmESdyvrasYDRMQBAXVtdcKvj8WA2mIHxA1thYJgUX8rCYP/Rm&#10;mGt75i2ddqEUEcI+RwVVCG0upS8qMuiHtiWO3rd1BkOUrpTa4TnCTSPTJJlIgzXHhQpbequoOO5+&#10;jYLl83T5857x5ro97Gn/dTiOU5co9djvXl9ABOrCf/jeXmsFWZo9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jtY/HAAAA3QAAAA8AAAAAAAAAAAAAAAAAmAIAAGRy&#10;cy9kb3ducmV2LnhtbFBLBQYAAAAABAAEAPUAAACMAwAAAAA=&#10;" fillcolor="black" stroked="f"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Xi88UA&#10;AADdAAAADwAAAGRycy9kb3ducmV2LnhtbERPz2vCMBS+C/sfwhvspumKE6mmRbcJwtxBt8OOz+bZ&#10;hjYvpcm0219vDoLHj+/3shhsK87Ue+NYwfMkAUFcOm24UvD9tRnPQfiArLF1TAr+yEORP4yWmGl3&#10;4T2dD6ESMYR9hgrqELpMSl/WZNFPXEccuZPrLYYI+0rqHi8x3LYyTZKZtGg4NtTY0WtNZXP4tQp+&#10;PmZmvjeUHnf/63e9e2nWn2+NUk+Pw2oBItAQ7uKbe6sVTNNpnBvfxCc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1eLz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x53cYA&#10;AADdAAAADwAAAGRycy9kb3ducmV2LnhtbESPQWsCMRSE74L/ITzBWzdbEbFbo4il2EsP1ZZeH5vX&#10;zXY3L2sSdfXXm0LB4zAz3zCLVW9bcSIfascKHrMcBHHpdM2Vgs/968McRIjIGlvHpOBCAVbL4WCB&#10;hXZn/qDTLlYiQTgUqMDE2BVShtKQxZC5jjh5P85bjEn6SmqP5wS3rZzk+UxarDktGOxoY6hsdker&#10;wK+/X5orH7+a/Pp+Cdvf/jBHo9R41K+fQUTq4z38337TCqaT6RP8vU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x53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vjL8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TDLn9L+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svjL8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tJ8MYA&#10;AADdAAAADwAAAGRycy9kb3ducmV2LnhtbESPQWsCMRSE74X+h/AKvdWsS1vKapS2IuylB7eK1+fm&#10;uVlMXpZNqqu/3ghCj8PMfMNM54Oz4kh9aD0rGI8yEMS11y03Cta/y5cPECEia7SeScGZAsxnjw9T&#10;LLQ/8YqOVWxEgnAoUIGJsSukDLUhh2HkO+Lk7X3vMCbZN1L3eEpwZ2WeZe/SYctpwWBH34bqQ/Xn&#10;FCyqzubr0nyF7eZnt7PlZUnbhVLPT8PnBESkIf6H7+1SK3jN38Z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tJ8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6YNsUA&#10;AADdAAAADwAAAGRycy9kb3ducmV2LnhtbESPzWrDMBCE74W8g9hAb41U0yTFjWxCaCCQU/NzyG2R&#10;NrZTa2UsNXbfvioUehxm5htmVY6uFXfqQ+NZw/NMgSA23jZcaTgdt0+vIEJEtth6Jg3fFKAsJg8r&#10;zK0f+IPuh1iJBOGQo4Y6xi6XMpiaHIaZ74iTd/W9w5hkX0nb45DgrpWZUgvpsOG0UGNHm5rM5+HL&#10;abht5d4bheZ8Og87u7y8L6hVWj9Ox/UbiEhj/A//tXdWw0s2z+D3TXo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Tpg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ufg8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/peAT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Rufg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9Jc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eTbK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ovSXHAAAA3QAAAA8AAAAAAAAAAAAAAAAAmAIAAGRy&#10;cy9kb3ducmV2LnhtbFBLBQYAAAAABAAEAPUAAACMAwAAAAA=&#10;" fillcolor="black" stroked="f"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jiv8UA&#10;AADdAAAADwAAAGRycy9kb3ducmV2LnhtbESPQUsDMRSE7wX/Q3iCtzZrtVLWpmUpFMXTtiq9vm6e&#10;m8XNy5Kk6frvjSD0OMzMN8xqM9peJPKhc6zgflaAIG6c7rhV8PG+my5BhIissXdMCn4owGZ9M1lh&#10;qd2F95QOsRUZwqFEBSbGoZQyNIYshpkbiLP35bzFmKVvpfZ4yXDby3lRPEmLHecFgwNtDTXfh7NV&#10;kE7bunpIx2T2b75qvatfPk+1Une3Y/UMItIYr+H/9qtW8DhfL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OK/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2cOscA&#10;AADdAAAADwAAAGRycy9kb3ducmV2LnhtbESPQWvCQBSE7wX/w/IEb3Wj2NBGVymipfZiG4X2+Mg+&#10;s6HZtyG7jdFf7xYKPQ4z8w2zWPW2Fh21vnKsYDJOQBAXTldcKjgetvePIHxA1lg7JgUX8rBaDu4W&#10;mGl35g/q8lCKCGGfoQITQpNJ6QtDFv3YNcTRO7nWYoiyLaVu8RzhtpbTJEmlxYrjgsGG1oaK7/zH&#10;KvCT9ebzzV6fuq8Xw/t8Z9L30ig1GvbPcxCB+vAf/mu/agWz6UM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0NnD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36E7B" w:rsidRDefault="00F36E7B" w:rsidP="00F36E7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36E7B" w:rsidRDefault="00F36E7B" w:rsidP="00F36E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36E7B" w:rsidRPr="004A7D10" w:rsidRDefault="00F36E7B" w:rsidP="00F36E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6E7B" w:rsidRDefault="00F36E7B" w:rsidP="00F36E7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36E7B" w:rsidRPr="00DA4463" w:rsidRDefault="00F36E7B" w:rsidP="00F36E7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№17</w:t>
      </w: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прийняття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комунальну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власність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Крупецькій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сільській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раді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об’єднаної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громади</w:t>
      </w:r>
      <w:proofErr w:type="spellEnd"/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Шепетівського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 (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району)</w:t>
      </w: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областіз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державної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F36E7B" w:rsidRDefault="00F36E7B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земельних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ділянок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b/>
          <w:sz w:val="24"/>
          <w:szCs w:val="24"/>
        </w:rPr>
        <w:t>призначення</w:t>
      </w:r>
      <w:proofErr w:type="spellEnd"/>
    </w:p>
    <w:p w:rsidR="00C14F67" w:rsidRPr="00C14F67" w:rsidRDefault="00C14F67" w:rsidP="00F36E7B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bookmarkStart w:id="0" w:name="_GoBack"/>
      <w:bookmarkEnd w:id="0"/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внесення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деяких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законодавчих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актів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вирішення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колективної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на землю,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удосконалення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правил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землекористування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масивах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земель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запобігання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рейдерству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стимулювання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зростання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10.07.2018 року,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враховуючи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Постанову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Кабінету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Міністрів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16 листопада 2020 року  №113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деякі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заходи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прискорення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реформ 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сфері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», наказ</w:t>
      </w:r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ержавної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служби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геодезії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картографії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та кадастру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деякі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питання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ділянок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17.11.2020 року №485 та наказу  Головного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управління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Держгеокадастру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Хмельницькій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26.11.2020 №6-ОТГ «Про передачу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ділянок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комунальну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територіальним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громадам», на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ідставі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Акту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приймання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комунальну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26.11.2020 року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F36E7B" w:rsidRPr="00012FAF" w:rsidRDefault="00F36E7B" w:rsidP="00F36E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12FAF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Прийняти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комунальну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Крупецькій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раді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lastRenderedPageBreak/>
        <w:t>об’єднаної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Шепетівського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району  (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Славутського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району)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Хмельницької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області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додатку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Відділу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комунальної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навколишнього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Крупецькоїї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здійснити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заходи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проведення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реєстрації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права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земельні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цим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Times New Roman" w:hAnsi="Times New Roman" w:cs="Times New Roman"/>
          <w:sz w:val="24"/>
          <w:szCs w:val="24"/>
        </w:rPr>
        <w:t>ішенням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6E7B" w:rsidRPr="0060655C" w:rsidRDefault="00F36E7B" w:rsidP="00F36E7B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F36E7B" w:rsidRPr="0060655C" w:rsidRDefault="00F36E7B" w:rsidP="00F36E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36E7B" w:rsidRPr="00C61B71" w:rsidRDefault="00F36E7B" w:rsidP="00F36E7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голова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ab/>
      </w:r>
      <w:r w:rsidRPr="0060655C">
        <w:rPr>
          <w:rFonts w:ascii="Times New Roman" w:eastAsia="Times New Roman" w:hAnsi="Times New Roman" w:cs="Times New Roman"/>
          <w:sz w:val="24"/>
          <w:szCs w:val="24"/>
        </w:rPr>
        <w:tab/>
      </w:r>
      <w:r w:rsidRPr="0060655C">
        <w:rPr>
          <w:rFonts w:ascii="Times New Roman" w:eastAsia="Times New Roman" w:hAnsi="Times New Roman" w:cs="Times New Roman"/>
          <w:sz w:val="24"/>
          <w:szCs w:val="24"/>
        </w:rPr>
        <w:tab/>
      </w:r>
      <w:r w:rsidRPr="0060655C">
        <w:rPr>
          <w:rFonts w:ascii="Times New Roman" w:eastAsia="Times New Roman" w:hAnsi="Times New Roman" w:cs="Times New Roman"/>
          <w:sz w:val="24"/>
          <w:szCs w:val="24"/>
        </w:rPr>
        <w:tab/>
      </w:r>
      <w:r w:rsidRPr="0060655C">
        <w:rPr>
          <w:rFonts w:ascii="Times New Roman" w:eastAsia="Times New Roman" w:hAnsi="Times New Roman" w:cs="Times New Roman"/>
          <w:sz w:val="24"/>
          <w:szCs w:val="24"/>
        </w:rPr>
        <w:tab/>
      </w:r>
      <w:r w:rsidRPr="0060655C"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МИХАЛЮК</w:t>
      </w:r>
    </w:p>
    <w:p w:rsidR="00DE3DC1" w:rsidRPr="00F36E7B" w:rsidRDefault="00DE3DC1" w:rsidP="00F36E7B"/>
    <w:sectPr w:rsidR="00DE3DC1" w:rsidRPr="00F36E7B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3CCA" w:rsidRDefault="00EC3CCA">
      <w:pPr>
        <w:spacing w:after="0" w:line="240" w:lineRule="auto"/>
      </w:pPr>
      <w:r>
        <w:separator/>
      </w:r>
    </w:p>
  </w:endnote>
  <w:endnote w:type="continuationSeparator" w:id="0">
    <w:p w:rsidR="00EC3CCA" w:rsidRDefault="00EC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3CCA" w:rsidRDefault="00EC3CCA">
      <w:pPr>
        <w:spacing w:after="0" w:line="240" w:lineRule="auto"/>
      </w:pPr>
      <w:r>
        <w:separator/>
      </w:r>
    </w:p>
  </w:footnote>
  <w:footnote w:type="continuationSeparator" w:id="0">
    <w:p w:rsidR="00EC3CCA" w:rsidRDefault="00EC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E7B"/>
    <w:rsid w:val="00C14F67"/>
    <w:rsid w:val="00DE3DC1"/>
    <w:rsid w:val="00EC3CCA"/>
    <w:rsid w:val="00F36E7B"/>
    <w:rsid w:val="00FE6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7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6E7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6E7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6E7B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E7B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36E7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36E7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36E7B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2020-12-24T17:39:00Z</dcterms:created>
  <dcterms:modified xsi:type="dcterms:W3CDTF">2020-12-24T18:45:00Z</dcterms:modified>
</cp:coreProperties>
</file>