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9EE" w:rsidRDefault="007409EE" w:rsidP="007409EE">
      <w:pPr>
        <w:jc w:val="both"/>
        <w:rPr>
          <w:rFonts w:ascii="Times New Roman" w:hAnsi="Times New Roman" w:cs="Times New Roman"/>
        </w:rPr>
      </w:pPr>
      <w:r w:rsidRPr="00B679F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409EE" w:rsidRDefault="007409EE" w:rsidP="007409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409EE" w:rsidRDefault="007409EE" w:rsidP="007409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9EE" w:rsidRDefault="007409EE" w:rsidP="007409E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9EE" w:rsidRDefault="007409EE" w:rsidP="007409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9EE" w:rsidRDefault="007409EE" w:rsidP="007409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409EE" w:rsidRPr="008C6EE4" w:rsidRDefault="007409EE" w:rsidP="007409EE">
      <w:pPr>
        <w:spacing w:after="0"/>
        <w:jc w:val="center"/>
        <w:rPr>
          <w:rFonts w:ascii="Times New Roman" w:eastAsia="Arial Unicode MS" w:hAnsi="Times New Roman"/>
          <w:b/>
          <w:caps/>
          <w:sz w:val="24"/>
        </w:rPr>
      </w:pPr>
      <w:r w:rsidRPr="008C6EE4">
        <w:rPr>
          <w:rFonts w:ascii="Times New Roman" w:eastAsia="Arial Unicode MS" w:hAnsi="Times New Roman"/>
          <w:b/>
          <w:caps/>
          <w:sz w:val="24"/>
        </w:rPr>
        <w:t>КРУПЕЦЬКА СІЛЬСЬКА РАДА</w:t>
      </w:r>
    </w:p>
    <w:p w:rsidR="007409EE" w:rsidRPr="008C6EE4" w:rsidRDefault="007409EE" w:rsidP="007409EE">
      <w:pPr>
        <w:spacing w:after="0"/>
        <w:jc w:val="center"/>
        <w:rPr>
          <w:rFonts w:ascii="Times New Roman" w:eastAsia="Arial Unicode MS" w:hAnsi="Times New Roman"/>
          <w:b/>
          <w:caps/>
          <w:sz w:val="24"/>
        </w:rPr>
      </w:pPr>
      <w:r w:rsidRPr="008C6EE4">
        <w:rPr>
          <w:rFonts w:ascii="Times New Roman" w:eastAsia="Arial Unicode MS" w:hAnsi="Times New Roman"/>
          <w:b/>
          <w:caps/>
          <w:sz w:val="24"/>
        </w:rPr>
        <w:t>СЛАВУТСЬКОГО РАЙОНУ</w:t>
      </w:r>
    </w:p>
    <w:p w:rsidR="007409EE" w:rsidRPr="008C6EE4" w:rsidRDefault="007409EE" w:rsidP="007409EE">
      <w:pPr>
        <w:spacing w:after="0"/>
        <w:jc w:val="center"/>
        <w:rPr>
          <w:rFonts w:ascii="Times New Roman" w:eastAsia="Arial Unicode MS" w:hAnsi="Times New Roman"/>
          <w:b/>
          <w:caps/>
          <w:sz w:val="24"/>
        </w:rPr>
      </w:pPr>
      <w:r w:rsidRPr="008C6EE4">
        <w:rPr>
          <w:rFonts w:ascii="Times New Roman" w:eastAsia="Arial Unicode MS" w:hAnsi="Times New Roman"/>
          <w:b/>
          <w:caps/>
          <w:sz w:val="24"/>
        </w:rPr>
        <w:t>ХМЕЛЬНИЦЬКОЇ ОБЛАСТІ</w:t>
      </w:r>
    </w:p>
    <w:p w:rsidR="007409EE" w:rsidRPr="008C6EE4" w:rsidRDefault="007409EE" w:rsidP="007409EE">
      <w:pPr>
        <w:spacing w:after="0"/>
        <w:jc w:val="center"/>
        <w:rPr>
          <w:rFonts w:ascii="Times New Roman" w:eastAsia="Arial Unicode MS" w:hAnsi="Times New Roman"/>
          <w:b/>
          <w:caps/>
          <w:sz w:val="24"/>
        </w:rPr>
      </w:pPr>
    </w:p>
    <w:p w:rsidR="007409EE" w:rsidRPr="008C6EE4" w:rsidRDefault="007409EE" w:rsidP="007409EE">
      <w:pPr>
        <w:spacing w:after="0"/>
        <w:jc w:val="center"/>
        <w:rPr>
          <w:rFonts w:ascii="Times New Roman" w:eastAsia="Arial Unicode MS" w:hAnsi="Times New Roman"/>
          <w:b/>
          <w:caps/>
          <w:sz w:val="24"/>
        </w:rPr>
      </w:pPr>
      <w:r w:rsidRPr="008C6EE4">
        <w:rPr>
          <w:rFonts w:ascii="Times New Roman" w:eastAsia="Arial Unicode MS" w:hAnsi="Times New Roman"/>
          <w:b/>
          <w:caps/>
          <w:sz w:val="24"/>
        </w:rPr>
        <w:t>РІШЕННЯ</w:t>
      </w:r>
    </w:p>
    <w:p w:rsidR="007409EE" w:rsidRDefault="007409EE" w:rsidP="007409E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409EE" w:rsidRDefault="007409EE" w:rsidP="007409E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09EE" w:rsidRPr="0005326B" w:rsidRDefault="007409EE" w:rsidP="007409EE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7409EE" w:rsidRPr="007260B7" w:rsidRDefault="007409EE" w:rsidP="007409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№37</w:t>
      </w:r>
    </w:p>
    <w:p w:rsidR="007409EE" w:rsidRDefault="007409EE" w:rsidP="007409E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7409EE" w:rsidRDefault="007409EE" w:rsidP="007409E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ст.25,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1.1.Слободян Ларисі Іванівні в розмірі 2000 ( дві тисячі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Коваль Олені Микитівні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Ксенії Максимівні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Віктору Олександровичу в розмірі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Кучер Світлані Михайлівні в розмірі 2000 ( дві тисячі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лікування дочки Кучер Аліни Сергіївни 12.12.2006 р. н.</w:t>
      </w:r>
    </w:p>
    <w:p w:rsidR="007409EE" w:rsidRDefault="007409EE" w:rsidP="007409E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7409EE" w:rsidRDefault="007409EE" w:rsidP="007409EE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7409EE" w:rsidRPr="007409EE" w:rsidRDefault="007409EE" w:rsidP="007409EE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A52F5B" w:rsidRPr="007409EE" w:rsidRDefault="007409EE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A52F5B" w:rsidRPr="007409EE" w:rsidSect="007409EE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09EE"/>
    <w:rsid w:val="00171A2E"/>
    <w:rsid w:val="00304C90"/>
    <w:rsid w:val="00505B6D"/>
    <w:rsid w:val="006D3977"/>
    <w:rsid w:val="007409EE"/>
    <w:rsid w:val="007D6C18"/>
    <w:rsid w:val="00A52F5B"/>
    <w:rsid w:val="00AD2711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9E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283</Words>
  <Characters>1616</Characters>
  <Application>Microsoft Office Word</Application>
  <DocSecurity>0</DocSecurity>
  <Lines>13</Lines>
  <Paragraphs>3</Paragraphs>
  <ScaleCrop>false</ScaleCrop>
  <Company>Microsoft</Company>
  <LinksUpToDate>false</LinksUpToDate>
  <CharactersWithSpaces>1896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2020-01-21T06:30:00Z</dcterms:created>
  <dcterms:modified xsi:type="dcterms:W3CDTF">2020-01-21T06:30:00Z</dcterms:modified>
</cp:coreProperties>
</file>