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B91" w:rsidRPr="003B50D1" w:rsidRDefault="00997B91" w:rsidP="00997B9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997B91" w:rsidRPr="003B50D1" w:rsidRDefault="00997B91" w:rsidP="00997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FC8299" wp14:editId="342AF043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3011" name="Группа 230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30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B91" w:rsidRDefault="00997B91" w:rsidP="00997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01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B0HcQA&#10;AADeAAAADwAAAGRycy9kb3ducmV2LnhtbESPT4vCMBTE7wv7HcJb8LamtuBK11REVDwIYtX7o3n9&#10;wzYvpYlav70RhD0OM/MbZr4YTCtu1LvGsoLJOAJBXFjdcKXgfNp8z0A4j6yxtUwKHuRgkX1+zDHV&#10;9s5HuuW+EgHCLkUFtfddKqUrajLoxrYjDl5pe4M+yL6Susd7gJtWxlE0lQYbDgs1drSqqfjLr0aB&#10;Tba7/aWKj8mafzwvD7PyMuyVGn0Ny18Qngb/H363d1pBnESTGF53whWQ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AdB3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hjJckA&#10;AADeAAAADwAAAGRycy9kb3ducmV2LnhtbESPW2sCMRSE3wv+h3CEvkjNquBlNYoI29tDQSv4etic&#10;brZuTpYk1a2/vikU+jjMzDfMatPZRlzIh9qxgtEwA0FcOl1zpeD4XjzMQYSIrLFxTAq+KcBm3btb&#10;Ya7dlfd0OcRKJAiHHBWYGNtcylAashiGriVO3ofzFmOSvpLa4zXBbSPHWTaVFmtOCwZb2hkqz4cv&#10;q+CzeDOn3ez26AeLPd0GxetT8zJV6r7fbZcgInXxP/zXftYKxpNsNIHfO+kKyP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AhjJ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JfUMQA&#10;AADeAAAADwAAAGRycy9kb3ducmV2LnhtbESP24rCMBRF34X5h3AGfJEx9YIMtVFk0EF8ES8fcGhO&#10;m2JzUpqM7fy9EQQfN/uy2Nm6t7W4U+srxwom4wQEce50xaWC62X39Q3CB2SNtWNS8E8e1quPQYap&#10;dh2f6H4OpYgj7FNUYEJoUil9bsiiH7uGOHqFay2GKNtS6ha7OG5rOU2ShbRYcSQYbOjHUH47/9kI&#10;Oc7weCi6y+63xw63B8OjzUmp4We/WYII1Id3+NXeawXTWTKZw/NOv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yX1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rv8ccA&#10;AADeAAAADwAAAGRycy9kb3ducmV2LnhtbESPQUsDMRSE70L/Q3iCN5vtaqusTUupCkXowSqIt8fm&#10;dXdx8xKSZ3f9940geBxm5htmuR5dr04UU+fZwGxagCKuve24MfD+9nx9DyoJssXeMxn4oQTr1eRi&#10;iZX1A7/S6SCNyhBOFRpoRUKldapbcpimPhBn7+ijQ8kyNtpGHDLc9bosioV22HFeaDHQtqX66/Dt&#10;DOyHp/Byt5gfw2e8LXV6tPKxFWOuLsfNAyihUf7Df+2dNVDeFLM5/N7JV0Cv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67/H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xkvMUA&#10;AADeAAAADwAAAGRycy9kb3ducmV2LnhtbESP32qDMBTG7wd7h3AKuxlrbIUynGkpox3DG9HuAQ7m&#10;aKTmRExa3dsvg8EuP74/P778sNhB3GnyvWMFm3UCgrhxuudOwdfl/PIKwgdkjYNjUvBNHg77x4cc&#10;M+1mruheh07EEfYZKjAhjJmUvjFk0a/dSBy91k0WQ5RTJ/WEcxy3g9wmyU5a7DkSDI70bqi51jcb&#10;IWWKZdHOl/PHgjOeCsPPx0qpp9VyfAMRaAn/4b/2p1awTZPNDn7vxCs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bGS8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TUHccA&#10;AADeAAAADwAAAGRycy9kb3ducmV2LnhtbESPQUsDMRSE70L/Q3gFbzbbVVtZm5bSKojQg1UQb4/N&#10;6+7i5iUkz+76740geBxm5htmtRldr84UU+fZwHxWgCKuve24MfD2+nh1ByoJssXeMxn4pgSb9eRi&#10;hZX1A7/Q+SiNyhBOFRpoRUKldapbcphmPhBn7+SjQ8kyNtpGHDLc9bosioV22HFeaDHQrqX68/jl&#10;DByGh/C8XNyewke8KXXaW3nfiTGX03F7D0polP/wX/vJGiivi/kS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k1B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5dhsMA&#10;AADeAAAADwAAAGRycy9kb3ducmV2LnhtbERPXWvCMBR9H/gfwhX2MjRV2RidUVQIExzInLDXS3Nt&#10;i81NSaKt/948CD4ezvd82dtGXMmH2rGCyTgDQVw4U3Op4PinR58gQkQ22DgmBTcKsFwMXuaYG9fx&#10;L10PsRQphEOOCqoY21zKUFRkMYxdS5y4k/MWY4K+lMZjl8JtI6dZ9iEt1pwaKmxpU1FxPlysgvW+&#10;K2f+rVj3bnf6/n/X2ugfrdTrsF99gYjUx6f44d4aBdNZNkl70510Be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5dh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Ky4sYA&#10;AADeAAAADwAAAGRycy9kb3ducmV2LnhtbESP3WoCMRSE7wu+QzhC72rWbSu6GkWUhVJ6488DHDbH&#10;zermZEniun37plDo5TAz3zCrzWBb0ZMPjWMF00kGgrhyuuFawflUvsxBhIissXVMCr4pwGY9elph&#10;od2DD9QfYy0ShEOBCkyMXSFlqAxZDBPXESfv4rzFmKSvpfb4SHDbyjzLZtJiw2nBYEc7Q9XteLcK&#10;ys/8q7/dtS/ddniz9G6u871R6nk8bJcgIg3xP/zX/tAK8tdsuoDfO+kK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0Ky4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SbPcUA&#10;AADeAAAADwAAAGRycy9kb3ducmV2LnhtbESPXWvCMBSG7wf7D+EMvBkztbIxOqOoEBQcjDnB20Nz&#10;bMuak5JEW/+9uRC8fHm/eGaLwbbiQj40jhVMxhkI4tKZhisFhz/99gkiRGSDrWNScKUAi/nz0wwL&#10;43r+pcs+ViKNcChQQR1jV0gZyposhrHriJN3ct5iTNJX0njs07htZZ5lH9Jiw+mhxo7WNZX/+7NV&#10;sPrpq6l/LVeD2502x3etjf7WSo1ehuUXiEhDfITv7a1RkE+zPAEknIQC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JJs9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h0WcQA&#10;AADeAAAADwAAAGRycy9kb3ducmV2LnhtbESPUWvCMBSF3wf+h3AHvs3Uuol0RhGlIGMvU3/Apblr&#10;OpubksRa/70RhD0ezjnf4SzXg21FTz40jhVMJxkI4srphmsFp2P5tgARIrLG1jEpuFGA9Wr0ssRC&#10;uyv/UH+ItUgQDgUqMDF2hZShMmQxTFxHnLxf5y3GJH0ttcdrgttW5lk2lxYbTgsGO9oaqs6Hi1VQ&#10;fuXf/fmifek2w7ulD/O32Bmlxq/D5hNEpCH+h5/tvVaQz7J8Co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YdFn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R0xsMA&#10;AADeAAAADwAAAGRycy9kb3ducmV2LnhtbESP0YrCMBRE34X9h3CFfbOJVZelGkUERR+t+wGX5m5b&#10;bG66TbT17zeC4OMwM2eY1WawjbhT52vHGqaJAkFcOFNzqeHnsp98g/AB2WDjmDQ8yMNm/TFaYWZc&#10;z2e656EUEcI+Qw1VCG0mpS8qsugT1xJH79d1FkOUXSlNh32E20amSn1JizXHhQpb2lVUXPOb1TB/&#10;9Ie/fHFVe2Npepq1Jw7FQuvP8bBdggg0hHf41T4aDelMpSk878Qr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R0x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rH8sQA&#10;AADeAAAADwAAAGRycy9kb3ducmV2LnhtbESPQYvCMBSE78L+h/AWvGlqBXGraZEVF9mTVtfzo3m2&#10;xealNFHrv98IgsdhZr5hlllvGnGjztWWFUzGEQjiwuqaSwXHw2Y0B+E8ssbGMil4kIMs/RgsMdH2&#10;znu65b4UAcIuQQWV920ipSsqMujGtiUO3tl2Bn2QXSl1h/cAN42Mo2gmDdYcFips6bui4pJfjYLr&#10;7BQf+fyrd/n68fO13qyc/CuVGn72qwUIT71/h1/trVYQT6N4Cs874Qr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Kx/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vm8gA&#10;AADeAAAADwAAAGRycy9kb3ducmV2LnhtbESPQWvCQBSE74L/YXmCN7MxSrCpq7SFgnqo1LaH3p7Z&#10;ZxKbfZtmV03/vSsIPQ4z8w0zX3amFmdqXWVZwTiKQRDnVldcKPj8eB3NQDiPrLG2TAr+yMFy0e/N&#10;MdP2wu903vlCBAi7DBWU3jeZlC4vyaCLbEMcvINtDfog20LqFi8BbmqZxHEqDVYcFkps6KWk/Gd3&#10;Mgq+trP0Yfu8nh43b3ucGP37ratUqeGge3oE4anz/+F7e6UVJJM4mcLtTrg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jO+b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ndlMcA&#10;AADeAAAADwAAAGRycy9kb3ducmV2LnhtbESPQWvCQBSE7wX/w/KE3urGWENIXcW2NBZPagu9PrLP&#10;JJh9G7JbTfrr3YLgcZiZb5jFqjeNOFPnassKppMIBHFhdc2lgu+vj6cUhPPIGhvLpGAgB6vl6GGB&#10;mbYX3tP54EsRIOwyVFB532ZSuqIig25iW+LgHW1n0AfZlVJ3eAlw08g4ihJpsOawUGFLbxUVp8Ov&#10;UfCX/ODObeLX95n2NDynud3ucqUex/36BYSn3t/Dt/anVhDPongO/3fCFZ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53ZT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IqTcYA&#10;AADeAAAADwAAAGRycy9kb3ducmV2LnhtbESP0WrCQBRE34X+w3ILfdNNUw0aXUMpFnyrpv2AS/a6&#10;CWbvJtmtpn59t1DwcZiZM8ymGG0rLjT4xrGC51kCgrhyumGj4OvzfboE4QOyxtYxKfghD8X2YbLB&#10;XLsrH+lSBiMihH2OCuoQulxKX9Vk0c9cRxy9kxsshigHI/WA1wi3rUyTJJMWG44LNXb0VlN1Lr+t&#10;gt6lCz2WO/w471aHxph5fzvOlXp6HF/XIAKN4R7+b++1gvQlSTP4uxOv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IqT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LpPcYA&#10;AADeAAAADwAAAGRycy9kb3ducmV2LnhtbESPwW7CMBBE70j9B2sr9VacBkEg4KC2EhJXoIceF3tJ&#10;QuN1Grsh8PV1pUocRzPzRrNaD7YRPXW+dqzgZZyAINbO1Fwq+DhsnucgfEA22DgmBVfysC4eRivM&#10;jbvwjvp9KEWEsM9RQRVCm0vpdUUW/di1xNE7uc5iiLIrpenwEuG2kWmSzKTFmuNChS29V6S/9j9W&#10;wbY+0nSmTws7f9O7z9t3mGRno9TT4/C6BBFoCPfwf3trFKSTJM3g7068ArL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LpP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yEmMcA&#10;AADeAAAADwAAAGRycy9kb3ducmV2LnhtbESPQUsDMRCF74L/IYzgzSbdgujatLSC0NJasIpeh824&#10;WdxMlk3cbv+9cyh4nJk3771vvhxDqwbqUxPZwnRiQBFX0TVcW/h4f7l7AJUyssM2Mlk4U4Ll4vpq&#10;jqWLJ36j4ZhrJSacSrTgc+5KrVPlKWCaxI5Ybt+xD5hl7GvtejyJeWh1Ycy9DtiwJHjs6NlT9XP8&#10;DRYGPJzNl1+/Pm6bfVUc1p87J3t7ezOunkBlGvO/+PK9cRaKmSmkr+AICu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chJj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3+mcQA&#10;AADeAAAADwAAAGRycy9kb3ducmV2LnhtbESPQUsDMRSE74L/ITzBm80aQXRtWopQ8ahrDx6fm9fN&#10;tpv3liR2V3+9EQSPw8x8wyzXcxjUiWLqhS1cLypQxK24njsLu7ft1R2olJEdDsJk4YsSrFfnZ0us&#10;nUz8Sqcmd6pAONVowec81lqn1lPAtJCRuHh7iQFzkbHTLuJU4GHQpqpudcCey4LHkR49tcfmM1iY&#10;ntqPg9m/O/8dR9k2L3Iwg1h7eTFvHkBlmvN/+K/97CyYm8rcw++dcgX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d/pn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bRzsYA&#10;AADeAAAADwAAAGRycy9kb3ducmV2LnhtbESPXWvCMBSG7wf+h3CE3c3UCptU0+J0whgb4tf9sTm2&#10;1eSkNJl2/365GOzy5f3imRe9NeJGnW8cKxiPEhDEpdMNVwoO+/XTFIQPyBqNY1LwQx6KfPAwx0y7&#10;O2/ptguViCPsM1RQh9BmUvqyJot+5Fri6J1dZzFE2VVSd3iP49bINEmepcWG40ONLS1rKq+7b6tg&#10;vVmZS/q1XRxlWL69nMz043X1qdTjsF/MQATqw3/4r/2uFaSTZBIBIk5E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MbRz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ypwcYA&#10;AADeAAAADwAAAGRycy9kb3ducmV2LnhtbESPQYvCMBSE74L/ITxhL7KmWhTpGkWERRcU1BW8Ppu3&#10;bbF5KU221n9vBMHjMDPfMLNFa0rRUO0KywqGgwgEcWp1wZmC0+/35xSE88gaS8uk4E4OFvNuZ4aJ&#10;tjc+UHP0mQgQdgkqyL2vEildmpNBN7AVcfD+bG3QB1lnUtd4C3BTylEUTaTBgsNCjhWtckqvx3+j&#10;oNlvL9mmcdXPddp34/iyXu/0WamPXrv8AuGp9e/wq73RCkZxFA/heSdcATl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ypw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JJq8gA&#10;AADeAAAADwAAAGRycy9kb3ducmV2LnhtbESPT2sCMRTE74V+h/CE3mri2oquRqmFQi+F+uegt+fm&#10;ubu4edkmqW776Ruh4HGYmd8ws0VnG3EmH2rHGgZ9BYK4cKbmUsN28/Y4BhEissHGMWn4oQCL+f3d&#10;DHPjLryi8zqWIkE45KihirHNpQxFRRZD37XEyTs6bzEm6UtpPF4S3DYyU2okLdacFips6bWi4rT+&#10;thqWk/Hy6/OJP35Xhz3td4fTc+aV1g+97mUKIlIXb+H/9rvRkA3VMIPrnXQF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wkmryAAAAN4AAAAPAAAAAAAAAAAAAAAAAJgCAABk&#10;cnMvZG93bnJldi54bWxQSwUGAAAAAAQABAD1AAAAjQMAAAAA&#10;" fillcolor="black" stroked="f"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3iMMgA&#10;AADeAAAADwAAAGRycy9kb3ducmV2LnhtbESPT2vCQBTE7wW/w/KE3uqmCRVJXaVqCwXtwT+HHp/Z&#10;Z7Ik+zZktxr99F2h0OMwM79hpvPeNuJMnTeOFTyPEhDEhdOGSwWH/cfTBIQPyBobx6TgSh7ms8HD&#10;FHPtLryl8y6UIkLY56igCqHNpfRFRRb9yLXE0Tu5zmKIsiul7vAS4baRaZKMpUXDcaHClpYVFfXu&#10;xyr4Xo/NZGsoPW5ui3e9eakXX6taqcdh//YKIlAf/sN/7U+tIM2SLIP7nXgF5O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TeIw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YXdsYA&#10;AADeAAAADwAAAGRycy9kb3ducmV2LnhtbESPQWsCMRSE74X+h/AKvWlSlSJbo0iL2IsHtaXXx+Z1&#10;s93NyzaJuvrrTUHocZiZb5jZonetOFKItWcNT0MFgrj0puZKw8d+NZiCiAnZYOuZNJwpwmJ+fzfD&#10;wvgTb+m4S5XIEI4FarApdYWUsbTkMA59R5y9bx8cpixDJU3AU4a7Vo6UepYOa84LFjt6tVQ2u4PT&#10;EJZfb82FD5+NumzOcf3T/07Rav340C9fQCTq03/41n43GkZjNZ7A3518Be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YXd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sEpscA&#10;AADeAAAADwAAAGRycy9kb3ducmV2LnhtbESPUUsDMRCE34X+h7AFX8QmXlHrtWkRQRAshdb+gO1l&#10;vTuabI7L2l799UYQfBxm5htmsRqCVyfqUxvZwt3EgCKuomu5trD/eL2dgUqC7NBHJgsXSrBajq4W&#10;WLp45i2ddlKrDOFUooVGpCu1TlVDAdMkdsTZ+4x9QMmyr7Xr8ZzhwevCmAcdsOW80GBHLw1Vx91X&#10;sOCLg396f0xruez12nwH2d5snLXX4+F5DkpokP/wX/vNWSimZnoPv3fyFd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LBKb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nbi8cA&#10;AADeAAAADwAAAGRycy9kb3ducmV2LnhtbESPQWvCQBSE74X+h+UVvNVNI0hJXaWtCLn00DTF6zP7&#10;zAZ334bsqqm/3i0IHoeZ+YZZrEZnxYmG0HlW8DLNQBA3XnfcKqh/Ns+vIEJE1mg9k4I/CrBaPj4s&#10;sND+zN90qmIrEoRDgQpMjH0hZWgMOQxT3xMnb+8HhzHJoZV6wHOCOyvzLJtLhx2nBYM9fRpqDtXR&#10;KVhXvc3r0nyE7e/XbmfLy4a2a6UmT+P7G4hIY7yHb+1SK8hn2WwO/3fSFZ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J24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DMJsQA&#10;AADeAAAADwAAAGRycy9kb3ducmV2LnhtbESPT4vCMBTE78J+h/AWvGmyCirVKMuygrAn/x28PZJn&#10;W21eShNt99sbQfA4zMxvmMWqc5W4UxNKzxq+hgoEsfG25FzDYb8ezECEiGyx8kwa/inAavnRW2Bm&#10;fctbuu9iLhKEQ4YaihjrTMpgCnIYhr4mTt7ZNw5jkk0ubYNtgrtKjpSaSIclp4UCa/opyFx3N6fh&#10;spZ/3ig0x8Ox3djp6XdCldK6/9l9z0FE6uI7/GpvrIbRWI2n8LyTr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+AzCb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erM8QA&#10;AADeAAAADwAAAGRycy9kb3ducmV2LnhtbERPz2vCMBS+D/Y/hCfstqa2MKQzig4GY8PDrMiOz+bZ&#10;ljYvJYlt99+bw2DHj+/3ejubXozkfGtZwTJJQRBXVrdcKziV788rED4ga+wtk4Jf8rDdPD6ssdB2&#10;4m8aj6EWMYR9gQqaEIZCSl81ZNAndiCO3NU6gyFCV0vtcIrhppdZmr5Igy3HhgYHemuo6o43o+Dn&#10;9sXXQ/65c/twtnPpu+yy6pR6Wsy7VxCB5vAv/nN/aAVZnuZxb7wTr4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3qz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bb2skA&#10;AADeAAAADwAAAGRycy9kb3ducmV2LnhtbESPT2sCMRTE74V+h/AKvdWkayu6GqUWCr0I9c9Bb8/N&#10;c3dx87JNUt366Ruh4HGYmd8wk1lnG3EiH2rHGp57CgRx4UzNpYbN+uNpCCJEZIONY9LwSwFm0/u7&#10;CebGnXlJp1UsRYJwyFFDFWObSxmKiiyGnmuJk3dw3mJM0pfSeDwnuG1kptRAWqw5LVTY0ntFxXH1&#10;YzXMR8P599cLLy7L/Y522/3xNfNK68eH7m0MIlIXb+H/9qfRkPVVfwTXO+kKyO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2bb2skAAADeAAAADwAAAAAAAAAAAAAAAACYAgAA&#10;ZHJzL2Rvd25yZXYueG1sUEsFBgAAAAAEAAQA9QAAAI4DAAAAAA==&#10;" fillcolor="black" stroked="f"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wKkMUA&#10;AADeAAAADwAAAGRycy9kb3ducmV2LnhtbESPy2rDMBBF94X+g5hCd42cB6U4UYIJlIaunKSl24k1&#10;sUyskZEUxf37ahHo8nJfnNVmtL1I5EPnWMF0UoAgbpzuuFXwdXx/eQMRIrLG3jEp+KUAm/XjwwpL&#10;7W68p3SIrcgjHEpUYGIcSilDY8himLiBOHtn5y3GLH0rtcdbHre9nBXFq7TYcX4wONDWUHM5XK2C&#10;dNrW1Tz9JLP/9FXrXf3xfaqVen4aqyWISGP8D9/bO61gNi8WGSDjZBS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7AqQ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zrAscA&#10;AADeAAAADwAAAGRycy9kb3ducmV2LnhtbESPQWvCQBSE74X+h+UVequb2CKauopIW2ovahT0+Mi+&#10;ZoPZtyG7jdFf7xYKPQ4z8w0znfe2Fh21vnKsIB0kIIgLpysuFex3709jED4ga6wdk4ILeZjP7u+m&#10;mGl35i11eShFhLDPUIEJocmk9IUhi37gGuLofbvWYoiyLaVu8RzhtpbDJBlJixXHBYMNLQ0Vp/zH&#10;KvDp8u3wZa+T7vhheJ2vzGhTGqUeH/rFK4hAffgP/7U/tYLhc/KSwu+deAX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M6wL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7B91" w:rsidRDefault="00997B91" w:rsidP="00997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7B91" w:rsidRPr="003B50D1" w:rsidRDefault="00997B91" w:rsidP="00997B9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97B91" w:rsidRPr="003B50D1" w:rsidRDefault="00997B91" w:rsidP="00997B9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97B91" w:rsidRPr="003B50D1" w:rsidRDefault="00997B91" w:rsidP="00997B9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997B91" w:rsidRPr="003B50D1" w:rsidRDefault="00997B91" w:rsidP="00997B9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97B91" w:rsidRPr="003B50D1" w:rsidRDefault="00997B91" w:rsidP="00997B9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997B91" w:rsidRPr="003B50D1" w:rsidRDefault="00997B91" w:rsidP="00997B9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М. І.</w:t>
      </w: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Дмитрук М.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997B91" w:rsidRPr="003B50D1" w:rsidRDefault="00997B91" w:rsidP="00997B9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Марії Іванівні,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20A53" w:rsidRPr="00520A53">
        <w:rPr>
          <w:rFonts w:ascii="Times New Roman" w:eastAsia="Calibri" w:hAnsi="Times New Roman" w:cs="Times New Roman"/>
          <w:sz w:val="24"/>
        </w:rPr>
        <w:t>_</w:t>
      </w:r>
      <w:r w:rsidR="00520A53">
        <w:rPr>
          <w:rFonts w:ascii="Times New Roman" w:eastAsia="Calibri" w:hAnsi="Times New Roman" w:cs="Times New Roman"/>
          <w:sz w:val="24"/>
          <w:lang w:val="ru-RU"/>
        </w:rPr>
        <w:t>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0,2500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 w:rsidRPr="00B01A79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>,  яка розташована Хмельницька область Шепетівський район, с. Лисиче</w:t>
      </w:r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І.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97B91" w:rsidRPr="003B50D1" w:rsidRDefault="00997B91" w:rsidP="00997B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97B91" w:rsidRPr="003B50D1" w:rsidRDefault="00997B91" w:rsidP="00997B9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97B91" w:rsidRPr="003B50D1" w:rsidRDefault="00997B91" w:rsidP="00997B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97B91" w:rsidRPr="003B50D1" w:rsidRDefault="00997B91" w:rsidP="00997B9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sectPr w:rsidR="00997B91" w:rsidRPr="003B50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B91"/>
    <w:rsid w:val="000B6880"/>
    <w:rsid w:val="00520A53"/>
    <w:rsid w:val="00997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B91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B91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2022-02-11T13:52:00Z</dcterms:created>
  <dcterms:modified xsi:type="dcterms:W3CDTF">2022-02-14T07:56:00Z</dcterms:modified>
</cp:coreProperties>
</file>