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-126365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668" w:rsidRDefault="00C17668" w:rsidP="00C176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15.85pt;margin-top:-9.9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17668" w:rsidRDefault="00C17668" w:rsidP="00C176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17668" w:rsidRDefault="00C17668" w:rsidP="00C176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668" w:rsidRDefault="00C17668" w:rsidP="00C176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17668" w:rsidRDefault="00C17668" w:rsidP="00C176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17668" w:rsidRDefault="00C17668" w:rsidP="00C1766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№138</w:t>
      </w:r>
    </w:p>
    <w:p w:rsidR="00C17668" w:rsidRPr="00AC5268" w:rsidRDefault="00C17668" w:rsidP="00C1766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17668" w:rsidRPr="00C17668" w:rsidRDefault="00C17668" w:rsidP="00C17668">
      <w:pPr>
        <w:pStyle w:val="af2"/>
        <w:rPr>
          <w:rFonts w:ascii="Times New Roman" w:hAnsi="Times New Roman"/>
          <w:b/>
          <w:sz w:val="24"/>
          <w:szCs w:val="24"/>
          <w:lang w:val="ru-RU"/>
        </w:rPr>
      </w:pPr>
      <w:r w:rsidRPr="00C17668">
        <w:rPr>
          <w:rFonts w:ascii="Times New Roman" w:hAnsi="Times New Roman"/>
          <w:b/>
          <w:sz w:val="24"/>
          <w:szCs w:val="24"/>
          <w:lang w:val="ru-RU"/>
        </w:rPr>
        <w:t xml:space="preserve">Про схвалення звернення </w:t>
      </w:r>
    </w:p>
    <w:p w:rsidR="00C17668" w:rsidRPr="00C17668" w:rsidRDefault="00C17668" w:rsidP="00C17668">
      <w:pPr>
        <w:pStyle w:val="af2"/>
        <w:rPr>
          <w:rFonts w:ascii="Times New Roman" w:hAnsi="Times New Roman"/>
          <w:b/>
          <w:sz w:val="24"/>
          <w:szCs w:val="24"/>
          <w:lang w:val="ru-RU"/>
        </w:rPr>
      </w:pPr>
      <w:r w:rsidRPr="00C17668">
        <w:rPr>
          <w:rFonts w:ascii="Times New Roman" w:hAnsi="Times New Roman"/>
          <w:b/>
          <w:sz w:val="24"/>
          <w:szCs w:val="24"/>
          <w:lang w:val="ru-RU"/>
        </w:rPr>
        <w:t>Крупецької сільської ради</w:t>
      </w:r>
    </w:p>
    <w:p w:rsidR="00C17668" w:rsidRPr="00C17668" w:rsidRDefault="00C17668" w:rsidP="00C17668">
      <w:pPr>
        <w:pStyle w:val="af2"/>
        <w:rPr>
          <w:rFonts w:ascii="Times New Roman" w:hAnsi="Times New Roman"/>
          <w:b/>
          <w:sz w:val="24"/>
          <w:szCs w:val="24"/>
          <w:lang w:val="ru-RU"/>
        </w:rPr>
      </w:pPr>
      <w:r w:rsidRPr="00C17668">
        <w:rPr>
          <w:rFonts w:ascii="Times New Roman" w:hAnsi="Times New Roman"/>
          <w:b/>
          <w:sz w:val="24"/>
          <w:szCs w:val="24"/>
          <w:lang w:val="ru-RU"/>
        </w:rPr>
        <w:t>до Олексія Жмеренецького</w:t>
      </w:r>
    </w:p>
    <w:p w:rsidR="00C17668" w:rsidRPr="00C17668" w:rsidRDefault="00C17668" w:rsidP="00C17668">
      <w:pPr>
        <w:pStyle w:val="a5"/>
        <w:tabs>
          <w:tab w:val="left" w:pos="720"/>
        </w:tabs>
        <w:rPr>
          <w:lang w:val="ru-RU"/>
        </w:rPr>
      </w:pPr>
      <w:r w:rsidRPr="00C17668">
        <w:rPr>
          <w:lang w:val="ru-RU"/>
        </w:rPr>
        <w:tab/>
      </w:r>
    </w:p>
    <w:p w:rsidR="00C17668" w:rsidRPr="009A4242" w:rsidRDefault="00C17668" w:rsidP="00C17668">
      <w:pPr>
        <w:pStyle w:val="a5"/>
        <w:tabs>
          <w:tab w:val="left" w:pos="720"/>
        </w:tabs>
        <w:rPr>
          <w:color w:val="auto"/>
          <w:lang w:val="ru-RU"/>
        </w:rPr>
      </w:pPr>
      <w:r w:rsidRPr="009A4242">
        <w:rPr>
          <w:color w:val="auto"/>
          <w:lang w:val="ru-RU"/>
        </w:rPr>
        <w:tab/>
        <w:t xml:space="preserve">Керуючись статтями 10, 25, 59 Закону України «Про місцеве самоврядування в Україні» від імені та в інтересах Крупецької територіальної громади, з метою збереження для бюджету громади 5% акцизного податку з роздрібного продажу тютюнових виробів, сільська рада </w:t>
      </w:r>
    </w:p>
    <w:p w:rsidR="00C17668" w:rsidRPr="009A4242" w:rsidRDefault="00C17668" w:rsidP="00C17668">
      <w:pPr>
        <w:pStyle w:val="a5"/>
        <w:tabs>
          <w:tab w:val="left" w:pos="720"/>
        </w:tabs>
        <w:rPr>
          <w:color w:val="auto"/>
          <w:lang w:val="ru-RU"/>
        </w:rPr>
      </w:pPr>
      <w:r w:rsidRPr="009A4242">
        <w:rPr>
          <w:color w:val="auto"/>
          <w:lang w:val="ru-RU"/>
        </w:rPr>
        <w:t>ВИРІШИЛА:</w:t>
      </w:r>
    </w:p>
    <w:p w:rsidR="00C17668" w:rsidRPr="00C17668" w:rsidRDefault="00C17668" w:rsidP="00C17668">
      <w:pPr>
        <w:pStyle w:val="af2"/>
        <w:spacing w:line="276" w:lineRule="auto"/>
        <w:jc w:val="both"/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</w:pPr>
      <w:r w:rsidRPr="00C17668">
        <w:rPr>
          <w:rFonts w:ascii="Times New Roman" w:hAnsi="Times New Roman"/>
          <w:sz w:val="24"/>
          <w:szCs w:val="24"/>
          <w:lang w:val="ru-RU"/>
        </w:rPr>
        <w:t xml:space="preserve">        1. Схвалити звернення до народного депутата Олексія Жмеренецького (додається).</w:t>
      </w:r>
    </w:p>
    <w:p w:rsidR="00C17668" w:rsidRPr="00C17668" w:rsidRDefault="00C17668" w:rsidP="00C1766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17668">
        <w:rPr>
          <w:rFonts w:ascii="Times New Roman" w:hAnsi="Times New Roman"/>
          <w:sz w:val="24"/>
          <w:szCs w:val="24"/>
          <w:lang w:val="ru-RU"/>
        </w:rPr>
        <w:t xml:space="preserve">        2. Сільському голові Валерію Михалюку забезпечити направлення цього звернення до народного депутата Олексія Жмеренецького. </w:t>
      </w:r>
    </w:p>
    <w:p w:rsidR="00C17668" w:rsidRPr="00C17668" w:rsidRDefault="00C17668" w:rsidP="00C1766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17668">
        <w:rPr>
          <w:rFonts w:ascii="Times New Roman" w:hAnsi="Times New Roman"/>
          <w:sz w:val="24"/>
          <w:szCs w:val="24"/>
          <w:lang w:val="ru-RU"/>
        </w:rPr>
        <w:t xml:space="preserve">        3. 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C17668" w:rsidRPr="00946C37" w:rsidRDefault="00C17668" w:rsidP="00C17668">
      <w:pPr>
        <w:ind w:firstLine="708"/>
        <w:jc w:val="both"/>
        <w:rPr>
          <w:sz w:val="24"/>
          <w:szCs w:val="24"/>
        </w:rPr>
      </w:pPr>
    </w:p>
    <w:p w:rsidR="00C17668" w:rsidRPr="00946C37" w:rsidRDefault="00C17668" w:rsidP="00C17668">
      <w:pPr>
        <w:ind w:firstLine="708"/>
        <w:jc w:val="both"/>
        <w:rPr>
          <w:sz w:val="24"/>
          <w:szCs w:val="24"/>
        </w:rPr>
      </w:pPr>
    </w:p>
    <w:p w:rsidR="00C17668" w:rsidRPr="00946C37" w:rsidRDefault="00C17668" w:rsidP="00C176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6C3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46C37">
        <w:rPr>
          <w:rFonts w:ascii="Times New Roman" w:hAnsi="Times New Roman" w:cs="Times New Roman"/>
          <w:sz w:val="24"/>
          <w:szCs w:val="24"/>
        </w:rPr>
        <w:t xml:space="preserve">     Валерій МИХАЛЮК</w:t>
      </w:r>
    </w:p>
    <w:p w:rsidR="00C17668" w:rsidRDefault="00C17668" w:rsidP="00C176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7668" w:rsidRDefault="00C17668" w:rsidP="00C1766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17668" w:rsidRDefault="00C17668" w:rsidP="00C1766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17668" w:rsidRDefault="00C17668" w:rsidP="00C1766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17668" w:rsidRDefault="00C17668" w:rsidP="00C1766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17668" w:rsidRDefault="00C17668" w:rsidP="00C17668">
      <w:pPr>
        <w:ind w:firstLine="552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17668" w:rsidRPr="006D71A3" w:rsidRDefault="00C17668" w:rsidP="00C17668">
      <w:pPr>
        <w:ind w:firstLine="5103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D71A3">
        <w:rPr>
          <w:rFonts w:ascii="Times New Roman" w:hAnsi="Times New Roman" w:cs="Times New Roman"/>
          <w:b/>
          <w:sz w:val="24"/>
          <w:szCs w:val="24"/>
        </w:rPr>
        <w:t>Народному депутату України</w:t>
      </w:r>
    </w:p>
    <w:p w:rsidR="00C17668" w:rsidRPr="006D71A3" w:rsidRDefault="00C17668" w:rsidP="00C17668">
      <w:pPr>
        <w:spacing w:after="0" w:line="240" w:lineRule="auto"/>
        <w:ind w:firstLine="510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D71A3">
        <w:rPr>
          <w:rFonts w:ascii="Times New Roman" w:hAnsi="Times New Roman" w:cs="Times New Roman"/>
          <w:b/>
          <w:iCs/>
          <w:sz w:val="24"/>
          <w:szCs w:val="24"/>
        </w:rPr>
        <w:t>Олексію ЖМЕРЕНЕЦЬКОМУ</w:t>
      </w:r>
    </w:p>
    <w:p w:rsidR="00C17668" w:rsidRPr="006D71A3" w:rsidRDefault="00C17668" w:rsidP="00C176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7668" w:rsidRPr="006D71A3" w:rsidRDefault="00C17668" w:rsidP="00C17668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</w:t>
      </w:r>
      <w:r w:rsidRPr="006D71A3">
        <w:rPr>
          <w:rFonts w:ascii="Times New Roman" w:hAnsi="Times New Roman" w:cs="Times New Roman"/>
          <w:b/>
          <w:i/>
          <w:sz w:val="24"/>
          <w:szCs w:val="24"/>
        </w:rPr>
        <w:t>Звернення по законопроекту № 5600</w:t>
      </w:r>
    </w:p>
    <w:p w:rsidR="00C17668" w:rsidRPr="006D71A3" w:rsidRDefault="00C17668" w:rsidP="00C176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17668" w:rsidRPr="006D71A3" w:rsidRDefault="00C17668" w:rsidP="00C176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1A3">
        <w:rPr>
          <w:rFonts w:ascii="Times New Roman" w:hAnsi="Times New Roman" w:cs="Times New Roman"/>
          <w:b/>
          <w:sz w:val="24"/>
          <w:szCs w:val="24"/>
        </w:rPr>
        <w:t xml:space="preserve">Шановний Олексій Сергійович!                            </w:t>
      </w:r>
    </w:p>
    <w:p w:rsidR="00C17668" w:rsidRPr="006D71A3" w:rsidRDefault="00C17668" w:rsidP="00C176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668" w:rsidRPr="006D71A3" w:rsidRDefault="00C17668" w:rsidP="00C1766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1A3">
        <w:rPr>
          <w:rFonts w:ascii="Times New Roman" w:hAnsi="Times New Roman" w:cs="Times New Roman"/>
          <w:sz w:val="24"/>
          <w:szCs w:val="24"/>
        </w:rPr>
        <w:t xml:space="preserve">На розгляді у Верховній Раді України знаходиться урядовий проект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надходжень» № 5600 від 02.06.2021. </w:t>
      </w:r>
    </w:p>
    <w:p w:rsidR="00C17668" w:rsidRPr="006D71A3" w:rsidRDefault="00C17668" w:rsidP="00C1766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1A3">
        <w:rPr>
          <w:rFonts w:ascii="Times New Roman" w:hAnsi="Times New Roman" w:cs="Times New Roman"/>
          <w:sz w:val="24"/>
          <w:szCs w:val="24"/>
        </w:rPr>
        <w:t>24 червня Комітет Верховної Ради України з питань фінансів, податкової та митної політики прийняв рішення рекомендувати прийняти за основу в першому читанні урядовий законопроект №5600. Далі законопроект буде спрямований для голосування на пленарному засіданні Верховної Ради України.</w:t>
      </w:r>
    </w:p>
    <w:p w:rsidR="00C17668" w:rsidRPr="006D71A3" w:rsidRDefault="00C17668" w:rsidP="00C1766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1A3">
        <w:rPr>
          <w:rFonts w:ascii="Times New Roman" w:hAnsi="Times New Roman" w:cs="Times New Roman"/>
          <w:sz w:val="24"/>
          <w:szCs w:val="24"/>
        </w:rPr>
        <w:t xml:space="preserve">У цьому законопроекті, зокрема, закладено норму щодо позбавлення бюджетів територіальних громад </w:t>
      </w:r>
      <w:r w:rsidRPr="006D71A3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D71A3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D71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відсоткового акцизного податку з роздрібного продажу тютюнових виробів шляхом перенесення на виробників та імпортерів обов’язку сплати такого податку </w:t>
      </w:r>
      <w:r w:rsidRPr="006D71A3">
        <w:rPr>
          <w:rFonts w:ascii="Times New Roman" w:hAnsi="Times New Roman" w:cs="Times New Roman"/>
          <w:sz w:val="24"/>
          <w:szCs w:val="24"/>
        </w:rPr>
        <w:t xml:space="preserve">до держбюджету. </w:t>
      </w:r>
    </w:p>
    <w:p w:rsidR="00C17668" w:rsidRPr="006D71A3" w:rsidRDefault="00C17668" w:rsidP="00C1766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1A3">
        <w:rPr>
          <w:rFonts w:ascii="Times New Roman" w:hAnsi="Times New Roman" w:cs="Times New Roman"/>
          <w:sz w:val="24"/>
          <w:szCs w:val="24"/>
        </w:rPr>
        <w:t xml:space="preserve">Для бюджетів усіх територіальних громад України це втрата 2,9 млрд гривень доходів. Для бюджету </w:t>
      </w:r>
      <w:proofErr w:type="spellStart"/>
      <w:r w:rsidRPr="006D71A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D71A3">
        <w:rPr>
          <w:rFonts w:ascii="Times New Roman" w:hAnsi="Times New Roman" w:cs="Times New Roman"/>
          <w:sz w:val="24"/>
          <w:szCs w:val="24"/>
        </w:rPr>
        <w:t xml:space="preserve">  територіальної громади це втрата частини фінансових ресурсів. Доцільнішим є залишити чинні норми, які ефективно працюють і стабільно наповнюють бюджети громад. </w:t>
      </w:r>
    </w:p>
    <w:p w:rsidR="00C17668" w:rsidRPr="006D71A3" w:rsidRDefault="00C17668" w:rsidP="00C1766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1A3">
        <w:rPr>
          <w:rFonts w:ascii="Times New Roman" w:hAnsi="Times New Roman" w:cs="Times New Roman"/>
          <w:sz w:val="24"/>
          <w:szCs w:val="24"/>
        </w:rPr>
        <w:t>Прийняття таких ініціатив про скасування роздрібного акцизу на тютюнові вироби це «</w:t>
      </w:r>
      <w:proofErr w:type="spellStart"/>
      <w:r w:rsidRPr="006D71A3">
        <w:rPr>
          <w:rFonts w:ascii="Times New Roman" w:hAnsi="Times New Roman" w:cs="Times New Roman"/>
          <w:sz w:val="24"/>
          <w:szCs w:val="24"/>
        </w:rPr>
        <w:t>відкат</w:t>
      </w:r>
      <w:proofErr w:type="spellEnd"/>
      <w:r w:rsidRPr="006D71A3">
        <w:rPr>
          <w:rFonts w:ascii="Times New Roman" w:hAnsi="Times New Roman" w:cs="Times New Roman"/>
          <w:sz w:val="24"/>
          <w:szCs w:val="24"/>
        </w:rPr>
        <w:t xml:space="preserve"> назад» </w:t>
      </w:r>
      <w:proofErr w:type="spellStart"/>
      <w:r w:rsidRPr="006D71A3">
        <w:rPr>
          <w:rFonts w:ascii="Times New Roman" w:hAnsi="Times New Roman" w:cs="Times New Roman"/>
          <w:sz w:val="24"/>
          <w:szCs w:val="24"/>
        </w:rPr>
        <w:t>децентралізаційної</w:t>
      </w:r>
      <w:proofErr w:type="spellEnd"/>
      <w:r w:rsidRPr="006D71A3">
        <w:rPr>
          <w:rFonts w:ascii="Times New Roman" w:hAnsi="Times New Roman" w:cs="Times New Roman"/>
          <w:sz w:val="24"/>
          <w:szCs w:val="24"/>
        </w:rPr>
        <w:t xml:space="preserve"> реформи, це посилення негативних тенденцій перенесення та вилучення ряду ресурсів громад на вищий рівень, що в кінцевому результаті зведе нанівець всі докладені зусилля щодо децентралізації. </w:t>
      </w:r>
    </w:p>
    <w:p w:rsidR="00C17668" w:rsidRPr="006D71A3" w:rsidRDefault="00C17668" w:rsidP="00C1766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1A3">
        <w:rPr>
          <w:rFonts w:ascii="Times New Roman" w:hAnsi="Times New Roman" w:cs="Times New Roman"/>
          <w:sz w:val="24"/>
          <w:szCs w:val="24"/>
        </w:rPr>
        <w:t xml:space="preserve">Роздрібний акциз на тютюн потрібно залишити на рівні громад і тому що місцева влада значно більше зацікавлена, ніж центральні органи виконавчої влади, збирати такий акциз на тютюн і сприяти легальній роботі точок продажу тютюнових виробів. Також місцевий акциз служить дієвим інструментом боротьби з тіньовою економікою та контрабандою. Завдяки співставленню даних зі сплати виробниками тютюнових продуктів загальнодержавного акцизу та місцевого акцизу розповсюджувачами цих товарів через роздрібну мережу можна визначити тіньовий оборот. </w:t>
      </w:r>
    </w:p>
    <w:p w:rsidR="00C17668" w:rsidRPr="006D71A3" w:rsidRDefault="00C17668" w:rsidP="00C1766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1A3">
        <w:rPr>
          <w:rFonts w:ascii="Times New Roman" w:hAnsi="Times New Roman" w:cs="Times New Roman"/>
          <w:sz w:val="24"/>
          <w:szCs w:val="24"/>
        </w:rPr>
        <w:t xml:space="preserve">Прийняття Законопроекту №  5600 із нормами про скасування роздрібного акцизу на тютюн спричинить зростання соціальної напруги та зменшення підтримки з боку органів місцевого самоврядування до дій центральних органів влади. </w:t>
      </w:r>
    </w:p>
    <w:p w:rsidR="00C17668" w:rsidRPr="006D71A3" w:rsidRDefault="00C17668" w:rsidP="00C1766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71A3">
        <w:rPr>
          <w:rFonts w:ascii="Times New Roman" w:hAnsi="Times New Roman" w:cs="Times New Roman"/>
          <w:b/>
          <w:bCs/>
          <w:sz w:val="24"/>
          <w:szCs w:val="24"/>
        </w:rPr>
        <w:t>Крупецька</w:t>
      </w:r>
      <w:proofErr w:type="spellEnd"/>
      <w:r w:rsidRPr="006D71A3">
        <w:rPr>
          <w:rFonts w:ascii="Times New Roman" w:hAnsi="Times New Roman" w:cs="Times New Roman"/>
          <w:b/>
          <w:bCs/>
          <w:sz w:val="24"/>
          <w:szCs w:val="24"/>
        </w:rPr>
        <w:t xml:space="preserve"> сільська рада звертається до Вас з проханням дослухатися до місцевого самоврядування та врахувати інтереси територіальних громад і не підтримувати прийняття законопроекту № 5600 </w:t>
      </w:r>
      <w:r w:rsidRPr="006D71A3">
        <w:rPr>
          <w:rFonts w:ascii="Times New Roman" w:hAnsi="Times New Roman" w:cs="Times New Roman"/>
          <w:sz w:val="24"/>
          <w:szCs w:val="24"/>
        </w:rPr>
        <w:t xml:space="preserve">із нормами про скасування </w:t>
      </w:r>
      <w:r w:rsidRPr="006D71A3">
        <w:rPr>
          <w:rFonts w:ascii="Times New Roman" w:hAnsi="Times New Roman" w:cs="Times New Roman"/>
          <w:sz w:val="24"/>
          <w:szCs w:val="24"/>
        </w:rPr>
        <w:lastRenderedPageBreak/>
        <w:t xml:space="preserve">роздрібного акцизу на тютюн, оскільки запропоновані цим проектом зміни розбалансують бюджет </w:t>
      </w:r>
      <w:proofErr w:type="spellStart"/>
      <w:r w:rsidRPr="006D71A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D71A3">
        <w:rPr>
          <w:rFonts w:ascii="Times New Roman" w:hAnsi="Times New Roman" w:cs="Times New Roman"/>
          <w:sz w:val="24"/>
          <w:szCs w:val="24"/>
        </w:rPr>
        <w:t xml:space="preserve"> територіальної громади і погіршать ресурсне забезпечення громади. </w:t>
      </w:r>
    </w:p>
    <w:p w:rsidR="00C17668" w:rsidRPr="006D71A3" w:rsidRDefault="00C17668" w:rsidP="00C1766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7668" w:rsidRPr="006D71A3" w:rsidRDefault="00C17668" w:rsidP="00C17668">
      <w:pPr>
        <w:contextualSpacing/>
        <w:rPr>
          <w:rFonts w:ascii="Times New Roman" w:hAnsi="Times New Roman" w:cs="Times New Roman"/>
          <w:sz w:val="24"/>
          <w:szCs w:val="24"/>
        </w:rPr>
      </w:pPr>
      <w:r w:rsidRPr="006D71A3">
        <w:rPr>
          <w:rFonts w:ascii="Times New Roman" w:hAnsi="Times New Roman" w:cs="Times New Roman"/>
          <w:sz w:val="24"/>
          <w:szCs w:val="24"/>
        </w:rPr>
        <w:t xml:space="preserve">З повагою, </w:t>
      </w:r>
    </w:p>
    <w:p w:rsidR="00C17668" w:rsidRPr="00281B01" w:rsidRDefault="00C17668" w:rsidP="00C176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1A3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6D71A3">
        <w:rPr>
          <w:rFonts w:ascii="Times New Roman" w:hAnsi="Times New Roman" w:cs="Times New Roman"/>
          <w:sz w:val="24"/>
          <w:szCs w:val="24"/>
        </w:rPr>
        <w:tab/>
      </w:r>
      <w:r w:rsidRPr="006D71A3">
        <w:rPr>
          <w:rFonts w:ascii="Times New Roman" w:hAnsi="Times New Roman" w:cs="Times New Roman"/>
          <w:sz w:val="24"/>
          <w:szCs w:val="24"/>
        </w:rPr>
        <w:tab/>
      </w:r>
      <w:r w:rsidRPr="006D71A3">
        <w:rPr>
          <w:rFonts w:ascii="Times New Roman" w:hAnsi="Times New Roman" w:cs="Times New Roman"/>
          <w:sz w:val="24"/>
          <w:szCs w:val="24"/>
        </w:rPr>
        <w:tab/>
      </w:r>
      <w:r w:rsidRPr="006D71A3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D71A3">
        <w:rPr>
          <w:rFonts w:ascii="Times New Roman" w:hAnsi="Times New Roman" w:cs="Times New Roman"/>
          <w:sz w:val="24"/>
          <w:szCs w:val="24"/>
        </w:rPr>
        <w:t xml:space="preserve"> Валерій МИХАЛЮК</w:t>
      </w:r>
    </w:p>
    <w:p w:rsidR="00B47726" w:rsidRDefault="00B47726"/>
    <w:sectPr w:rsidR="00B4772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68"/>
    <w:rsid w:val="009A4242"/>
    <w:rsid w:val="00B47726"/>
    <w:rsid w:val="00C1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6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99"/>
    <w:qFormat/>
    <w:pPr>
      <w:spacing w:after="0" w:line="240" w:lineRule="auto"/>
    </w:pPr>
  </w:style>
  <w:style w:type="character" w:customStyle="1" w:styleId="af3">
    <w:name w:val="Без интервала Знак"/>
    <w:link w:val="af2"/>
    <w:uiPriority w:val="99"/>
    <w:rsid w:val="00C176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6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99"/>
    <w:qFormat/>
    <w:pPr>
      <w:spacing w:after="0" w:line="240" w:lineRule="auto"/>
    </w:pPr>
  </w:style>
  <w:style w:type="character" w:customStyle="1" w:styleId="af3">
    <w:name w:val="Без интервала Знак"/>
    <w:link w:val="af2"/>
    <w:uiPriority w:val="99"/>
    <w:rsid w:val="00C17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588</Words>
  <Characters>3354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2021-07-07T07:50:00Z</dcterms:created>
  <dcterms:modified xsi:type="dcterms:W3CDTF">2021-07-07T10:11:00Z</dcterms:modified>
</cp:coreProperties>
</file>