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FA7" w:rsidRDefault="00A95FA7" w:rsidP="00A95FA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2E2716" wp14:editId="3F9E321C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96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96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6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6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6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6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6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6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7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7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7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7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7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7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7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7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7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7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8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8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8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8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8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8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8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8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8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8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9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9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9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FA7" w:rsidRDefault="00A95FA7" w:rsidP="00A95F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apAp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p4rcMA&#10;AADdAAAADwAAAGRycy9kb3ducmV2LnhtbESPS6vCMBSE94L/IRzBnabX4uP2GkVExYUgvvaH5tiW&#10;25yUJmr990YQXA4z8w0znTemFHeqXWFZwU8/AkGcWl1wpuB8WvcmIJxH1lhaJgVPcjCftVtTTLR9&#10;8IHuR5+JAGGXoILc+yqR0qU5GXR9WxEH72prgz7IOpO6xkeAm1IOomgkDRYcFnKsaJlT+n+8GQU2&#10;3mx3l2xwiFc89rzYT66XZqdUt9Ms/kB4avw3/GlvtYLh7yiG95vwBO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p4r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Uk18gA&#10;AADdAAAADwAAAGRycy9kb3ducmV2LnhtbESPQUsDMRSE74X+h/CEXorNKrratWmRwqrtQWgVvD42&#10;z83WzcuSpO3aX2+EQo/DzHzDzBa9bcWBfGgcK7iZZCCIK6cbrhV8fpTXjyBCRNbYOiYFvxRgMR8O&#10;Zlhod+QNHbaxFgnCoUAFJsaukDJUhiyGieuIk/ftvMWYpK+l9nhMcNvK2yzLpcWG04LBjpaGqp/t&#10;3irYle/ma/lwevHj6YZO43L92q5ypUZX/fMTiEh9vITP7Tet4H6a38H/m/QE5P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FSTX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HjM8MA&#10;AADdAAAADwAAAGRycy9kb3ducmV2LnhtbESP3YrCMBCF7wXfIYzgjWiqi6LVKCLrsngj/jzA0IxN&#10;sZmUJmvr25sFwcvD+fk4q01rS/Gg2heOFYxHCQjizOmCcwXXy344B+EDssbSMSl4kofNuttZYapd&#10;wyd6nEMu4gj7FBWYEKpUSp8ZsuhHriKO3s3VFkOUdS51jU0ct6WcJMlMWiw4EgxWtDOU3c9/NkKO&#10;X3g83JrL/qfFBr8Phgfbk1L9XrtdggjUhk/43f7VCqaL2RT+38Qn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4HjM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io5MYA&#10;AADdAAAADwAAAGRycy9kb3ducmV2LnhtbESPQUsDMRSE70L/Q3gFbzZrsatdm5bSKojgwSoUb4/N&#10;6+7i5iUkz+76740geBxm5htmtRldr84UU+fZwPWsAEVce9txY+D97fHqDlQSZIu9ZzLwTQk268nF&#10;CivrB36l80EalSGcKjTQioRK61S35DDNfCDO3slHh5JlbLSNOGS46/W8KErtsOO80GKgXUv15+HL&#10;GXgZHsLzbbk4hY94M9dpb+W4E2Mup+P2HpTQKP/hv/aTNbBYli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uio5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/Y38MA&#10;AADdAAAADwAAAGRycy9kb3ducmV2LnhtbESP3YrCMBCF74V9hzALeyNrqot/1Sgiq4g3ou4DDM3Y&#10;FJtJaaLtvr0RBC8P5+fjzJetLcWdal84VtDvJSCIM6cLzhX8nTffExA+IGssHZOCf/KwXHx05phq&#10;1/CR7qeQizjCPkUFJoQqldJnhiz6nquIo3dxtcUQZZ1LXWMTx20pB0kykhYLjgSDFa0NZdfTzUbI&#10;4QcP+0tz3mxbbPB3b7i7Oir19dmuZiACteEdfrV3WsFwOhrD801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/Y3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uZDcMA&#10;AADdAAAADwAAAGRycy9kb3ducmV2LnhtbERPTUsDMRC9C/6HMEJvNmuxq65Ni9QWROjBWijehs10&#10;d3EzCcm0u/57cxA8Pt73YjW6Xl0ops6zgbtpAYq49rbjxsDhc3v7CCoJssXeMxn4oQSr5fXVAivr&#10;B/6gy14alUM4VWigFQmV1qluyWGa+kCcuZOPDiXD2Ggbccjhrtezoii1w45zQ4uB1i3V3/uzM7Ab&#10;NuH9oZyfwle8n+n0auW4FmMmN+PLMyihUf7Ff+43a2D+VOa5+U1+An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DuZD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ec6McA&#10;AADdAAAADwAAAGRycy9kb3ducmV2LnhtbESP3WoCMRSE7wu+QziF3kjNtkWpq1G0ECpUEH/A28Pm&#10;uLt0c7Ikqbt9e1MQejnMzDfMfNnbRlzJh9qxgpdRBoK4cKbmUsHpqJ/fQYSIbLBxTAp+KcByMXiY&#10;Y25cx3u6HmIpEoRDjgqqGNtcylBUZDGMXEucvIvzFmOSvpTGY5fgtpGvWTaRFmtOCxW29FFR8X34&#10;sQrWu65888Ni3buvy+d5rLXRW63U02O/moGI1Mf/8L29MQrG08kU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3nOj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z57cEA&#10;AADdAAAADwAAAGRycy9kb3ducmV2LnhtbERP3WrCMBS+H/gO4Qi7m6kyp1ajiFIYYzf+PMChOTbV&#10;5qQksda3NxeDXX58/6tNbxvRkQ+1YwXjUQaCuHS65krB+VR8zEGEiKyxcUwKnhRgsx68rTDX7sEH&#10;6o6xEimEQ44KTIxtLmUoDVkMI9cSJ+7ivMWYoK+k9vhI4baRkyz7khZrTg0GW9oZKm/Hu1VQ/Ex+&#10;u9td+8Jt+09LU3Od741S78N+uwQRqY//4j/3t1YwXczS/v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s+e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gGM8cA&#10;AADdAAAADwAAAGRycy9kb3ducmV2LnhtbESPQWsCMRSE7wX/Q3iCl6JZLda6GqUWggULpVbw+tg8&#10;d5duXpYkdbf/3hQKPQ4z8w2z3va2EVfyoXasYDrJQBAXztRcKjh96vETiBCRDTaOScEPBdhuBndr&#10;zI3r+IOux1iKBOGQo4IqxjaXMhQVWQwT1xIn7+K8xZikL6Xx2CW4beQsyx6lxZrTQoUtvVRUfB2/&#10;rYLde1c++Pti17vDZX+ea230m1ZqNOyfVyAi9fE//Nd+NQrmy8UU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pYBjP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LCAcQA&#10;AADdAAAADwAAAGRycy9kb3ducmV2LnhtbESPUWvCMBSF3wf+h3CFvc3UMjetRhFHYYy9TP0Bl+ba&#10;VJubksTa/ftlIPh4OOd8h7PaDLYVPfnQOFYwnWQgiCunG64VHA/lyxxEiMgaW8ek4JcCbNajpxUW&#10;2t34h/p9rEWCcChQgYmxK6QMlSGLYeI64uSdnLcYk/S11B5vCW5bmWfZm7TYcFow2NHOUHXZX62C&#10;8iv/7i9X7Uu3HV4tzcx5/mGUeh4P2yWISEN8hO/tT61gtnjP4f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ywg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t9vMQA&#10;AADdAAAADwAAAGRycy9kb3ducmV2LnhtbESPwW7CMBBE75X4B2uReisOTdOWgIkqJKpybOADVvaS&#10;RMTrEBsS/r6uhMRxNDNvNKtitK24Uu8bxwrmswQEsXam4UrBYb99+QThA7LB1jEpuJGHYj15WmFu&#10;3MC/dC1DJSKEfY4K6hC6XEqva7LoZ64jjt7R9RZDlH0lTY9DhNtWvibJu7TYcFyosaNNTfpUXqyC&#10;t9vwfS6zU7I1lua7tNtx0JlSz9Pxawki0Bge4Xv7xyjIFh8p/L+JT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7fbz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D81MYA&#10;AADdAAAADwAAAGRycy9kb3ducmV2LnhtbESPS2vDMBCE74X8B7GF3hq5oc3DiRJCjEvpKXEe58Xa&#10;2CbWylhKbP/7qlDocZiZb5jVpje1eFDrKssK3sYRCOLc6ooLBadj+joH4TyyxtoyKRjIwWY9elph&#10;rG3HB3pkvhABwi5GBaX3TSyly0sy6Ma2IQ7e1bYGfZBtIXWLXYCbWk6iaCoNVhwWSmxoV1J+y+5G&#10;wX16mZz4+q33WTJ8LpJ06+S5UOrlud8uQXjq/X/4r/2lFXwsZu/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UD81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8mSMgA&#10;AADdAAAADwAAAGRycy9kb3ducmV2LnhtbESPzW7CMBCE75X6DtZW6q04tBAgxaC2EhJwKOLvwG0b&#10;L0kgXqexgfTtayQkjqOZ+UYzHDemFGeqXWFZQbsVgSBOrS44U7BZT176IJxH1lhaJgV/5GA8enwY&#10;YqLthZd0XvlMBAi7BBXk3leJlC7NyaBr2Yo4eHtbG/RB1pnUNV4C3JTyNYpiabDgsJBjRV85pcfV&#10;ySjYLvrxYPE56xzm3z/4ZvTvThexUs9Pzcc7CE+Nv4dv7alW0B30unB9E56AHP0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ryZI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V6zMYA&#10;AADdAAAADwAAAGRycy9kb3ducmV2LnhtbESPQWvCQBSE7wX/w/KE3urG1KYa3YitVKUnawWvj+wz&#10;CWbfhuxWY399tyB4HGbmG2Y270wtztS6yrKC4SACQZxbXXGhYP/98TQG4TyyxtoyKbiSg3nWe5hh&#10;qu2Fv+i884UIEHYpKii9b1IpXV6SQTewDXHwjrY16INsC6lbvAS4qWUcRYk0WHFYKLGh95Ly0+7H&#10;KPhNDrh16/ht+aw9XUfjlf3crpR67HeLKQhPnb+Hb+2NVvAyeU3g/014Aj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V6z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GM78UA&#10;AADdAAAADwAAAGRycy9kb3ducmV2LnhtbESPUWvCMBSF3wf7D+EO9jbTic7ZGYuIwt6c1R9wae7S&#10;YnPTNpnG/XozGPh4OOd8h7Moom3FmQbfOFbwOspAEFdON2wUHA/bl3cQPiBrbB2Tgit5KJaPDwvM&#10;tbvwns5lMCJB2OeooA6hy6X0VU0W/ch1xMn7doPFkORgpB7wkuC2leMse5MWG04LNXa0rqk6lT9W&#10;Qe/GUx3LDe5Om/lXY8yk/91PlHp+iqsPEIFiuIf/259awXQ+m8Hfm/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kYzv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+S9cMA&#10;AADdAAAADwAAAGRycy9kb3ducmV2LnhtbERPu27CMBTdkfoP1q3UrXHaChICTkQrVWLlMTBe7EsS&#10;Gl+H2IW0X18PlRiPzntZjbYTVxp861jBS5KCINbOtFwr2O8+n3MQPiAb7ByTgh/yUJUPkyUWxt14&#10;Q9dtqEUMYV+ggiaEvpDS64Ys+sT1xJE7ucFiiHCopRnwFsNtJ1/TdCYtthwbGuzpoyH9tf22Ctbt&#10;kaYzfZrb/F1vDr+X8JadjVJPj+NqASLQGO7if/faKJjOszg3volPQJ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+S9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rEmsIA&#10;AADdAAAADwAAAGRycy9kb3ducmV2LnhtbERPXWvCMBR9F/wP4Qq+aargZqtRdDDYcApzY75emmtT&#10;bG5Kk9X6781g4OP55izXna1ES40vHSuYjBMQxLnTJRcKvr9eR3MQPiBrrByTght5WK/6vSVm2l35&#10;k9pjKEQsYZ+hAhNCnUnpc0MW/djVxFE7u8ZiiLAppG7wGsttJadJ8iQtlhwXDNb0Yii/HH+tghYP&#10;t+Rktvv0vfzIp4ftz05HXg0H3WYBIlAXHub/9JtWMEufU/h7E5+AX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asSa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6jQMIA&#10;AADdAAAADwAAAGRycy9kb3ducmV2LnhtbERPPU/DMBDdkfofrKvERp1GApVQt6oqFTFC6MB4xNc4&#10;bXwX2aYJ/Ho8IDE+ve/1dvK9ulKInbCB5aIARdyI7bg1cHw/3K1AxYRssRcmA98UYbuZ3ayxsjLy&#10;G13r1KocwrFCAy6lodI6No48xoUMxJk7SfCYMgyttgHHHO57XRbFg/bYcW5wONDeUXOpv7yB8bn5&#10;PJenD+t+wiCH+lXOZS/G3M6n3ROoRFP6F/+5X6yB+8dV3p/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vqNA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lAfMcA&#10;AADdAAAADwAAAGRycy9kb3ducmV2LnhtbESPW2sCMRSE3wv+h3AE32pWobrdGsV6AZGW4qXvp5vT&#10;3dXkZNmkuv77Rij0cZiZb5jJrLVGXKjxlWMFg34Cgjh3uuJCwfGwfkxB+ICs0TgmBTfyMJt2HiaY&#10;aXflHV32oRARwj5DBWUIdSalz0uy6PuuJo7et2sshiibQuoGrxFujRwmyUharDgulFjToqT8vP+x&#10;CtYfS3Mavu/mnzIsVuMvk25fl29K9brt/AVEoDb8h//aG63g6TkdwP1NfAJy+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ZQH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wTssYA&#10;AADdAAAADwAAAGRycy9kb3ducmV2LnhtbESPQWvCQBSE70L/w/IKvYhuarHE1FWKICoo1Ch4fWZf&#10;k2D2bchuY/rvXUHwOMzMN8x03plKtNS40rKC92EEgjizuuRcwfGwHMQgnEfWWFkmBf/kYD576U0x&#10;0fbKe2pTn4sAYZeggsL7OpHSZQUZdENbEwfv1zYGfZBNLnWD1wA3lRxF0ac0WHJYKLCmRUHZJf0z&#10;Ctqf7Tlft67eXOK+G3+cV6udPin19tp9f4Hw1Pln+NFeawXjSTyC+5vwBOTs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+wTs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HK4McA&#10;AADdAAAADwAAAGRycy9kb3ducmV2LnhtbESPQWsCMRSE74L/IbxCb5qt1bKuRtGC4KWgtod6e26e&#10;u4ubl20SdeuvNwWhx2FmvmGm89bU4kLOV5YVvPQTEMS51RUXCr4+V70UhA/IGmvLpOCXPMxn3c4U&#10;M22vvKXLLhQiQthnqKAMocmk9HlJBn3fNsTRO1pnMETpCqkdXiPc1HKQJG/SYMVxocSG3kvKT7uz&#10;UbAcp8ufzZA/btvDnvbfh9No4BKlnp/axQREoDb8hx/ttVYwGqev8PcmPg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ByuDHAAAA3QAAAA8AAAAAAAAAAAAAAAAAmAIAAGRy&#10;cy9kb3ducmV2LnhtbFBLBQYAAAAABAAEAPUAAACMAwAAAAA=&#10;" fillcolor="black" stroked="f"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GRmscA&#10;AADdAAAADwAAAGRycy9kb3ducmV2LnhtbESPQWvCQBSE7wX/w/KE3uqmUiVNXUVtC4J60PbQ42v2&#10;NVmSfRuyW43+elcQPA4z8w0zmXW2FgdqvXGs4HmQgCDOnTZcKPj++nxKQfiArLF2TApO5GE27T1M&#10;MNPuyDs67EMhIoR9hgrKEJpMSp+XZNEPXEMcvT/XWgxRtoXULR4j3NZymCRjadFwXCixoWVJebX/&#10;twp+1mOT7gwNfzfnxYfejKrF9r1S6rHfzd9ABOrCPXxrr7SC0Wv6A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BkZr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gKtMYA&#10;AADdAAAADwAAAGRycy9kb3ducmV2LnhtbESPQWsCMRSE74L/ITyht5q1oGy3RhFLqRcPVUuvj83r&#10;Zrubl20SdfXXm0LB4zAz3zDzZW9bcSIfascKJuMMBHHpdM2VgsP+7TEHESKyxtYxKbhQgOViOJhj&#10;od2ZP+i0i5VIEA4FKjAxdoWUoTRkMYxdR5y8b+ctxiR9JbXHc4LbVj5l2UxarDktGOxobahsdker&#10;wK++XpsrHz+b7Lq9hPef/jdHo9TDqF+9gIjUx3v4v73RCqbP+RT+3qQn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GgKt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4xccUA&#10;AADdAAAADwAAAGRycy9kb3ducmV2LnhtbESPUWsCMRCE3wv+h7BCX0rNKWj1NIoUCgVF0PoD1st6&#10;d5hsjstWz/76piD0cZiZb5jFqvNOXamNdWADw0EGirgItubSwPHr43UKKgqyRReYDNwpwmrZe1pg&#10;bsON93Q9SKkShGOOBiqRJtc6FhV5jIPQECfvHFqPkmRbatviLcG906Msm2iPNaeFCht6r6i4HL69&#10;ATc6udnmLW7lftTb7MfL/mVnjXnud+s5KKFO/sOP9qc1MJ5NJ/D3Jj0B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7jFx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6brsYA&#10;AADdAAAADwAAAGRycy9kb3ducmV2LnhtbESPQWsCMRSE74X+h/AK3mq2gq3dGqUqwl566Kp4fW6e&#10;m8XkZdlEXfvrm0LB4zAz3zDTee+suFAXGs8KXoYZCOLK64ZrBdvN+nkCIkRkjdYzKbhRgPns8WGK&#10;ufZX/qZLGWuRIBxyVGBibHMpQ2XIYRj6ljh5R985jEl2tdQdXhPcWTnKslfpsOG0YLClpaHqVJ6d&#10;glXZ2tG2MIuw330dDrb4WdN+pdTgqf/8ABGpj/fwf7vQCsbvkzf4e5Oe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C6br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ZAbcIA&#10;AADdAAAADwAAAGRycy9kb3ducmV2LnhtbERPz2vCMBS+D/wfwhO8zcTBOq3GMsYKwk7r9LDbI3m2&#10;1ealNJmt//1yGOz48f3eFZPrxI2G0HrWsFoqEMTG25ZrDcev8nENIkRki51n0nCnAMV+9rDD3PqR&#10;P+lWxVqkEA45amhi7HMpg2nIYVj6njhxZz84jAkOtbQDjincdfJJqUw6bDk1NNjTW0PmWv04DZdS&#10;fnij0JyOp/FgX77fM+qU1ov59LoFEWmK/+I/98FqeN6s09z0Jj0B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JkBt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NH2MYA&#10;AADdAAAADwAAAGRycy9kb3ducmV2LnhtbESPT2vCQBTE7wW/w/IEb3Wj0hKjq2ihIEoP/qH0+Mw+&#10;k5Ds27C7avrt3ULB4zAzv2Hmy8404kbOV5YVjIYJCOLc6ooLBafj52sKwgdkjY1lUvBLHpaL3ssc&#10;M23vvKfbIRQiQthnqKAMoc2k9HlJBv3QtsTRu1hnMETpCqkd3iPcNHKcJO/SYMVxocSWPkrK68PV&#10;KPi57vjyNdmu3Dp82+7o6/E5rZUa9LvVDESgLjzD/+2NVvA2Tafw9yY+Abl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3NH2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rCSsQA&#10;AADdAAAADwAAAGRycy9kb3ducmV2LnhtbERPz2vCMBS+C/sfwhN201SZ0lajTGHgRZi6w7w9m2db&#10;bF5qkmm3v345CB4/vt/zZWcacSPna8sKRsMEBHFhdc2lgq/DxyAF4QOyxsYyKfglD8vFS2+OubZ3&#10;3tFtH0oRQ9jnqKAKoc2l9EVFBv3QtsSRO1tnMEToSqkd3mO4aeQ4SabSYM2xocKW1hUVl/2PUbDK&#10;0tX18423f7vTkY7fp8tk7BKlXvvd+wxEoC48xQ/3RiuYZFncH9/EJ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KwkrEAAAA3QAAAA8AAAAAAAAAAAAAAAAAmAIAAGRycy9k&#10;b3ducmV2LnhtbFBLBQYAAAAABAAEAPUAAACJAwAAAAA=&#10;" fillcolor="black" stroked="f"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qd0MUA&#10;AADdAAAADwAAAGRycy9kb3ducmV2LnhtbESPQUsDMRSE74L/ITzBm822orTbpmUpFMXTtlV6fd08&#10;N4ublyWJ6frvjSD0OMzMN8xqM9peJPKhc6xgOilAEDdOd9wqeD/uHuYgQkTW2DsmBT8UYLO+vVlh&#10;qd2F95QOsRUZwqFEBSbGoZQyNIYshokbiLP36bzFmKVvpfZ4yXDby1lRPEuLHecFgwNtDTVfh2+r&#10;IJ23dfWYTsns33zVele/fJxrpe7vxmoJItIYr+H/9qtW8LRYTOH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Op3Q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/jVcYA&#10;AADdAAAADwAAAGRycy9kb3ducmV2LnhtbESPQWvCQBSE7wX/w/IEb3WjUGmiq4i0RXupjYIeH9ln&#10;Nph9G7JrTPvru4VCj8PMfMMsVr2tRUetrxwrmIwTEMSF0xWXCo6H18dnED4ga6wdk4Iv8rBaDh4W&#10;mGl350/q8lCKCGGfoQITQpNJ6QtDFv3YNcTRu7jWYoiyLaVu8R7htpbTJJlJixXHBYMNbQwV1/xm&#10;FfjJ5uX0br/T7vxm+CPfmdm+NEqNhv16DiJQH/7Df+2tVvCUplP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G/jV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95FA7" w:rsidRDefault="00A95FA7" w:rsidP="00A95F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95FA7" w:rsidRDefault="00A95FA7" w:rsidP="00A95FA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A95FA7" w:rsidRDefault="00A95FA7" w:rsidP="00A95F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5FA7" w:rsidRDefault="00A95FA7" w:rsidP="00A95F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5FA7" w:rsidRDefault="00A95FA7" w:rsidP="00A95F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95FA7" w:rsidRDefault="00A95FA7" w:rsidP="00A95FA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95FA7" w:rsidRDefault="00A95FA7" w:rsidP="00A95F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95FA7" w:rsidRDefault="00A95FA7" w:rsidP="00A95F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95FA7" w:rsidRDefault="00A95FA7" w:rsidP="00A95F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5FA7" w:rsidRDefault="00A95FA7" w:rsidP="00A95F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95FA7" w:rsidRDefault="00A95FA7" w:rsidP="00A95F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5FA7" w:rsidRDefault="00A95FA7" w:rsidP="00A95F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95FA7" w:rsidRDefault="00A95FA7" w:rsidP="00A95FA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95FA7" w:rsidRDefault="00A95FA7" w:rsidP="00A95FA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№48</w:t>
      </w:r>
    </w:p>
    <w:p w:rsidR="00A95FA7" w:rsidRPr="009B40A3" w:rsidRDefault="00A95FA7" w:rsidP="00A95FA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5FA7" w:rsidRPr="009B40A3" w:rsidRDefault="00A95FA7" w:rsidP="00A95FA7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9B40A3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A95FA7" w:rsidRPr="009B40A3" w:rsidRDefault="00A95FA7" w:rsidP="00A95F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</w:t>
      </w:r>
      <w:r w:rsidRPr="009B40A3">
        <w:rPr>
          <w:rFonts w:ascii="Times New Roman" w:eastAsia="Calibri" w:hAnsi="Times New Roman" w:cs="Times New Roman"/>
          <w:b/>
          <w:sz w:val="24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A95FA7" w:rsidRPr="009B40A3" w:rsidRDefault="00A95FA7" w:rsidP="00A95F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A95FA7" w:rsidRPr="00A40A88" w:rsidRDefault="00A95FA7" w:rsidP="00A95F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Андрощук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В.І.</w:t>
      </w:r>
    </w:p>
    <w:p w:rsidR="00A95FA7" w:rsidRPr="009B40A3" w:rsidRDefault="00A95FA7" w:rsidP="00A95F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95FA7" w:rsidRPr="009B40A3" w:rsidRDefault="00A95FA7" w:rsidP="00A95F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», статей 12,</w:t>
      </w:r>
      <w:r>
        <w:rPr>
          <w:rFonts w:ascii="Times New Roman" w:eastAsia="Calibri" w:hAnsi="Times New Roman" w:cs="Times New Roman"/>
          <w:sz w:val="24"/>
        </w:rPr>
        <w:t xml:space="preserve">116,  118, 121,122,186 </w:t>
      </w:r>
      <w:r w:rsidRPr="009B40A3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Андрощука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В.І.,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рада </w:t>
      </w:r>
    </w:p>
    <w:p w:rsidR="00A95FA7" w:rsidRPr="00A40A88" w:rsidRDefault="00A95FA7" w:rsidP="00A95F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>ВИРІШИЛА:</w:t>
      </w:r>
    </w:p>
    <w:p w:rsidR="00A95FA7" w:rsidRPr="009B40A3" w:rsidRDefault="00A95FA7" w:rsidP="00A95F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Андрощуку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Володимиру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Івановичу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20356F">
        <w:rPr>
          <w:rFonts w:ascii="Times New Roman" w:eastAsia="Calibri" w:hAnsi="Times New Roman" w:cs="Times New Roman"/>
          <w:sz w:val="24"/>
          <w:lang w:val="uk-UA"/>
        </w:rPr>
        <w:t>______________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0,3000 га, для </w:t>
      </w:r>
      <w:proofErr w:type="spellStart"/>
      <w:r w:rsidRPr="009B40A3">
        <w:rPr>
          <w:rFonts w:ascii="Times New Roman" w:eastAsia="Calibri" w:hAnsi="Times New Roman" w:cs="Times New Roman"/>
        </w:rPr>
        <w:t>ведення</w:t>
      </w:r>
      <w:proofErr w:type="spellEnd"/>
      <w:r w:rsidRPr="009B40A3">
        <w:rPr>
          <w:rFonts w:ascii="Times New Roman" w:eastAsia="Calibri" w:hAnsi="Times New Roman" w:cs="Times New Roman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</w:rPr>
        <w:t>особистого</w:t>
      </w:r>
      <w:proofErr w:type="spellEnd"/>
      <w:r w:rsidRPr="009B40A3">
        <w:rPr>
          <w:rFonts w:ascii="Times New Roman" w:eastAsia="Calibri" w:hAnsi="Times New Roman" w:cs="Times New Roman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</w:rPr>
        <w:t>селянського</w:t>
      </w:r>
      <w:proofErr w:type="spellEnd"/>
      <w:r w:rsidRPr="009B40A3">
        <w:rPr>
          <w:rFonts w:ascii="Times New Roman" w:eastAsia="Calibri" w:hAnsi="Times New Roman" w:cs="Times New Roman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</w:rPr>
        <w:t>господарства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в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 xml:space="preserve">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Комарівка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по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вул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Лісовій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A95FA7" w:rsidRPr="009B40A3" w:rsidRDefault="00A95FA7" w:rsidP="00A95F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Андрощуку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В.І.,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A95FA7" w:rsidRPr="009B40A3" w:rsidRDefault="00A95FA7" w:rsidP="00A95FA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95FA7" w:rsidRPr="009B40A3" w:rsidRDefault="00A95FA7" w:rsidP="00A95FA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A95FA7" w:rsidRPr="009B40A3" w:rsidRDefault="00A95FA7" w:rsidP="00A95F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95FA7" w:rsidRPr="009B40A3" w:rsidRDefault="00A95FA7" w:rsidP="00A95F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76047" w:rsidRPr="00A95FA7" w:rsidRDefault="00A95FA7" w:rsidP="00A95FA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uk-UA"/>
        </w:rPr>
      </w:pP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</w:t>
      </w: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676047" w:rsidRPr="00A95FA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FA7"/>
    <w:rsid w:val="0020356F"/>
    <w:rsid w:val="00676047"/>
    <w:rsid w:val="00A95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FA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95FA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95FA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95FA7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FA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95FA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95FA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95FA7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236</Words>
  <Characters>1349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2021-09-13T10:01:00Z</dcterms:created>
  <dcterms:modified xsi:type="dcterms:W3CDTF">2021-09-14T12:21:00Z</dcterms:modified>
</cp:coreProperties>
</file>