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45" w:rsidRPr="00AF2E62" w:rsidRDefault="00CF3145" w:rsidP="00CF314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CF3145" w:rsidRPr="00AF2E62" w:rsidRDefault="00CF3145" w:rsidP="00C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016813" wp14:editId="220253B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875" name="Группа 148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8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145" w:rsidRDefault="00CF3145" w:rsidP="00CF31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5016813" id="Группа 1487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7pDz9sZ3AABBWQQADgAAAAAAAAAAAAAA&#10;AAAuAgAAZHJzL2Uyb0RvYy54bWxQSwECLQAUAAYACAAAACEAntNkbd0AAAAGAQAADwAAAAAAAAAA&#10;AAAAAAAgegAAZHJzL2Rvd25yZXYueG1sUEsFBgAAAAAEAAQA8wAAACp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" fillcolor="black" stroked="f"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" fillcolor="black" stroked="f"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F3145" w:rsidRDefault="00CF3145" w:rsidP="00CF31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3145" w:rsidRPr="00AF2E62" w:rsidRDefault="00CF3145" w:rsidP="00CF314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CF3145" w:rsidRPr="00AF2E62" w:rsidRDefault="00CF3145" w:rsidP="00CF314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3145" w:rsidRPr="00AF2E62" w:rsidRDefault="00CF3145" w:rsidP="00CF314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CF3145" w:rsidRPr="00AF2E62" w:rsidRDefault="00CF3145" w:rsidP="00CF314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CF3145" w:rsidRPr="00AF2E62" w:rsidRDefault="00CF3145" w:rsidP="00CF314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CF3145" w:rsidRPr="00AF2E62" w:rsidRDefault="00CF3145" w:rsidP="00CF314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F3145" w:rsidRPr="00AF2E62" w:rsidRDefault="00CF3145" w:rsidP="00CF314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Миколайчук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В.М.</w:t>
      </w:r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Миколайчук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В.М.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F3145" w:rsidRPr="00AF2E62" w:rsidRDefault="00CF3145" w:rsidP="00CF31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Миколайчук  Валентині Миколаївні,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64E8C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Миколайчук В.М.,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F3145" w:rsidRPr="00AF2E62" w:rsidRDefault="00CF3145" w:rsidP="00CF31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F3145" w:rsidRPr="00AF2E62" w:rsidRDefault="00CF3145" w:rsidP="00CF31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F3145" w:rsidRPr="00AF2E62" w:rsidRDefault="00CF3145" w:rsidP="00CF31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F3145" w:rsidRDefault="00CF3145" w:rsidP="00CF31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F3145" w:rsidRDefault="00CF3145" w:rsidP="00CF31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F3145" w:rsidRDefault="00CF3145" w:rsidP="00CF31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F3145" w:rsidRDefault="00CF3145" w:rsidP="00CF31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F3145" w:rsidRDefault="00CF3145" w:rsidP="00CF31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86D25" w:rsidRPr="00CF3145" w:rsidRDefault="00CF3145" w:rsidP="00CF31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sectPr w:rsidR="00686D25" w:rsidRPr="00CF31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145"/>
    <w:rsid w:val="00686D25"/>
    <w:rsid w:val="00A64E8C"/>
    <w:rsid w:val="00CF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4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4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235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2021-06-22T07:57:00Z</dcterms:created>
  <dcterms:modified xsi:type="dcterms:W3CDTF">2021-06-22T12:54:00Z</dcterms:modified>
</cp:coreProperties>
</file>