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A16" w:rsidRPr="00B87983" w:rsidRDefault="00475A16" w:rsidP="00475A16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2798445</wp:posOffset>
                </wp:positionH>
                <wp:positionV relativeFrom="paragraph">
                  <wp:posOffset>101600</wp:posOffset>
                </wp:positionV>
                <wp:extent cx="516890" cy="640080"/>
                <wp:effectExtent l="0" t="0" r="0" b="7620"/>
                <wp:wrapNone/>
                <wp:docPr id="32" name="Группа 128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6890" cy="640080"/>
                          <a:chOff x="3834" y="994"/>
                          <a:chExt cx="1142" cy="1718"/>
                        </a:xfrm>
                      </wpg:grpSpPr>
                      <wps:wsp>
                        <wps:cNvPr id="40" name="Freeform 15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5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6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6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6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6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6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6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6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6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6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7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7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7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7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7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7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7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7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7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7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8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8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4" name="Freeform 18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5" name="Freeform 18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6" name="Freeform 18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7" name="Rectangle 18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" name="Freeform 18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9" name="Freeform 18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72" o:spid="_x0000_s1026" style="position:absolute;margin-left:220.35pt;margin-top:8pt;width:40.7pt;height:50.4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">
    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a5FsAA&#10;AADbAAAADwAAAGRycy9kb3ducmV2LnhtbERPTYvCMBC9C/6HMII3Ta3iLtUooiiCp9XdZY9DM7bF&#10;ZlKSWOu/Nwdhj4/3vVx3phYtOV9ZVjAZJyCIc6srLhR8X/ajTxA+IGusLZOCJ3lYr/q9JWbaPviL&#10;2nMoRAxhn6GCMoQmk9LnJRn0Y9sQR+5qncEQoSukdviI4aaWaZLMpcGKY0OJDW1Lym/nu1FwatP5&#10;799hZy7TIv1w+fRnl1a1UsNBt1mACNSFf/HbfdQKZnF9/BJ/gF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Ja5F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/6sMA&#10;AADbAAAADwAAAGRycy9kb3ducmV2LnhtbESPQYvCMBSE78L+h/AW9iKadhFXqlFEEHQFwXbB66N5&#10;ttXmpTRRu//eCILHYWa+YWaLztTiRq2rLCuIhxEI4tzqigsFf9l6MAHhPLLG2jIp+CcHi/lHb4aJ&#10;tnc+0C31hQgQdgkqKL1vEildXpJBN7QNcfBOtjXog2wLqVu8B7ip5XcUjaXBisNCiQ2tSsov6dUo&#10;kFm69dufyvTj3+O+i+15tcvPSn19dsspCE+df4df7Y1WMIrh+SX8A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6/6s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cedM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4Q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ced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rdb8IA&#10;AADbAAAADwAAAGRycy9kb3ducmV2LnhtbESPQYvCMBSE74L/ITzBm03VXZFqFFFcFjytil6fzbOt&#10;Ni+libb7783CgsdhZr5h5svWlOJJtSssKxhGMQji1OqCMwXHw3YwBeE8ssbSMin4JQfLRbczx0Tb&#10;hn/oufeZCBB2CSrIva8SKV2ak0EX2Yo4eFdbG/RB1pnUNTYBbko5iuOJNFhwWMixonVO6X3/MAri&#10;3Wd5uZ64nZ43X+n91my5KYZK9XvtagbCU+vf4f/2t1bwMYa/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Ct1v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8YA&#10;AADbAAAADwAAAGRycy9kb3ducmV2LnhtbESPQWsCMRSE74L/ITyhF6lZy1bsahQtKNJDodren5vn&#10;7urmZU1S3fbXm0LB4zAz3zDTeWtqcSHnK8sKhoMEBHFudcWFgs/d6nEMwgdkjbVlUvBDHuazbmeK&#10;mbZX/qDLNhQiQthnqKAMocmk9HlJBv3ANsTRO1hnMETpCqkdXiPc1PIpSUbSYMVxocSGXkvKT9tv&#10;o2C1odPLV3Nep7/uuRgf9+9vy11fqYdeu5iACNSGe/i/vdEK0hT+vsQf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Ijm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/ggMMA&#10;AADbAAAADwAAAGRycy9kb3ducmV2LnhtbESPT4vCMBTE78J+h/AW9qapsopU0yKKy8Ke/INen82z&#10;rTYvpYm2++2NIHgcZuY3zDztTCXu1LjSsoLhIAJBnFldcq5gv1v3pyCcR9ZYWSYF/+QgTT56c4y1&#10;bXlD963PRYCwi1FB4X0dS+myggy6ga2Jg3e2jUEfZJNL3WAb4KaSoyiaSIMlh4UCa1oWlF23N6Mg&#10;+htXp/OBu+lx9ZNdL+2a23Ko1Ndnt5iB8NT5d/jV/tUKvs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/ggM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b0tMQA&#10;AADbAAAADwAAAGRycy9kb3ducmV2LnhtbESPT2vCQBTE70K/w/IKvenGP4hGVympBa/aePD2zD6T&#10;kOzbkF1j9NO7hUKPw8z8hllve1OLjlpXWlYwHkUgiDOrS84VpD/fwwUI55E11pZJwYMcbDdvgzXG&#10;2t75QN3R5yJA2MWooPC+iaV0WUEG3cg2xMG72tagD7LNpW7xHuCmlpMomkuDJYeFAhtKCsqq480o&#10;OH1V1XTJ0fR57pKFSy5pOrnulPp47z9XIDz1/j/8195rBbM5/H4JP0B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29LT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XNu8YA&#10;AADbAAAADwAAAGRycy9kb3ducmV2LnhtbESPT2vCQBTE74LfYXkFL0U3irSSuoqIhQp68A/V3h7Z&#10;ZxLMvk2z2xj99K5Q8DjM/GaY8bQxhaipcrllBf1eBII4sTrnVMF+99kdgXAeWWNhmRRcycF00m6N&#10;Mdb2whuqtz4VoYRdjAoy78tYSpdkZND1bEkcvJOtDPogq1TqCi+h3BRyEEVv0mDOYSHDkuYZJeft&#10;n1EwpPo4W91+1t/H34W3p9fD0vUPSnVemtkHCE+Nf4b/6S8duHd4fA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XNu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XFXcAA&#10;AADbAAAADwAAAGRycy9kb3ducmV2LnhtbERPTYvCMBC9C/6HMII3TdVFtBpFqgt71e0evI3N2JY2&#10;k9LE2t1fvzkIHh/ve7vvTS06al1pWcFsGoEgzqwuOVeQfn9OViCcR9ZYWyYFv+RgvxsOthhr++Qz&#10;dRefixDCLkYFhfdNLKXLCjLoprYhDtzdtgZ9gG0udYvPEG5qOY+ipTRYcmgosKGkoKy6PIyCn2NV&#10;LdYcLf6uXbJyyS1N5/eTUuNRf9iA8NT7t/jl/tIKPsLY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yXFX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b8UsYA&#10;AADbAAAADwAAAGRycy9kb3ducmV2LnhtbESPT2vCQBTE74LfYXkFL0U3ipSauoqIhQp68A/V3h7Z&#10;ZxLMvk2z2xj99K5Q8DjM/GaY8bQxhaipcrllBf1eBII4sTrnVMF+99l9B+E8ssbCMim4koPppN0a&#10;Y6zthTdUb30qQgm7GBVk3pexlC7JyKDr2ZI4eCdbGfRBVqnUFV5CuSnkIIrepMGcw0KGJc0zSs7b&#10;P6NgSPVxtrr9rL+PvwtvT6+HpesflOq8NLMPEJ4a/wz/0186cCN4fAk/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b8Us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snmcQA&#10;AADbAAAADwAAAGRycy9kb3ducmV2LnhtbERPXUvDMBR9H/gfwhX2tqU6ndItGzLZHAhCq+jrpblr&#10;6pqb2mRt5683D8IeD+d7uR5sLTpqfeVYwc00AUFcOF1xqeDjfTt5BOEDssbaMSk4k4f16mq0xFS7&#10;njPq8lCKGMI+RQUmhCaV0heGLPqpa4gjd3CtxRBhW0rdYh/DbS1vk2QuLVYcGww2tDFUHPOTVfB1&#10;N3tz5iV3p/5593vMfh6+PzevSo2vh6cFiEBDuIj/3Xut4D6uj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7J5n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Z48IA&#10;AADbAAAADwAAAGRycy9kb3ducmV2LnhtbESPQYvCMBSE78L+h/AWvGmqokg1yq6oyHpSd++P5tkW&#10;m5faxBr//UYQPA4z8w0zXwZTiZYaV1pWMOgnIIgzq0vOFfyeNr0pCOeRNVaWScGDHCwXH505ptre&#10;+UDt0eciQtilqKDwvk6ldFlBBl3f1sTRO9vGoI+yyaVu8B7hppLDJJlIgyXHhQJrWhWUXY43o2D0&#10;M75u9Xe+bqvp1u13500ow59S3c/wNQPhKfh3+NXeaQXjATy/xB8gF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8NnjwgAAANs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IGTsMA&#10;AADbAAAADwAAAGRycy9kb3ducmV2LnhtbESPzYvCMBTE74L/Q3gL3jRV8KtrKuIiCOLBj8MeH83b&#10;prR5KU221v/eLCx4HGbmN8xm29tadNT60rGC6SQBQZw7XXKh4H47jFcgfEDWWDsmBU/ysM2Ggw2m&#10;2j34Qt01FCJC2KeowITQpFL63JBFP3ENcfR+XGsxRNkWUrf4iHBby1mSLKTFkuOCwYb2hvLq+msV&#10;fK/P62lvvpJTt9wdQ86IVbdQavTR7z5BBOrDO/zfPmoF8x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IGT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SuMUA&#10;AADbAAAADwAAAGRycy9kb3ducmV2LnhtbESPT2vCQBTE7wW/w/IEb7oxUrHRVURQvHjwX9vjI/tM&#10;otm3Mbtq6qfvFoQeh5n5DTOZNaYUd6pdYVlBvxeBIE6tLjhTcNgvuyMQziNrLC2Tgh9yMJu23iaY&#10;aPvgLd13PhMBwi5BBbn3VSKlS3My6Hq2Ig7eydYGfZB1JnWNjwA3pYyjaCgNFhwWcqxokVN62d2M&#10;gq/+5vlRDZpj/O2v63O8uqbLz6FSnXYzH4Pw1Pj/8Ku91greB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JJK4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7gqMIA&#10;AADbAAAADwAAAGRycy9kb3ducmV2LnhtbESPUWvCMBSF34X9h3AHe9N04tyoRinKwOGT3X7Apbm2&#10;dc1NSKKt/94Igo+Hc853OMv1YDpxIR9aywreJxkI4srqlmsFf7/f4y8QISJr7CyTgisFWK9eRkvM&#10;te35QJcy1iJBOOSooInR5VKGqiGDYWIdcfKO1huMSfpaao99gptOTrNsLg22nBYadLRpqPovz0YB&#10;eve5daXsD/PTHnenn4JmtlDq7XUoFiAiDfEZfrR3WsHHDO5f0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3uCo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ZZB8YA&#10;AADbAAAADwAAAGRycy9kb3ducmV2LnhtbESPQWvCQBSE7wX/w/IEb3VjJVWiq1htQNpctPXg7ZF9&#10;JsHs25BdY9pf3y0Uehxm5htmue5NLTpqXWVZwWQcgSDOra64UPD5kT7OQTiPrLG2TAq+yMF6NXhY&#10;YqLtnQ/UHX0hAoRdggpK75tESpeXZNCNbUMcvIttDfog20LqFu8Bbmr5FEXP0mDFYaHEhrYl5dfj&#10;zSjI0qzJ3vl1ft7dXqbn/fdpxm+pUqNhv1mA8NT7//Bfe68VxDH8fgk/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ZZB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/IwsUA&#10;AADbAAAADwAAAGRycy9kb3ducmV2LnhtbESPQWvCQBSE74L/YXlCb7qpYK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/8jC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xBcMA&#10;AADbAAAADwAAAGRycy9kb3ducmV2LnhtbESP0WrCQBRE3wv9h+UKfasbhVSJriIFbQlCMfoBl+w1&#10;G8zeDdk1Sfv13YLQx2FmzjDr7Wgb0VPna8cKZtMEBHHpdM2Vgst5/7oE4QOyxsYxKfgmD9vN89Ma&#10;M+0GPlFfhEpECPsMFZgQ2kxKXxqy6KeuJY7e1XUWQ5RdJXWHQ4TbRs6T5E1arDkuGGzp3VB5K+5W&#10;ASdy/3UsGy0PP5dF/mGKPL0XSr1Mxt0KRKAx/Icf7U+tIF3A35f4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kxB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TV48MA&#10;AADbAAAADwAAAGRycy9kb3ducmV2LnhtbERPy2rCQBTdC/7DcAvd6aQPi6aOoY0K1Z1RKO4umWsS&#10;zNwJmWmS+vXOotDl4byXyWBq0VHrKssKnqYRCOLc6ooLBafjdjIH4TyyxtoyKfglB8lqPFpirG3P&#10;B+oyX4gQwi5GBaX3TSyly0sy6Ka2IQ7cxbYGfYBtIXWLfQg3tXyOojdpsOLQUGJDaUn5NfsxCrLL&#10;+aw/efO6m89cut+/3Bbf27VSjw/DxzsIT4P/F/+5v7SCWRgbvo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TV4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aEsIA&#10;AADbAAAADwAAAGRycy9kb3ducmV2LnhtbESPzarCMBSE9xd8h3CEu7umKopWo4h4wYUL/x7g0Byb&#10;anNSm6j17Y0guBxm5htmOm9sKe5U+8Kxgm4nAUGcOV1wruB4+P8bgfABWWPpmBQ8ycN81vqZYqrd&#10;g3d034dcRAj7FBWYEKpUSp8Zsug7riKO3snVFkOUdS51jY8It6XsJclQWiw4LhisaGkou+xvVkHv&#10;uDgvT9v+5nztJ7yyplnddkap33azmIAI1IRv+NNeawWDMby/x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uRoSwgAAANs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4MO8MA&#10;AADbAAAADwAAAGRycy9kb3ducmV2LnhtbESPQYvCMBSE74L/ITzBi6xpZSnSNYqIgnoRq8IeH83b&#10;tti8lCbW+u/NwsIeh5n5hlmselOLjlpXWVYQTyMQxLnVFRcKrpfdxxyE88gaa8uk4EUOVsvhYIGp&#10;tk8+U5f5QgQIuxQVlN43qZQuL8mgm9qGOHg/tjXog2wLqVt8Brip5SyKEmmw4rBQYkObkvJ79jAK&#10;jjLvJodPik9F933fnuY3k5xjpcajfv0FwlPv/8N/7b1WkMTw+yX8ALl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4MO8MAAADb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RKDcMA&#10;AADbAAAADwAAAGRycy9kb3ducmV2LnhtbESPUWvCQBCE3wv9D8cKfasXA4pGT5HSQoVCMfoDlrtt&#10;EprbC7nVpP31XqHg4zAz3zCb3ehbdaU+NoENzKYZKGIbXMOVgfPp7XkJKgqywzYwGfihCLvt48MG&#10;CxcGPtK1lEolCMcCDdQiXaF1tDV5jNPQESfvK/QeJcm+0q7HIcF9q/MsW2iPDaeFGjt6qcl+lxdv&#10;IL9YsX51+P14Pcv889QN2Xy5N+ZpMu7XoIRGuYf/2+/OwCKHvy/pB+jt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RKDc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qPMQA&#10;AADbAAAADwAAAGRycy9kb3ducmV2LnhtbESPQWsCMRSE74X+h/AK3mq2ClK2RpFSRWGtqL14eyTP&#10;zdLNy7KJuv57Iwgeh5n5hhlPO1eLM7Wh8qzgo5+BINbeVFwq+NvP3z9BhIhssPZMCq4UYDp5fRlj&#10;bvyFt3TexVIkCIccFdgYm1zKoC05DH3fECfv6FuHMcm2lKbFS4K7Wg6ybCQdVpwWLDb0bUn/705O&#10;gV4Mi59VcbD6NNisy+p3U7jtUaneWzf7AhGpi8/wo700CkZDuH9JP0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qjz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ws5MMA&#10;AADeAAAADwAAAGRycy9kb3ducmV2LnhtbERPTWuDQBC9F/oflgn0VlelSLDZhCAUkkug1tAeB3eq&#10;EndW3I2a/PpuodDbPN7nbHaL6cVEo+ssK0iiGARxbXXHjYLq4+15DcJ5ZI29ZVJwIwe77ePDBnNt&#10;Z36nqfSNCCHsclTQej/kUrq6JYMusgNx4L7taNAHODZSjziHcNPLNI4zabDj0NDiQEVL9aW8GgWD&#10;uZ+rr+NpipNPTPVc8HzJWKmn1bJ/BeFp8f/iP/dBh/npOnuB33fCDX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ws5MMAAADe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Q71sMA&#10;AADeAAAADwAAAGRycy9kb3ducmV2LnhtbERPTYvCMBC9C/6HMII3TZVV3K5RRHDxJGiFurehmW2L&#10;zaQ0Uau/3giCt3m8z5kvW1OJKzWutKxgNIxAEGdWl5wrOCabwQyE88gaK8uk4E4OlotuZ46xtjfe&#10;0/XgcxFC2MWooPC+jqV0WUEG3dDWxIH7t41BH2CTS93gLYSbSo6jaCoNlhwaCqxpXVB2PlyMgq/T&#10;9ypJ6e9xTn9tKrfJzu42F6X6vXb1A8JT6z/it3urw/zxbDqB1zvhB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Q71sMAAADe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7N8UA&#10;AADeAAAADwAAAGRycy9kb3ducmV2LnhtbERP32vCMBB+H/g/hBP2NlM7CKUziiiCMhjMDfZ6Nre2&#10;a3OpSab1v18Gg73dx/fzFqvR9uJCPrSONcxnGQjiypmWaw3vb7uHAkSIyAZ7x6ThRgFWy8ndAkvj&#10;rvxKl2OsRQrhUKKGJsahlDJUDVkMMzcQJ+7TeYsxQV9L4/Gawm0v8yxT0mLLqaHBgTYNVd3x22o4&#10;P267F3/6+Do9H4qb6qpzLg9K6/vpuH4CEWmM/+I/996k+XmhFPy+k26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ins3xQAAAN4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vjcYA&#10;AADeAAAADwAAAGRycy9kb3ducmV2LnhtbERPTWvCQBC9C/0Pywi96cbQ2jR1lVoQehHU9lBvY3aa&#10;BLOz6e6q0V/vCkJv83ifM5l1phFHcr62rGA0TEAQF1bXXCr4/loMMhA+IGtsLJOCM3mYTR96E8y1&#10;PfGajptQihjCPkcFVQhtLqUvKjLoh7YljtyvdQZDhK6U2uEphptGpkkylgZrjg0VtvRRUbHfHIyC&#10;+Ws2/1s98fKy3m1p+7PbP6cuUeqx372/gQjUhX/x3f2p4/w0G7/A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evjcYAAADeAAAADwAAAAAAAAAAAAAAAACYAgAAZHJz&#10;L2Rvd25yZXYueG1sUEsFBgAAAAAEAAQA9QAAAIsDAAAAAA==&#10;" fillcolor="black" stroked="f"/>
    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fMscA&#10;AADeAAAADwAAAGRycy9kb3ducmV2LnhtbESP3UrDQBCF74W+wzKCN2I35qK0sdsiRUExEPrzANPs&#10;mAR3Z8Pu2sa3dy4E72Y4Z875Zr2dvFMXimkIbOBxXoAiboMduDNwOr4+LEGljGzRBSYDP5Rgu5nd&#10;rLGy4cp7uhxypySEU4UG+pzHSuvU9uQxzcNILNpniB6zrLHTNuJVwr3TZVEstMeBpaHHkXY9tV+H&#10;b2/gpTzH5owfri2Onavfm/p+1dTG3N1Oz0+gMk353/x3/WYFv1wuhFfe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I3zLHAAAA3gAAAA8AAAAAAAAAAAAAAAAAmAIAAGRy&#10;cy9kb3ducmV2LnhtbFBLBQYAAAAABAAEAPUAAACM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ZRssQA&#10;AADeAAAADwAAAGRycy9kb3ducmV2LnhtbERPS2vCQBC+C/0PyxS86aYKQVNXsYWAIPhqDz1Os9Ns&#10;aHY2ZleN/94VBG/z8T1ntuhsLc7U+sqxgrdhAoK4cLriUsH3Vz6YgPABWWPtmBRcycNi/tKbYabd&#10;hfd0PoRSxBD2GSowITSZlL4wZNEPXUMcuT/XWgwRtqXULV5iuK3lKElSabHi2GCwoU9Dxf/hZBVY&#10;iT+/ZZoXm+V4vV1Pq4/dMTdK9V+75TuIQF14ih/ulY7zR5N0Cvd34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2UbLEAAAA3g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B87983">
        <w:rPr>
          <w:rFonts w:ascii="Times New Roman" w:eastAsia="Times New Roman" w:hAnsi="Times New Roman"/>
          <w:b/>
          <w:color w:val="FF0000"/>
          <w:lang w:val="ru-RU"/>
        </w:rPr>
        <w:t>ПРОЕКТ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lang w:val="ru-RU"/>
        </w:rPr>
      </w:pP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</w:p>
    <w:p w:rsidR="00475A16" w:rsidRPr="00B87983" w:rsidRDefault="00475A16" w:rsidP="00475A1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УКРАЇНА</w:t>
      </w:r>
    </w:p>
    <w:p w:rsidR="00475A16" w:rsidRPr="00B87983" w:rsidRDefault="00475A16" w:rsidP="00475A16">
      <w:pPr>
        <w:keepNext/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КРУПЕЦЬКА СІЛЬСЬКА РАДА</w:t>
      </w: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СЛАВУТСЬКОГО РАЙОНУ</w:t>
      </w: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b/>
          <w:lang w:val="ru-RU"/>
        </w:rPr>
      </w:pPr>
      <w:r w:rsidRPr="00B87983">
        <w:rPr>
          <w:rFonts w:ascii="Times New Roman" w:eastAsia="Times New Roman" w:hAnsi="Times New Roman"/>
          <w:b/>
          <w:lang w:val="ru-RU"/>
        </w:rPr>
        <w:t>ХМЕЛЬНИЦЬКОЇ ОБЛАСТІ</w:t>
      </w:r>
    </w:p>
    <w:p w:rsidR="00475A16" w:rsidRPr="00B87983" w:rsidRDefault="00475A16" w:rsidP="00475A16">
      <w:pPr>
        <w:spacing w:after="0" w:line="240" w:lineRule="auto"/>
        <w:rPr>
          <w:rFonts w:ascii="Times New Roman" w:eastAsia="Times New Roman" w:hAnsi="Times New Roman"/>
          <w:lang w:val="ru-RU"/>
        </w:rPr>
      </w:pPr>
      <w:r w:rsidRPr="00B87983">
        <w:rPr>
          <w:rFonts w:ascii="Times New Roman" w:eastAsia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46990" b="0"/>
                <wp:wrapNone/>
                <wp:docPr id="1" name="Группа 2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359 w 8096"/>
                              <a:gd name="T5" fmla="*/ 1425 h 14546"/>
                              <a:gd name="T6" fmla="*/ 309 w 8096"/>
                              <a:gd name="T7" fmla="*/ 1378 h 14546"/>
                              <a:gd name="T8" fmla="*/ 266 w 8096"/>
                              <a:gd name="T9" fmla="*/ 1316 h 14546"/>
                              <a:gd name="T10" fmla="*/ 236 w 8096"/>
                              <a:gd name="T11" fmla="*/ 1239 h 14546"/>
                              <a:gd name="T12" fmla="*/ 27 w 8096"/>
                              <a:gd name="T13" fmla="*/ 1169 h 14546"/>
                              <a:gd name="T14" fmla="*/ 13 w 8096"/>
                              <a:gd name="T15" fmla="*/ 1162 h 14546"/>
                              <a:gd name="T16" fmla="*/ 0 w 8096"/>
                              <a:gd name="T17" fmla="*/ 1012 h 14546"/>
                              <a:gd name="T18" fmla="*/ 0 w 8096"/>
                              <a:gd name="T19" fmla="*/ 107 h 14546"/>
                              <a:gd name="T20" fmla="*/ 6 w 8096"/>
                              <a:gd name="T21" fmla="*/ 100 h 14546"/>
                              <a:gd name="T22" fmla="*/ 28 w 8096"/>
                              <a:gd name="T23" fmla="*/ 102 h 14546"/>
                              <a:gd name="T24" fmla="*/ 104 w 8096"/>
                              <a:gd name="T25" fmla="*/ 174 h 14546"/>
                              <a:gd name="T26" fmla="*/ 170 w 8096"/>
                              <a:gd name="T27" fmla="*/ 303 h 14546"/>
                              <a:gd name="T28" fmla="*/ 209 w 8096"/>
                              <a:gd name="T29" fmla="*/ 454 h 14546"/>
                              <a:gd name="T30" fmla="*/ 226 w 8096"/>
                              <a:gd name="T31" fmla="*/ 608 h 14546"/>
                              <a:gd name="T32" fmla="*/ 221 w 8096"/>
                              <a:gd name="T33" fmla="*/ 735 h 14546"/>
                              <a:gd name="T34" fmla="*/ 174 w 8096"/>
                              <a:gd name="T35" fmla="*/ 777 h 14546"/>
                              <a:gd name="T36" fmla="*/ 156 w 8096"/>
                              <a:gd name="T37" fmla="*/ 827 h 14546"/>
                              <a:gd name="T38" fmla="*/ 166 w 8096"/>
                              <a:gd name="T39" fmla="*/ 877 h 14546"/>
                              <a:gd name="T40" fmla="*/ 202 w 8096"/>
                              <a:gd name="T41" fmla="*/ 919 h 14546"/>
                              <a:gd name="T42" fmla="*/ 237 w 8096"/>
                              <a:gd name="T43" fmla="*/ 932 h 14546"/>
                              <a:gd name="T44" fmla="*/ 257 w 8096"/>
                              <a:gd name="T45" fmla="*/ 928 h 14546"/>
                              <a:gd name="T46" fmla="*/ 286 w 8096"/>
                              <a:gd name="T47" fmla="*/ 875 h 14546"/>
                              <a:gd name="T48" fmla="*/ 339 w 8096"/>
                              <a:gd name="T49" fmla="*/ 731 h 14546"/>
                              <a:gd name="T50" fmla="*/ 364 w 8096"/>
                              <a:gd name="T51" fmla="*/ 583 h 14546"/>
                              <a:gd name="T52" fmla="*/ 368 w 8096"/>
                              <a:gd name="T53" fmla="*/ 415 h 14546"/>
                              <a:gd name="T54" fmla="*/ 360 w 8096"/>
                              <a:gd name="T55" fmla="*/ 209 h 14546"/>
                              <a:gd name="T56" fmla="*/ 369 w 8096"/>
                              <a:gd name="T57" fmla="*/ 60 h 14546"/>
                              <a:gd name="T58" fmla="*/ 387 w 8096"/>
                              <a:gd name="T59" fmla="*/ 4 h 14546"/>
                              <a:gd name="T60" fmla="*/ 399 w 8096"/>
                              <a:gd name="T61" fmla="*/ 1 h 14546"/>
                              <a:gd name="T62" fmla="*/ 421 w 8096"/>
                              <a:gd name="T63" fmla="*/ 3 h 14546"/>
                              <a:gd name="T64" fmla="*/ 434 w 8096"/>
                              <a:gd name="T65" fmla="*/ 26 h 14546"/>
                              <a:gd name="T66" fmla="*/ 455 w 8096"/>
                              <a:gd name="T67" fmla="*/ 141 h 14546"/>
                              <a:gd name="T68" fmla="*/ 443 w 8096"/>
                              <a:gd name="T69" fmla="*/ 360 h 14546"/>
                              <a:gd name="T70" fmla="*/ 443 w 8096"/>
                              <a:gd name="T71" fmla="*/ 537 h 14546"/>
                              <a:gd name="T72" fmla="*/ 462 w 8096"/>
                              <a:gd name="T73" fmla="*/ 689 h 14546"/>
                              <a:gd name="T74" fmla="*/ 506 w 8096"/>
                              <a:gd name="T75" fmla="*/ 833 h 14546"/>
                              <a:gd name="T76" fmla="*/ 550 w 8096"/>
                              <a:gd name="T77" fmla="*/ 924 h 14546"/>
                              <a:gd name="T78" fmla="*/ 566 w 8096"/>
                              <a:gd name="T79" fmla="*/ 931 h 14546"/>
                              <a:gd name="T80" fmla="*/ 593 w 8096"/>
                              <a:gd name="T81" fmla="*/ 927 h 14546"/>
                              <a:gd name="T82" fmla="*/ 637 w 8096"/>
                              <a:gd name="T83" fmla="*/ 890 h 14546"/>
                              <a:gd name="T84" fmla="*/ 654 w 8096"/>
                              <a:gd name="T85" fmla="*/ 842 h 14546"/>
                              <a:gd name="T86" fmla="*/ 644 w 8096"/>
                              <a:gd name="T87" fmla="*/ 791 h 14546"/>
                              <a:gd name="T88" fmla="*/ 606 w 8096"/>
                              <a:gd name="T89" fmla="*/ 745 h 14546"/>
                              <a:gd name="T90" fmla="*/ 582 w 8096"/>
                              <a:gd name="T91" fmla="*/ 650 h 14546"/>
                              <a:gd name="T92" fmla="*/ 594 w 8096"/>
                              <a:gd name="T93" fmla="*/ 498 h 14546"/>
                              <a:gd name="T94" fmla="*/ 626 w 8096"/>
                              <a:gd name="T95" fmla="*/ 345 h 14546"/>
                              <a:gd name="T96" fmla="*/ 684 w 8096"/>
                              <a:gd name="T97" fmla="*/ 207 h 14546"/>
                              <a:gd name="T98" fmla="*/ 774 w 8096"/>
                              <a:gd name="T99" fmla="*/ 104 h 14546"/>
                              <a:gd name="T100" fmla="*/ 799 w 8096"/>
                              <a:gd name="T101" fmla="*/ 99 h 14546"/>
                              <a:gd name="T102" fmla="*/ 808 w 8096"/>
                              <a:gd name="T103" fmla="*/ 105 h 14546"/>
                              <a:gd name="T104" fmla="*/ 810 w 8096"/>
                              <a:gd name="T105" fmla="*/ 754 h 14546"/>
                              <a:gd name="T106" fmla="*/ 799 w 8096"/>
                              <a:gd name="T107" fmla="*/ 1159 h 14546"/>
                              <a:gd name="T108" fmla="*/ 791 w 8096"/>
                              <a:gd name="T109" fmla="*/ 1166 h 14546"/>
                              <a:gd name="T110" fmla="*/ 581 w 8096"/>
                              <a:gd name="T111" fmla="*/ 1213 h 14546"/>
                              <a:gd name="T112" fmla="*/ 554 w 8096"/>
                              <a:gd name="T113" fmla="*/ 1296 h 14546"/>
                              <a:gd name="T114" fmla="*/ 514 w 8096"/>
                              <a:gd name="T115" fmla="*/ 1362 h 14546"/>
                              <a:gd name="T116" fmla="*/ 465 w 8096"/>
                              <a:gd name="T117" fmla="*/ 1413 h 14546"/>
                              <a:gd name="T118" fmla="*/ 412 w 8096"/>
                              <a:gd name="T119" fmla="*/ 1450 h 1454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w 8096"/>
                              <a:gd name="T179" fmla="*/ 0 h 14546"/>
                              <a:gd name="T180" fmla="*/ 8096 w 8096"/>
                              <a:gd name="T181" fmla="*/ 14546 h 14546"/>
                            </a:gdLst>
                            <a:ahLst/>
                            <a:cxnLst>
                              <a:cxn ang="T120">
                                <a:pos x="T4" y="T5"/>
                              </a:cxn>
                              <a:cxn ang="T121">
                                <a:pos x="T6" y="T7"/>
                              </a:cxn>
                              <a:cxn ang="T122">
                                <a:pos x="T8" y="T9"/>
                              </a:cxn>
                              <a:cxn ang="T123">
                                <a:pos x="T10" y="T11"/>
                              </a:cxn>
                              <a:cxn ang="T124">
                                <a:pos x="T12" y="T13"/>
                              </a:cxn>
                              <a:cxn ang="T125">
                                <a:pos x="T14" y="T15"/>
                              </a:cxn>
                              <a:cxn ang="T126">
                                <a:pos x="T16" y="T17"/>
                              </a:cxn>
                              <a:cxn ang="T127">
                                <a:pos x="T18" y="T19"/>
                              </a:cxn>
                              <a:cxn ang="T128">
                                <a:pos x="T20" y="T21"/>
                              </a:cxn>
                              <a:cxn ang="T129">
                                <a:pos x="T22" y="T23"/>
                              </a:cxn>
                              <a:cxn ang="T130">
                                <a:pos x="T24" y="T25"/>
                              </a:cxn>
                              <a:cxn ang="T131">
                                <a:pos x="T26" y="T27"/>
                              </a:cxn>
                              <a:cxn ang="T132">
                                <a:pos x="T28" y="T29"/>
                              </a:cxn>
                              <a:cxn ang="T133">
                                <a:pos x="T30" y="T31"/>
                              </a:cxn>
                              <a:cxn ang="T134">
                                <a:pos x="T32" y="T33"/>
                              </a:cxn>
                              <a:cxn ang="T135">
                                <a:pos x="T34" y="T35"/>
                              </a:cxn>
                              <a:cxn ang="T136">
                                <a:pos x="T36" y="T37"/>
                              </a:cxn>
                              <a:cxn ang="T137">
                                <a:pos x="T38" y="T39"/>
                              </a:cxn>
                              <a:cxn ang="T138">
                                <a:pos x="T40" y="T41"/>
                              </a:cxn>
                              <a:cxn ang="T139">
                                <a:pos x="T42" y="T43"/>
                              </a:cxn>
                              <a:cxn ang="T140">
                                <a:pos x="T44" y="T45"/>
                              </a:cxn>
                              <a:cxn ang="T141">
                                <a:pos x="T46" y="T47"/>
                              </a:cxn>
                              <a:cxn ang="T142">
                                <a:pos x="T48" y="T49"/>
                              </a:cxn>
                              <a:cxn ang="T143">
                                <a:pos x="T50" y="T51"/>
                              </a:cxn>
                              <a:cxn ang="T144">
                                <a:pos x="T52" y="T53"/>
                              </a:cxn>
                              <a:cxn ang="T145">
                                <a:pos x="T54" y="T55"/>
                              </a:cxn>
                              <a:cxn ang="T146">
                                <a:pos x="T56" y="T57"/>
                              </a:cxn>
                              <a:cxn ang="T147">
                                <a:pos x="T58" y="T59"/>
                              </a:cxn>
                              <a:cxn ang="T148">
                                <a:pos x="T60" y="T61"/>
                              </a:cxn>
                              <a:cxn ang="T149">
                                <a:pos x="T62" y="T63"/>
                              </a:cxn>
                              <a:cxn ang="T150">
                                <a:pos x="T64" y="T65"/>
                              </a:cxn>
                              <a:cxn ang="T151">
                                <a:pos x="T66" y="T67"/>
                              </a:cxn>
                              <a:cxn ang="T152">
                                <a:pos x="T68" y="T69"/>
                              </a:cxn>
                              <a:cxn ang="T153">
                                <a:pos x="T70" y="T71"/>
                              </a:cxn>
                              <a:cxn ang="T154">
                                <a:pos x="T72" y="T73"/>
                              </a:cxn>
                              <a:cxn ang="T155">
                                <a:pos x="T74" y="T75"/>
                              </a:cxn>
                              <a:cxn ang="T156">
                                <a:pos x="T76" y="T77"/>
                              </a:cxn>
                              <a:cxn ang="T157">
                                <a:pos x="T78" y="T79"/>
                              </a:cxn>
                              <a:cxn ang="T158">
                                <a:pos x="T80" y="T81"/>
                              </a:cxn>
                              <a:cxn ang="T159">
                                <a:pos x="T82" y="T83"/>
                              </a:cxn>
                              <a:cxn ang="T160">
                                <a:pos x="T84" y="T85"/>
                              </a:cxn>
                              <a:cxn ang="T161">
                                <a:pos x="T86" y="T87"/>
                              </a:cxn>
                              <a:cxn ang="T162">
                                <a:pos x="T88" y="T89"/>
                              </a:cxn>
                              <a:cxn ang="T163">
                                <a:pos x="T90" y="T91"/>
                              </a:cxn>
                              <a:cxn ang="T164">
                                <a:pos x="T92" y="T93"/>
                              </a:cxn>
                              <a:cxn ang="T165">
                                <a:pos x="T94" y="T95"/>
                              </a:cxn>
                              <a:cxn ang="T166">
                                <a:pos x="T96" y="T97"/>
                              </a:cxn>
                              <a:cxn ang="T167">
                                <a:pos x="T98" y="T99"/>
                              </a:cxn>
                              <a:cxn ang="T168">
                                <a:pos x="T100" y="T101"/>
                              </a:cxn>
                              <a:cxn ang="T169">
                                <a:pos x="T102" y="T103"/>
                              </a:cxn>
                              <a:cxn ang="T170">
                                <a:pos x="T104" y="T105"/>
                              </a:cxn>
                              <a:cxn ang="T171">
                                <a:pos x="T106" y="T107"/>
                              </a:cxn>
                              <a:cxn ang="T172">
                                <a:pos x="T108" y="T109"/>
                              </a:cxn>
                              <a:cxn ang="T173">
                                <a:pos x="T110" y="T111"/>
                              </a:cxn>
                              <a:cxn ang="T174">
                                <a:pos x="T112" y="T113"/>
                              </a:cxn>
                              <a:cxn ang="T175">
                                <a:pos x="T114" y="T115"/>
                              </a:cxn>
                              <a:cxn ang="T176">
                                <a:pos x="T116" y="T117"/>
                              </a:cxn>
                              <a:cxn ang="T177">
                                <a:pos x="T118" y="T119"/>
                              </a:cxn>
                            </a:cxnLst>
                            <a:rect l="T178" t="T179" r="T180" b="T181"/>
                            <a:pathLst>
                              <a:path w="8096" h="14546">
                                <a:moveTo>
                                  <a:pt x="8010" y="14530"/>
                                </a:moveTo>
                                <a:cubicBezTo>
                                  <a:pt x="8010" y="14512"/>
                                  <a:pt x="8010" y="14493"/>
                                  <a:pt x="8010" y="14475"/>
                                </a:cubicBezTo>
                                <a:lnTo>
                                  <a:pt x="7552" y="14392"/>
                                </a:lnTo>
                                <a:cubicBezTo>
                                  <a:pt x="7552" y="14373"/>
                                  <a:pt x="7552" y="14355"/>
                                  <a:pt x="7552" y="14337"/>
                                </a:cubicBez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71 w 710"/>
                              <a:gd name="T5" fmla="*/ 31 h 1491"/>
                              <a:gd name="T6" fmla="*/ 71 w 710"/>
                              <a:gd name="T7" fmla="*/ 25 h 1491"/>
                              <a:gd name="T8" fmla="*/ 71 w 710"/>
                              <a:gd name="T9" fmla="*/ 19 h 1491"/>
                              <a:gd name="T10" fmla="*/ 71 w 710"/>
                              <a:gd name="T11" fmla="*/ 12 h 1491"/>
                              <a:gd name="T12" fmla="*/ 70 w 710"/>
                              <a:gd name="T13" fmla="*/ 7 h 1491"/>
                              <a:gd name="T14" fmla="*/ 68 w 710"/>
                              <a:gd name="T15" fmla="*/ 5 h 1491"/>
                              <a:gd name="T16" fmla="*/ 64 w 710"/>
                              <a:gd name="T17" fmla="*/ 3 h 1491"/>
                              <a:gd name="T18" fmla="*/ 61 w 710"/>
                              <a:gd name="T19" fmla="*/ 1 h 1491"/>
                              <a:gd name="T20" fmla="*/ 53 w 710"/>
                              <a:gd name="T21" fmla="*/ 0 h 1491"/>
                              <a:gd name="T22" fmla="*/ 41 w 710"/>
                              <a:gd name="T23" fmla="*/ 0 h 1491"/>
                              <a:gd name="T24" fmla="*/ 28 w 710"/>
                              <a:gd name="T25" fmla="*/ 0 h 1491"/>
                              <a:gd name="T26" fmla="*/ 16 w 710"/>
                              <a:gd name="T27" fmla="*/ 0 h 1491"/>
                              <a:gd name="T28" fmla="*/ 9 w 710"/>
                              <a:gd name="T29" fmla="*/ 1 h 1491"/>
                              <a:gd name="T30" fmla="*/ 7 w 710"/>
                              <a:gd name="T31" fmla="*/ 3 h 1491"/>
                              <a:gd name="T32" fmla="*/ 4 w 710"/>
                              <a:gd name="T33" fmla="*/ 5 h 1491"/>
                              <a:gd name="T34" fmla="*/ 2 w 710"/>
                              <a:gd name="T35" fmla="*/ 9 h 1491"/>
                              <a:gd name="T36" fmla="*/ 0 w 710"/>
                              <a:gd name="T37" fmla="*/ 149 h 1491"/>
                              <a:gd name="T38" fmla="*/ 7 w 710"/>
                              <a:gd name="T39" fmla="*/ 146 h 1491"/>
                              <a:gd name="T40" fmla="*/ 13 w 710"/>
                              <a:gd name="T41" fmla="*/ 142 h 1491"/>
                              <a:gd name="T42" fmla="*/ 19 w 710"/>
                              <a:gd name="T43" fmla="*/ 137 h 1491"/>
                              <a:gd name="T44" fmla="*/ 25 w 710"/>
                              <a:gd name="T45" fmla="*/ 132 h 1491"/>
                              <a:gd name="T46" fmla="*/ 30 w 710"/>
                              <a:gd name="T47" fmla="*/ 127 h 1491"/>
                              <a:gd name="T48" fmla="*/ 35 w 710"/>
                              <a:gd name="T49" fmla="*/ 121 h 1491"/>
                              <a:gd name="T50" fmla="*/ 39 w 710"/>
                              <a:gd name="T51" fmla="*/ 115 h 1491"/>
                              <a:gd name="T52" fmla="*/ 44 w 710"/>
                              <a:gd name="T53" fmla="*/ 108 h 1491"/>
                              <a:gd name="T54" fmla="*/ 48 w 710"/>
                              <a:gd name="T55" fmla="*/ 101 h 1491"/>
                              <a:gd name="T56" fmla="*/ 52 w 710"/>
                              <a:gd name="T57" fmla="*/ 93 h 1491"/>
                              <a:gd name="T58" fmla="*/ 55 w 710"/>
                              <a:gd name="T59" fmla="*/ 85 h 1491"/>
                              <a:gd name="T60" fmla="*/ 59 w 710"/>
                              <a:gd name="T61" fmla="*/ 76 h 1491"/>
                              <a:gd name="T62" fmla="*/ 62 w 710"/>
                              <a:gd name="T63" fmla="*/ 66 h 1491"/>
                              <a:gd name="T64" fmla="*/ 65 w 710"/>
                              <a:gd name="T65" fmla="*/ 56 h 1491"/>
                              <a:gd name="T66" fmla="*/ 68 w 710"/>
                              <a:gd name="T67" fmla="*/ 45 h 1491"/>
                              <a:gd name="T68" fmla="*/ 71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1419" y="339"/>
                                </a:moveTo>
                                <a:cubicBezTo>
                                  <a:pt x="1419" y="339"/>
                                  <a:pt x="1419" y="339"/>
                                  <a:pt x="1419" y="339"/>
                                </a:cubicBezTo>
                                <a:lnTo>
                                  <a:pt x="1419" y="249"/>
                                </a:lnTo>
                                <a:cubicBezTo>
                                  <a:pt x="1419" y="249"/>
                                  <a:pt x="1419" y="249"/>
                                  <a:pt x="1419" y="249"/>
                                </a:cubicBez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0 w 710"/>
                              <a:gd name="T5" fmla="*/ 31 h 1491"/>
                              <a:gd name="T6" fmla="*/ 0 w 710"/>
                              <a:gd name="T7" fmla="*/ 25 h 1491"/>
                              <a:gd name="T8" fmla="*/ 0 w 710"/>
                              <a:gd name="T9" fmla="*/ 19 h 1491"/>
                              <a:gd name="T10" fmla="*/ 0 w 710"/>
                              <a:gd name="T11" fmla="*/ 12 h 1491"/>
                              <a:gd name="T12" fmla="*/ 1 w 710"/>
                              <a:gd name="T13" fmla="*/ 7 h 1491"/>
                              <a:gd name="T14" fmla="*/ 4 w 710"/>
                              <a:gd name="T15" fmla="*/ 5 h 1491"/>
                              <a:gd name="T16" fmla="*/ 7 w 710"/>
                              <a:gd name="T17" fmla="*/ 3 h 1491"/>
                              <a:gd name="T18" fmla="*/ 10 w 710"/>
                              <a:gd name="T19" fmla="*/ 1 h 1491"/>
                              <a:gd name="T20" fmla="*/ 18 w 710"/>
                              <a:gd name="T21" fmla="*/ 0 h 1491"/>
                              <a:gd name="T22" fmla="*/ 30 w 710"/>
                              <a:gd name="T23" fmla="*/ 0 h 1491"/>
                              <a:gd name="T24" fmla="*/ 43 w 710"/>
                              <a:gd name="T25" fmla="*/ 0 h 1491"/>
                              <a:gd name="T26" fmla="*/ 55 w 710"/>
                              <a:gd name="T27" fmla="*/ 0 h 1491"/>
                              <a:gd name="T28" fmla="*/ 62 w 710"/>
                              <a:gd name="T29" fmla="*/ 1 h 1491"/>
                              <a:gd name="T30" fmla="*/ 64 w 710"/>
                              <a:gd name="T31" fmla="*/ 3 h 1491"/>
                              <a:gd name="T32" fmla="*/ 67 w 710"/>
                              <a:gd name="T33" fmla="*/ 5 h 1491"/>
                              <a:gd name="T34" fmla="*/ 69 w 710"/>
                              <a:gd name="T35" fmla="*/ 9 h 1491"/>
                              <a:gd name="T36" fmla="*/ 71 w 710"/>
                              <a:gd name="T37" fmla="*/ 149 h 1491"/>
                              <a:gd name="T38" fmla="*/ 64 w 710"/>
                              <a:gd name="T39" fmla="*/ 146 h 1491"/>
                              <a:gd name="T40" fmla="*/ 58 w 710"/>
                              <a:gd name="T41" fmla="*/ 142 h 1491"/>
                              <a:gd name="T42" fmla="*/ 52 w 710"/>
                              <a:gd name="T43" fmla="*/ 137 h 1491"/>
                              <a:gd name="T44" fmla="*/ 46 w 710"/>
                              <a:gd name="T45" fmla="*/ 132 h 1491"/>
                              <a:gd name="T46" fmla="*/ 41 w 710"/>
                              <a:gd name="T47" fmla="*/ 127 h 1491"/>
                              <a:gd name="T48" fmla="*/ 36 w 710"/>
                              <a:gd name="T49" fmla="*/ 121 h 1491"/>
                              <a:gd name="T50" fmla="*/ 32 w 710"/>
                              <a:gd name="T51" fmla="*/ 115 h 1491"/>
                              <a:gd name="T52" fmla="*/ 27 w 710"/>
                              <a:gd name="T53" fmla="*/ 108 h 1491"/>
                              <a:gd name="T54" fmla="*/ 23 w 710"/>
                              <a:gd name="T55" fmla="*/ 101 h 1491"/>
                              <a:gd name="T56" fmla="*/ 20 w 710"/>
                              <a:gd name="T57" fmla="*/ 93 h 1491"/>
                              <a:gd name="T58" fmla="*/ 16 w 710"/>
                              <a:gd name="T59" fmla="*/ 85 h 1491"/>
                              <a:gd name="T60" fmla="*/ 12 w 710"/>
                              <a:gd name="T61" fmla="*/ 76 h 1491"/>
                              <a:gd name="T62" fmla="*/ 9 w 710"/>
                              <a:gd name="T63" fmla="*/ 66 h 1491"/>
                              <a:gd name="T64" fmla="*/ 6 w 710"/>
                              <a:gd name="T65" fmla="*/ 56 h 1491"/>
                              <a:gd name="T66" fmla="*/ 3 w 710"/>
                              <a:gd name="T67" fmla="*/ 45 h 1491"/>
                              <a:gd name="T68" fmla="*/ 0 w 710"/>
                              <a:gd name="T69" fmla="*/ 34 h 1491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w 710"/>
                              <a:gd name="T104" fmla="*/ 0 h 1491"/>
                              <a:gd name="T105" fmla="*/ 710 w 710"/>
                              <a:gd name="T106" fmla="*/ 1491 h 1491"/>
                            </a:gdLst>
                            <a:ahLst/>
                            <a:cxnLst>
                              <a:cxn ang="T70">
                                <a:pos x="T4" y="T5"/>
                              </a:cxn>
                              <a:cxn ang="T71">
                                <a:pos x="T6" y="T7"/>
                              </a:cxn>
                              <a:cxn ang="T72">
                                <a:pos x="T8" y="T9"/>
                              </a:cxn>
                              <a:cxn ang="T73">
                                <a:pos x="T10" y="T11"/>
                              </a:cxn>
                              <a:cxn ang="T74">
                                <a:pos x="T12" y="T13"/>
                              </a:cxn>
                              <a:cxn ang="T75">
                                <a:pos x="T14" y="T15"/>
                              </a:cxn>
                              <a:cxn ang="T76">
                                <a:pos x="T16" y="T17"/>
                              </a:cxn>
                              <a:cxn ang="T77">
                                <a:pos x="T18" y="T19"/>
                              </a:cxn>
                              <a:cxn ang="T78">
                                <a:pos x="T20" y="T21"/>
                              </a:cxn>
                              <a:cxn ang="T79">
                                <a:pos x="T22" y="T23"/>
                              </a:cxn>
                              <a:cxn ang="T80">
                                <a:pos x="T24" y="T25"/>
                              </a:cxn>
                              <a:cxn ang="T81">
                                <a:pos x="T26" y="T27"/>
                              </a:cxn>
                              <a:cxn ang="T82">
                                <a:pos x="T28" y="T29"/>
                              </a:cxn>
                              <a:cxn ang="T83">
                                <a:pos x="T30" y="T31"/>
                              </a:cxn>
                              <a:cxn ang="T84">
                                <a:pos x="T32" y="T33"/>
                              </a:cxn>
                              <a:cxn ang="T85">
                                <a:pos x="T34" y="T35"/>
                              </a:cxn>
                              <a:cxn ang="T86">
                                <a:pos x="T36" y="T37"/>
                              </a:cxn>
                              <a:cxn ang="T87">
                                <a:pos x="T38" y="T39"/>
                              </a:cxn>
                              <a:cxn ang="T88">
                                <a:pos x="T40" y="T41"/>
                              </a:cxn>
                              <a:cxn ang="T89">
                                <a:pos x="T42" y="T43"/>
                              </a:cxn>
                              <a:cxn ang="T90">
                                <a:pos x="T44" y="T45"/>
                              </a:cxn>
                              <a:cxn ang="T91">
                                <a:pos x="T46" y="T47"/>
                              </a:cxn>
                              <a:cxn ang="T92">
                                <a:pos x="T48" y="T49"/>
                              </a:cxn>
                              <a:cxn ang="T93">
                                <a:pos x="T50" y="T51"/>
                              </a:cxn>
                              <a:cxn ang="T94">
                                <a:pos x="T52" y="T53"/>
                              </a:cxn>
                              <a:cxn ang="T95">
                                <a:pos x="T54" y="T55"/>
                              </a:cxn>
                              <a:cxn ang="T96">
                                <a:pos x="T56" y="T57"/>
                              </a:cxn>
                              <a:cxn ang="T97">
                                <a:pos x="T58" y="T59"/>
                              </a:cxn>
                              <a:cxn ang="T98">
                                <a:pos x="T60" y="T61"/>
                              </a:cxn>
                              <a:cxn ang="T99">
                                <a:pos x="T62" y="T63"/>
                              </a:cxn>
                              <a:cxn ang="T100">
                                <a:pos x="T64" y="T65"/>
                              </a:cxn>
                              <a:cxn ang="T101">
                                <a:pos x="T66" y="T67"/>
                              </a:cxn>
                              <a:cxn ang="T102">
                                <a:pos x="T68" y="T69"/>
                              </a:cxn>
                            </a:cxnLst>
                            <a:rect l="T103" t="T104" r="T105" b="T106"/>
                            <a:pathLst>
                              <a:path w="710" h="1491">
                                <a:moveTo>
                                  <a:pt x="0" y="340"/>
                                </a:moveTo>
                                <a:cubicBezTo>
                                  <a:pt x="0" y="339"/>
                                  <a:pt x="0" y="339"/>
                                  <a:pt x="0" y="339"/>
                                </a:cubicBezTo>
                                <a:lnTo>
                                  <a:pt x="0" y="250"/>
                                </a:lnTo>
                                <a:cubicBezTo>
                                  <a:pt x="0" y="249"/>
                                  <a:pt x="0" y="249"/>
                                  <a:pt x="0" y="249"/>
                                </a:cubicBez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53 w 1740"/>
                              <a:gd name="T5" fmla="*/ 232 h 2349"/>
                              <a:gd name="T6" fmla="*/ 160 w 1740"/>
                              <a:gd name="T7" fmla="*/ 231 h 2349"/>
                              <a:gd name="T8" fmla="*/ 164 w 1740"/>
                              <a:gd name="T9" fmla="*/ 229 h 2349"/>
                              <a:gd name="T10" fmla="*/ 166 w 1740"/>
                              <a:gd name="T11" fmla="*/ 228 h 2349"/>
                              <a:gd name="T12" fmla="*/ 167 w 1740"/>
                              <a:gd name="T13" fmla="*/ 227 h 2349"/>
                              <a:gd name="T14" fmla="*/ 169 w 1740"/>
                              <a:gd name="T15" fmla="*/ 225 h 2349"/>
                              <a:gd name="T16" fmla="*/ 170 w 1740"/>
                              <a:gd name="T17" fmla="*/ 224 h 2349"/>
                              <a:gd name="T18" fmla="*/ 171 w 1740"/>
                              <a:gd name="T19" fmla="*/ 221 h 2349"/>
                              <a:gd name="T20" fmla="*/ 173 w 1740"/>
                              <a:gd name="T21" fmla="*/ 216 h 2349"/>
                              <a:gd name="T22" fmla="*/ 174 w 1740"/>
                              <a:gd name="T23" fmla="*/ 16 h 2349"/>
                              <a:gd name="T24" fmla="*/ 171 w 1740"/>
                              <a:gd name="T25" fmla="*/ 12 h 2349"/>
                              <a:gd name="T26" fmla="*/ 168 w 1740"/>
                              <a:gd name="T27" fmla="*/ 8 h 2349"/>
                              <a:gd name="T28" fmla="*/ 164 w 1740"/>
                              <a:gd name="T29" fmla="*/ 4 h 2349"/>
                              <a:gd name="T30" fmla="*/ 160 w 1740"/>
                              <a:gd name="T31" fmla="*/ 0 h 2349"/>
                              <a:gd name="T32" fmla="*/ 151 w 1740"/>
                              <a:gd name="T33" fmla="*/ 0 h 2349"/>
                              <a:gd name="T34" fmla="*/ 142 w 1740"/>
                              <a:gd name="T35" fmla="*/ 0 h 2349"/>
                              <a:gd name="T36" fmla="*/ 133 w 1740"/>
                              <a:gd name="T37" fmla="*/ 0 h 2349"/>
                              <a:gd name="T38" fmla="*/ 124 w 1740"/>
                              <a:gd name="T39" fmla="*/ 0 h 2349"/>
                              <a:gd name="T40" fmla="*/ 121 w 1740"/>
                              <a:gd name="T41" fmla="*/ 8 h 2349"/>
                              <a:gd name="T42" fmla="*/ 117 w 1740"/>
                              <a:gd name="T43" fmla="*/ 16 h 2349"/>
                              <a:gd name="T44" fmla="*/ 114 w 1740"/>
                              <a:gd name="T45" fmla="*/ 24 h 2349"/>
                              <a:gd name="T46" fmla="*/ 110 w 1740"/>
                              <a:gd name="T47" fmla="*/ 31 h 2349"/>
                              <a:gd name="T48" fmla="*/ 105 w 1740"/>
                              <a:gd name="T49" fmla="*/ 40 h 2349"/>
                              <a:gd name="T50" fmla="*/ 100 w 1740"/>
                              <a:gd name="T51" fmla="*/ 48 h 2349"/>
                              <a:gd name="T52" fmla="*/ 94 w 1740"/>
                              <a:gd name="T53" fmla="*/ 55 h 2349"/>
                              <a:gd name="T54" fmla="*/ 89 w 1740"/>
                              <a:gd name="T55" fmla="*/ 62 h 2349"/>
                              <a:gd name="T56" fmla="*/ 84 w 1740"/>
                              <a:gd name="T57" fmla="*/ 68 h 2349"/>
                              <a:gd name="T58" fmla="*/ 78 w 1740"/>
                              <a:gd name="T59" fmla="*/ 74 h 2349"/>
                              <a:gd name="T60" fmla="*/ 72 w 1740"/>
                              <a:gd name="T61" fmla="*/ 79 h 2349"/>
                              <a:gd name="T62" fmla="*/ 66 w 1740"/>
                              <a:gd name="T63" fmla="*/ 84 h 2349"/>
                              <a:gd name="T64" fmla="*/ 60 w 1740"/>
                              <a:gd name="T65" fmla="*/ 89 h 2349"/>
                              <a:gd name="T66" fmla="*/ 53 w 1740"/>
                              <a:gd name="T67" fmla="*/ 93 h 2349"/>
                              <a:gd name="T68" fmla="*/ 45 w 1740"/>
                              <a:gd name="T69" fmla="*/ 97 h 2349"/>
                              <a:gd name="T70" fmla="*/ 37 w 1740"/>
                              <a:gd name="T71" fmla="*/ 100 h 2349"/>
                              <a:gd name="T72" fmla="*/ 29 w 1740"/>
                              <a:gd name="T73" fmla="*/ 103 h 2349"/>
                              <a:gd name="T74" fmla="*/ 20 w 1740"/>
                              <a:gd name="T75" fmla="*/ 106 h 2349"/>
                              <a:gd name="T76" fmla="*/ 10 w 1740"/>
                              <a:gd name="T77" fmla="*/ 109 h 2349"/>
                              <a:gd name="T78" fmla="*/ 0 w 1740"/>
                              <a:gd name="T79" fmla="*/ 111 h 2349"/>
                              <a:gd name="T80" fmla="*/ 3 w 1740"/>
                              <a:gd name="T81" fmla="*/ 122 h 2349"/>
                              <a:gd name="T82" fmla="*/ 6 w 1740"/>
                              <a:gd name="T83" fmla="*/ 133 h 2349"/>
                              <a:gd name="T84" fmla="*/ 8 w 1740"/>
                              <a:gd name="T85" fmla="*/ 145 h 2349"/>
                              <a:gd name="T86" fmla="*/ 10 w 1740"/>
                              <a:gd name="T87" fmla="*/ 159 h 2349"/>
                              <a:gd name="T88" fmla="*/ 11 w 1740"/>
                              <a:gd name="T89" fmla="*/ 166 h 2349"/>
                              <a:gd name="T90" fmla="*/ 12 w 1740"/>
                              <a:gd name="T91" fmla="*/ 174 h 2349"/>
                              <a:gd name="T92" fmla="*/ 12 w 1740"/>
                              <a:gd name="T93" fmla="*/ 183 h 2349"/>
                              <a:gd name="T94" fmla="*/ 12 w 1740"/>
                              <a:gd name="T95" fmla="*/ 192 h 2349"/>
                              <a:gd name="T96" fmla="*/ 12 w 1740"/>
                              <a:gd name="T97" fmla="*/ 201 h 2349"/>
                              <a:gd name="T98" fmla="*/ 12 w 1740"/>
                              <a:gd name="T99" fmla="*/ 212 h 2349"/>
                              <a:gd name="T100" fmla="*/ 12 w 1740"/>
                              <a:gd name="T101" fmla="*/ 223 h 2349"/>
                              <a:gd name="T102" fmla="*/ 11 w 1740"/>
                              <a:gd name="T103" fmla="*/ 234 h 2349"/>
                              <a:gd name="T104" fmla="*/ 44 w 1740"/>
                              <a:gd name="T105" fmla="*/ 235 h 2349"/>
                              <a:gd name="T106" fmla="*/ 79 w 1740"/>
                              <a:gd name="T107" fmla="*/ 235 h 2349"/>
                              <a:gd name="T108" fmla="*/ 97 w 1740"/>
                              <a:gd name="T109" fmla="*/ 235 h 2349"/>
                              <a:gd name="T110" fmla="*/ 115 w 1740"/>
                              <a:gd name="T111" fmla="*/ 235 h 2349"/>
                              <a:gd name="T112" fmla="*/ 132 w 1740"/>
                              <a:gd name="T113" fmla="*/ 234 h 2349"/>
                              <a:gd name="T114" fmla="*/ 148 w 1740"/>
                              <a:gd name="T115" fmla="*/ 233 h 2349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w 1740"/>
                              <a:gd name="T173" fmla="*/ 0 h 2349"/>
                              <a:gd name="T174" fmla="*/ 1740 w 1740"/>
                              <a:gd name="T175" fmla="*/ 2349 h 2349"/>
                            </a:gdLst>
                            <a:ahLst/>
                            <a:cxnLst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  <a:cxn ang="T171">
                                <a:pos x="T114" y="T115"/>
                              </a:cxn>
                            </a:cxnLst>
                            <a:rect l="T172" t="T173" r="T174" b="T175"/>
                            <a:pathLst>
                              <a:path w="1740" h="2349">
                                <a:moveTo>
                                  <a:pt x="3009" y="2329"/>
                                </a:moveTo>
                                <a:cubicBezTo>
                                  <a:pt x="3009" y="2328"/>
                                  <a:pt x="3009" y="2328"/>
                                  <a:pt x="3009" y="2327"/>
                                </a:cubicBezTo>
                                <a:lnTo>
                                  <a:pt x="3214" y="2303"/>
                                </a:lnTo>
                                <a:cubicBezTo>
                                  <a:pt x="3214" y="2303"/>
                                  <a:pt x="3214" y="2303"/>
                                  <a:pt x="3214" y="2302"/>
                                </a:cubicBez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1 w 1740"/>
                              <a:gd name="T5" fmla="*/ 232 h 2349"/>
                              <a:gd name="T6" fmla="*/ 14 w 1740"/>
                              <a:gd name="T7" fmla="*/ 231 h 2349"/>
                              <a:gd name="T8" fmla="*/ 10 w 1740"/>
                              <a:gd name="T9" fmla="*/ 229 h 2349"/>
                              <a:gd name="T10" fmla="*/ 8 w 1740"/>
                              <a:gd name="T11" fmla="*/ 228 h 2349"/>
                              <a:gd name="T12" fmla="*/ 7 w 1740"/>
                              <a:gd name="T13" fmla="*/ 227 h 2349"/>
                              <a:gd name="T14" fmla="*/ 5 w 1740"/>
                              <a:gd name="T15" fmla="*/ 225 h 2349"/>
                              <a:gd name="T16" fmla="*/ 4 w 1740"/>
                              <a:gd name="T17" fmla="*/ 224 h 2349"/>
                              <a:gd name="T18" fmla="*/ 3 w 1740"/>
                              <a:gd name="T19" fmla="*/ 221 h 2349"/>
                              <a:gd name="T20" fmla="*/ 1 w 1740"/>
                              <a:gd name="T21" fmla="*/ 216 h 2349"/>
                              <a:gd name="T22" fmla="*/ 0 w 1740"/>
                              <a:gd name="T23" fmla="*/ 16 h 2349"/>
                              <a:gd name="T24" fmla="*/ 3 w 1740"/>
                              <a:gd name="T25" fmla="*/ 12 h 2349"/>
                              <a:gd name="T26" fmla="*/ 6 w 1740"/>
                              <a:gd name="T27" fmla="*/ 8 h 2349"/>
                              <a:gd name="T28" fmla="*/ 10 w 1740"/>
                              <a:gd name="T29" fmla="*/ 4 h 2349"/>
                              <a:gd name="T30" fmla="*/ 12 w 1740"/>
                              <a:gd name="T31" fmla="*/ 2 h 2349"/>
                              <a:gd name="T32" fmla="*/ 14 w 1740"/>
                              <a:gd name="T33" fmla="*/ 0 h 2349"/>
                              <a:gd name="T34" fmla="*/ 23 w 1740"/>
                              <a:gd name="T35" fmla="*/ 0 h 2349"/>
                              <a:gd name="T36" fmla="*/ 32 w 1740"/>
                              <a:gd name="T37" fmla="*/ 0 h 2349"/>
                              <a:gd name="T38" fmla="*/ 41 w 1740"/>
                              <a:gd name="T39" fmla="*/ 0 h 2349"/>
                              <a:gd name="T40" fmla="*/ 50 w 1740"/>
                              <a:gd name="T41" fmla="*/ 0 h 2349"/>
                              <a:gd name="T42" fmla="*/ 54 w 1740"/>
                              <a:gd name="T43" fmla="*/ 8 h 2349"/>
                              <a:gd name="T44" fmla="*/ 57 w 1740"/>
                              <a:gd name="T45" fmla="*/ 16 h 2349"/>
                              <a:gd name="T46" fmla="*/ 61 w 1740"/>
                              <a:gd name="T47" fmla="*/ 24 h 2349"/>
                              <a:gd name="T48" fmla="*/ 64 w 1740"/>
                              <a:gd name="T49" fmla="*/ 31 h 2349"/>
                              <a:gd name="T50" fmla="*/ 69 w 1740"/>
                              <a:gd name="T51" fmla="*/ 40 h 2349"/>
                              <a:gd name="T52" fmla="*/ 74 w 1740"/>
                              <a:gd name="T53" fmla="*/ 48 h 2349"/>
                              <a:gd name="T54" fmla="*/ 80 w 1740"/>
                              <a:gd name="T55" fmla="*/ 55 h 2349"/>
                              <a:gd name="T56" fmla="*/ 85 w 1740"/>
                              <a:gd name="T57" fmla="*/ 62 h 2349"/>
                              <a:gd name="T58" fmla="*/ 90 w 1740"/>
                              <a:gd name="T59" fmla="*/ 68 h 2349"/>
                              <a:gd name="T60" fmla="*/ 96 w 1740"/>
                              <a:gd name="T61" fmla="*/ 74 h 2349"/>
                              <a:gd name="T62" fmla="*/ 102 w 1740"/>
                              <a:gd name="T63" fmla="*/ 79 h 2349"/>
                              <a:gd name="T64" fmla="*/ 108 w 1740"/>
                              <a:gd name="T65" fmla="*/ 84 h 2349"/>
                              <a:gd name="T66" fmla="*/ 114 w 1740"/>
                              <a:gd name="T67" fmla="*/ 89 h 2349"/>
                              <a:gd name="T68" fmla="*/ 121 w 1740"/>
                              <a:gd name="T69" fmla="*/ 93 h 2349"/>
                              <a:gd name="T70" fmla="*/ 129 w 1740"/>
                              <a:gd name="T71" fmla="*/ 97 h 2349"/>
                              <a:gd name="T72" fmla="*/ 137 w 1740"/>
                              <a:gd name="T73" fmla="*/ 100 h 2349"/>
                              <a:gd name="T74" fmla="*/ 145 w 1740"/>
                              <a:gd name="T75" fmla="*/ 104 h 2349"/>
                              <a:gd name="T76" fmla="*/ 154 w 1740"/>
                              <a:gd name="T77" fmla="*/ 106 h 2349"/>
                              <a:gd name="T78" fmla="*/ 164 w 1740"/>
                              <a:gd name="T79" fmla="*/ 109 h 2349"/>
                              <a:gd name="T80" fmla="*/ 174 w 1740"/>
                              <a:gd name="T81" fmla="*/ 111 h 2349"/>
                              <a:gd name="T82" fmla="*/ 171 w 1740"/>
                              <a:gd name="T83" fmla="*/ 122 h 2349"/>
                              <a:gd name="T84" fmla="*/ 168 w 1740"/>
                              <a:gd name="T85" fmla="*/ 133 h 2349"/>
                              <a:gd name="T86" fmla="*/ 166 w 1740"/>
                              <a:gd name="T87" fmla="*/ 145 h 2349"/>
                              <a:gd name="T88" fmla="*/ 164 w 1740"/>
                              <a:gd name="T89" fmla="*/ 159 h 2349"/>
                              <a:gd name="T90" fmla="*/ 163 w 1740"/>
                              <a:gd name="T91" fmla="*/ 166 h 2349"/>
                              <a:gd name="T92" fmla="*/ 162 w 1740"/>
                              <a:gd name="T93" fmla="*/ 174 h 2349"/>
                              <a:gd name="T94" fmla="*/ 162 w 1740"/>
                              <a:gd name="T95" fmla="*/ 183 h 2349"/>
                              <a:gd name="T96" fmla="*/ 162 w 1740"/>
                              <a:gd name="T97" fmla="*/ 192 h 2349"/>
                              <a:gd name="T98" fmla="*/ 162 w 1740"/>
                              <a:gd name="T99" fmla="*/ 201 h 2349"/>
                              <a:gd name="T100" fmla="*/ 162 w 1740"/>
                              <a:gd name="T101" fmla="*/ 212 h 2349"/>
                              <a:gd name="T102" fmla="*/ 163 w 1740"/>
                              <a:gd name="T103" fmla="*/ 223 h 2349"/>
                              <a:gd name="T104" fmla="*/ 163 w 1740"/>
                              <a:gd name="T105" fmla="*/ 234 h 2349"/>
                              <a:gd name="T106" fmla="*/ 130 w 1740"/>
                              <a:gd name="T107" fmla="*/ 235 h 2349"/>
                              <a:gd name="T108" fmla="*/ 95 w 1740"/>
                              <a:gd name="T109" fmla="*/ 235 h 2349"/>
                              <a:gd name="T110" fmla="*/ 77 w 1740"/>
                              <a:gd name="T111" fmla="*/ 235 h 2349"/>
                              <a:gd name="T112" fmla="*/ 59 w 1740"/>
                              <a:gd name="T113" fmla="*/ 235 h 2349"/>
                              <a:gd name="T114" fmla="*/ 42 w 1740"/>
                              <a:gd name="T115" fmla="*/ 234 h 2349"/>
                              <a:gd name="T116" fmla="*/ 26 w 1740"/>
                              <a:gd name="T117" fmla="*/ 233 h 2349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w 1740"/>
                              <a:gd name="T176" fmla="*/ 0 h 2349"/>
                              <a:gd name="T177" fmla="*/ 1740 w 1740"/>
                              <a:gd name="T178" fmla="*/ 2349 h 2349"/>
                            </a:gdLst>
                            <a:ahLst/>
                            <a:cxnLst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  <a:cxn ang="T174">
                                <a:pos x="T116" y="T117"/>
                              </a:cxn>
                            </a:cxnLst>
                            <a:rect l="T175" t="T176" r="T177" b="T178"/>
                            <a:pathLst>
                              <a:path w="1740" h="2349">
                                <a:moveTo>
                                  <a:pt x="469" y="2330"/>
                                </a:moveTo>
                                <a:cubicBezTo>
                                  <a:pt x="469" y="2330"/>
                                  <a:pt x="469" y="2329"/>
                                  <a:pt x="469" y="2329"/>
                                </a:cubicBezTo>
                                <a:lnTo>
                                  <a:pt x="264" y="2304"/>
                                </a:lnTo>
                                <a:cubicBezTo>
                                  <a:pt x="264" y="2304"/>
                                  <a:pt x="264" y="2304"/>
                                  <a:pt x="264" y="2303"/>
                                </a:cubicBez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5 w 872"/>
                              <a:gd name="T5" fmla="*/ 89 h 1094"/>
                              <a:gd name="T6" fmla="*/ 86 w 872"/>
                              <a:gd name="T7" fmla="*/ 77 h 1094"/>
                              <a:gd name="T8" fmla="*/ 87 w 872"/>
                              <a:gd name="T9" fmla="*/ 65 h 1094"/>
                              <a:gd name="T10" fmla="*/ 87 w 872"/>
                              <a:gd name="T11" fmla="*/ 52 h 1094"/>
                              <a:gd name="T12" fmla="*/ 87 w 872"/>
                              <a:gd name="T13" fmla="*/ 42 h 1094"/>
                              <a:gd name="T14" fmla="*/ 86 w 872"/>
                              <a:gd name="T15" fmla="*/ 36 h 1094"/>
                              <a:gd name="T16" fmla="*/ 86 w 872"/>
                              <a:gd name="T17" fmla="*/ 30 h 1094"/>
                              <a:gd name="T18" fmla="*/ 84 w 872"/>
                              <a:gd name="T19" fmla="*/ 24 h 1094"/>
                              <a:gd name="T20" fmla="*/ 83 w 872"/>
                              <a:gd name="T21" fmla="*/ 18 h 1094"/>
                              <a:gd name="T22" fmla="*/ 81 w 872"/>
                              <a:gd name="T23" fmla="*/ 13 h 1094"/>
                              <a:gd name="T24" fmla="*/ 78 w 872"/>
                              <a:gd name="T25" fmla="*/ 7 h 1094"/>
                              <a:gd name="T26" fmla="*/ 74 w 872"/>
                              <a:gd name="T27" fmla="*/ 2 h 1094"/>
                              <a:gd name="T28" fmla="*/ 70 w 872"/>
                              <a:gd name="T29" fmla="*/ 0 h 1094"/>
                              <a:gd name="T30" fmla="*/ 65 w 872"/>
                              <a:gd name="T31" fmla="*/ 0 h 1094"/>
                              <a:gd name="T32" fmla="*/ 59 w 872"/>
                              <a:gd name="T33" fmla="*/ 1 h 1094"/>
                              <a:gd name="T34" fmla="*/ 54 w 872"/>
                              <a:gd name="T35" fmla="*/ 2 h 1094"/>
                              <a:gd name="T36" fmla="*/ 49 w 872"/>
                              <a:gd name="T37" fmla="*/ 3 h 1094"/>
                              <a:gd name="T38" fmla="*/ 44 w 872"/>
                              <a:gd name="T39" fmla="*/ 4 h 1094"/>
                              <a:gd name="T40" fmla="*/ 38 w 872"/>
                              <a:gd name="T41" fmla="*/ 6 h 1094"/>
                              <a:gd name="T42" fmla="*/ 33 w 872"/>
                              <a:gd name="T43" fmla="*/ 8 h 1094"/>
                              <a:gd name="T44" fmla="*/ 28 w 872"/>
                              <a:gd name="T45" fmla="*/ 10 h 1094"/>
                              <a:gd name="T46" fmla="*/ 24 w 872"/>
                              <a:gd name="T47" fmla="*/ 13 h 1094"/>
                              <a:gd name="T48" fmla="*/ 19 w 872"/>
                              <a:gd name="T49" fmla="*/ 15 h 1094"/>
                              <a:gd name="T50" fmla="*/ 15 w 872"/>
                              <a:gd name="T51" fmla="*/ 19 h 1094"/>
                              <a:gd name="T52" fmla="*/ 11 w 872"/>
                              <a:gd name="T53" fmla="*/ 22 h 1094"/>
                              <a:gd name="T54" fmla="*/ 7 w 872"/>
                              <a:gd name="T55" fmla="*/ 26 h 1094"/>
                              <a:gd name="T56" fmla="*/ 4 w 872"/>
                              <a:gd name="T57" fmla="*/ 29 h 1094"/>
                              <a:gd name="T58" fmla="*/ 1 w 872"/>
                              <a:gd name="T59" fmla="*/ 34 h 1094"/>
                              <a:gd name="T60" fmla="*/ 0 w 872"/>
                              <a:gd name="T61" fmla="*/ 108 h 1094"/>
                              <a:gd name="T62" fmla="*/ 11 w 872"/>
                              <a:gd name="T63" fmla="*/ 108 h 1094"/>
                              <a:gd name="T64" fmla="*/ 22 w 872"/>
                              <a:gd name="T65" fmla="*/ 109 h 1094"/>
                              <a:gd name="T66" fmla="*/ 34 w 872"/>
                              <a:gd name="T67" fmla="*/ 110 h 1094"/>
                              <a:gd name="T68" fmla="*/ 45 w 872"/>
                              <a:gd name="T69" fmla="*/ 110 h 1094"/>
                              <a:gd name="T70" fmla="*/ 51 w 872"/>
                              <a:gd name="T71" fmla="*/ 110 h 1094"/>
                              <a:gd name="T72" fmla="*/ 56 w 872"/>
                              <a:gd name="T73" fmla="*/ 109 h 1094"/>
                              <a:gd name="T74" fmla="*/ 62 w 872"/>
                              <a:gd name="T75" fmla="*/ 108 h 1094"/>
                              <a:gd name="T76" fmla="*/ 67 w 872"/>
                              <a:gd name="T77" fmla="*/ 106 h 1094"/>
                              <a:gd name="T78" fmla="*/ 72 w 872"/>
                              <a:gd name="T79" fmla="*/ 104 h 1094"/>
                              <a:gd name="T80" fmla="*/ 77 w 872"/>
                              <a:gd name="T81" fmla="*/ 102 h 1094"/>
                              <a:gd name="T82" fmla="*/ 81 w 872"/>
                              <a:gd name="T83" fmla="*/ 99 h 1094"/>
                              <a:gd name="T84" fmla="*/ 85 w 872"/>
                              <a:gd name="T85" fmla="*/ 95 h 1094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4"/>
                              <a:gd name="T129" fmla="*/ 872 w 872"/>
                              <a:gd name="T130" fmla="*/ 1094 h 1094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4">
                                <a:moveTo>
                                  <a:pt x="1706" y="939"/>
                                </a:moveTo>
                                <a:cubicBezTo>
                                  <a:pt x="1706" y="939"/>
                                  <a:pt x="1706" y="939"/>
                                  <a:pt x="1706" y="939"/>
                                </a:cubicBezTo>
                                <a:lnTo>
                                  <a:pt x="1724" y="766"/>
                                </a:lnTo>
                                <a:cubicBezTo>
                                  <a:pt x="1724" y="766"/>
                                  <a:pt x="1724" y="766"/>
                                  <a:pt x="1724" y="766"/>
                                </a:cubicBez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 w 872"/>
                              <a:gd name="T5" fmla="*/ 88 h 1093"/>
                              <a:gd name="T6" fmla="*/ 1 w 872"/>
                              <a:gd name="T7" fmla="*/ 76 h 1093"/>
                              <a:gd name="T8" fmla="*/ 0 w 872"/>
                              <a:gd name="T9" fmla="*/ 64 h 1093"/>
                              <a:gd name="T10" fmla="*/ 0 w 872"/>
                              <a:gd name="T11" fmla="*/ 51 h 1093"/>
                              <a:gd name="T12" fmla="*/ 0 w 872"/>
                              <a:gd name="T13" fmla="*/ 42 h 1093"/>
                              <a:gd name="T14" fmla="*/ 1 w 872"/>
                              <a:gd name="T15" fmla="*/ 36 h 1093"/>
                              <a:gd name="T16" fmla="*/ 1 w 872"/>
                              <a:gd name="T17" fmla="*/ 30 h 1093"/>
                              <a:gd name="T18" fmla="*/ 3 w 872"/>
                              <a:gd name="T19" fmla="*/ 24 h 1093"/>
                              <a:gd name="T20" fmla="*/ 4 w 872"/>
                              <a:gd name="T21" fmla="*/ 18 h 1093"/>
                              <a:gd name="T22" fmla="*/ 6 w 872"/>
                              <a:gd name="T23" fmla="*/ 13 h 1093"/>
                              <a:gd name="T24" fmla="*/ 9 w 872"/>
                              <a:gd name="T25" fmla="*/ 7 h 1093"/>
                              <a:gd name="T26" fmla="*/ 13 w 872"/>
                              <a:gd name="T27" fmla="*/ 2 h 1093"/>
                              <a:gd name="T28" fmla="*/ 17 w 872"/>
                              <a:gd name="T29" fmla="*/ 0 h 1093"/>
                              <a:gd name="T30" fmla="*/ 22 w 872"/>
                              <a:gd name="T31" fmla="*/ 0 h 1093"/>
                              <a:gd name="T32" fmla="*/ 28 w 872"/>
                              <a:gd name="T33" fmla="*/ 1 h 1093"/>
                              <a:gd name="T34" fmla="*/ 33 w 872"/>
                              <a:gd name="T35" fmla="*/ 2 h 1093"/>
                              <a:gd name="T36" fmla="*/ 38 w 872"/>
                              <a:gd name="T37" fmla="*/ 3 h 1093"/>
                              <a:gd name="T38" fmla="*/ 43 w 872"/>
                              <a:gd name="T39" fmla="*/ 4 h 1093"/>
                              <a:gd name="T40" fmla="*/ 49 w 872"/>
                              <a:gd name="T41" fmla="*/ 6 h 1093"/>
                              <a:gd name="T42" fmla="*/ 54 w 872"/>
                              <a:gd name="T43" fmla="*/ 8 h 1093"/>
                              <a:gd name="T44" fmla="*/ 59 w 872"/>
                              <a:gd name="T45" fmla="*/ 10 h 1093"/>
                              <a:gd name="T46" fmla="*/ 63 w 872"/>
                              <a:gd name="T47" fmla="*/ 13 h 1093"/>
                              <a:gd name="T48" fmla="*/ 68 w 872"/>
                              <a:gd name="T49" fmla="*/ 15 h 1093"/>
                              <a:gd name="T50" fmla="*/ 72 w 872"/>
                              <a:gd name="T51" fmla="*/ 18 h 1093"/>
                              <a:gd name="T52" fmla="*/ 76 w 872"/>
                              <a:gd name="T53" fmla="*/ 22 h 1093"/>
                              <a:gd name="T54" fmla="*/ 80 w 872"/>
                              <a:gd name="T55" fmla="*/ 25 h 1093"/>
                              <a:gd name="T56" fmla="*/ 83 w 872"/>
                              <a:gd name="T57" fmla="*/ 29 h 1093"/>
                              <a:gd name="T58" fmla="*/ 86 w 872"/>
                              <a:gd name="T59" fmla="*/ 33 h 1093"/>
                              <a:gd name="T60" fmla="*/ 87 w 872"/>
                              <a:gd name="T61" fmla="*/ 107 h 1093"/>
                              <a:gd name="T62" fmla="*/ 76 w 872"/>
                              <a:gd name="T63" fmla="*/ 107 h 1093"/>
                              <a:gd name="T64" fmla="*/ 65 w 872"/>
                              <a:gd name="T65" fmla="*/ 108 h 1093"/>
                              <a:gd name="T66" fmla="*/ 53 w 872"/>
                              <a:gd name="T67" fmla="*/ 109 h 1093"/>
                              <a:gd name="T68" fmla="*/ 42 w 872"/>
                              <a:gd name="T69" fmla="*/ 109 h 1093"/>
                              <a:gd name="T70" fmla="*/ 36 w 872"/>
                              <a:gd name="T71" fmla="*/ 109 h 1093"/>
                              <a:gd name="T72" fmla="*/ 31 w 872"/>
                              <a:gd name="T73" fmla="*/ 108 h 1093"/>
                              <a:gd name="T74" fmla="*/ 25 w 872"/>
                              <a:gd name="T75" fmla="*/ 107 h 1093"/>
                              <a:gd name="T76" fmla="*/ 20 w 872"/>
                              <a:gd name="T77" fmla="*/ 106 h 1093"/>
                              <a:gd name="T78" fmla="*/ 15 w 872"/>
                              <a:gd name="T79" fmla="*/ 104 h 1093"/>
                              <a:gd name="T80" fmla="*/ 10 w 872"/>
                              <a:gd name="T81" fmla="*/ 101 h 1093"/>
                              <a:gd name="T82" fmla="*/ 6 w 872"/>
                              <a:gd name="T83" fmla="*/ 98 h 1093"/>
                              <a:gd name="T84" fmla="*/ 2 w 872"/>
                              <a:gd name="T85" fmla="*/ 94 h 1093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w 872"/>
                              <a:gd name="T128" fmla="*/ 0 h 1093"/>
                              <a:gd name="T129" fmla="*/ 872 w 872"/>
                              <a:gd name="T130" fmla="*/ 1093 h 1093"/>
                            </a:gdLst>
                            <a:ahLst/>
                            <a:cxnLst>
                              <a:cxn ang="T86">
                                <a:pos x="T4" y="T5"/>
                              </a:cxn>
                              <a:cxn ang="T87">
                                <a:pos x="T6" y="T7"/>
                              </a:cxn>
                              <a:cxn ang="T88">
                                <a:pos x="T8" y="T9"/>
                              </a:cxn>
                              <a:cxn ang="T89">
                                <a:pos x="T10" y="T11"/>
                              </a:cxn>
                              <a:cxn ang="T90">
                                <a:pos x="T12" y="T13"/>
                              </a:cxn>
                              <a:cxn ang="T91">
                                <a:pos x="T14" y="T15"/>
                              </a:cxn>
                              <a:cxn ang="T92">
                                <a:pos x="T16" y="T17"/>
                              </a:cxn>
                              <a:cxn ang="T93">
                                <a:pos x="T18" y="T19"/>
                              </a:cxn>
                              <a:cxn ang="T94">
                                <a:pos x="T20" y="T21"/>
                              </a:cxn>
                              <a:cxn ang="T95">
                                <a:pos x="T22" y="T23"/>
                              </a:cxn>
                              <a:cxn ang="T96">
                                <a:pos x="T24" y="T25"/>
                              </a:cxn>
                              <a:cxn ang="T97">
                                <a:pos x="T26" y="T27"/>
                              </a:cxn>
                              <a:cxn ang="T98">
                                <a:pos x="T28" y="T29"/>
                              </a:cxn>
                              <a:cxn ang="T99">
                                <a:pos x="T30" y="T31"/>
                              </a:cxn>
                              <a:cxn ang="T100">
                                <a:pos x="T32" y="T33"/>
                              </a:cxn>
                              <a:cxn ang="T101">
                                <a:pos x="T34" y="T35"/>
                              </a:cxn>
                              <a:cxn ang="T102">
                                <a:pos x="T36" y="T37"/>
                              </a:cxn>
                              <a:cxn ang="T103">
                                <a:pos x="T38" y="T39"/>
                              </a:cxn>
                              <a:cxn ang="T104">
                                <a:pos x="T40" y="T41"/>
                              </a:cxn>
                              <a:cxn ang="T105">
                                <a:pos x="T42" y="T43"/>
                              </a:cxn>
                              <a:cxn ang="T106">
                                <a:pos x="T44" y="T45"/>
                              </a:cxn>
                              <a:cxn ang="T107">
                                <a:pos x="T46" y="T47"/>
                              </a:cxn>
                              <a:cxn ang="T108">
                                <a:pos x="T48" y="T49"/>
                              </a:cxn>
                              <a:cxn ang="T109">
                                <a:pos x="T50" y="T51"/>
                              </a:cxn>
                              <a:cxn ang="T110">
                                <a:pos x="T52" y="T53"/>
                              </a:cxn>
                              <a:cxn ang="T111">
                                <a:pos x="T54" y="T55"/>
                              </a:cxn>
                              <a:cxn ang="T112">
                                <a:pos x="T56" y="T57"/>
                              </a:cxn>
                              <a:cxn ang="T113">
                                <a:pos x="T58" y="T59"/>
                              </a:cxn>
                              <a:cxn ang="T114">
                                <a:pos x="T60" y="T61"/>
                              </a:cxn>
                              <a:cxn ang="T115">
                                <a:pos x="T62" y="T63"/>
                              </a:cxn>
                              <a:cxn ang="T116">
                                <a:pos x="T64" y="T65"/>
                              </a:cxn>
                              <a:cxn ang="T117">
                                <a:pos x="T66" y="T67"/>
                              </a:cxn>
                              <a:cxn ang="T118">
                                <a:pos x="T68" y="T69"/>
                              </a:cxn>
                              <a:cxn ang="T119">
                                <a:pos x="T70" y="T71"/>
                              </a:cxn>
                              <a:cxn ang="T120">
                                <a:pos x="T72" y="T73"/>
                              </a:cxn>
                              <a:cxn ang="T121">
                                <a:pos x="T74" y="T75"/>
                              </a:cxn>
                              <a:cxn ang="T122">
                                <a:pos x="T76" y="T77"/>
                              </a:cxn>
                              <a:cxn ang="T123">
                                <a:pos x="T78" y="T79"/>
                              </a:cxn>
                              <a:cxn ang="T124">
                                <a:pos x="T80" y="T81"/>
                              </a:cxn>
                              <a:cxn ang="T125">
                                <a:pos x="T82" y="T83"/>
                              </a:cxn>
                              <a:cxn ang="T126">
                                <a:pos x="T84" y="T85"/>
                              </a:cxn>
                            </a:cxnLst>
                            <a:rect l="T127" t="T128" r="T129" b="T130"/>
                            <a:pathLst>
                              <a:path w="872" h="1093">
                                <a:moveTo>
                                  <a:pt x="35" y="939"/>
                                </a:moveTo>
                                <a:cubicBezTo>
                                  <a:pt x="35" y="939"/>
                                  <a:pt x="35" y="939"/>
                                  <a:pt x="35" y="939"/>
                                </a:cubicBezTo>
                                <a:lnTo>
                                  <a:pt x="18" y="766"/>
                                </a:lnTo>
                                <a:cubicBezTo>
                                  <a:pt x="18" y="766"/>
                                  <a:pt x="18" y="766"/>
                                  <a:pt x="18" y="766"/>
                                </a:cubicBez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89 w 1854"/>
                              <a:gd name="T5" fmla="*/ 280 h 2824"/>
                              <a:gd name="T6" fmla="*/ 83 w 1854"/>
                              <a:gd name="T7" fmla="*/ 274 h 2824"/>
                              <a:gd name="T8" fmla="*/ 77 w 1854"/>
                              <a:gd name="T9" fmla="*/ 268 h 2824"/>
                              <a:gd name="T10" fmla="*/ 71 w 1854"/>
                              <a:gd name="T11" fmla="*/ 264 h 2824"/>
                              <a:gd name="T12" fmla="*/ 65 w 1854"/>
                              <a:gd name="T13" fmla="*/ 259 h 2824"/>
                              <a:gd name="T14" fmla="*/ 59 w 1854"/>
                              <a:gd name="T15" fmla="*/ 256 h 2824"/>
                              <a:gd name="T16" fmla="*/ 53 w 1854"/>
                              <a:gd name="T17" fmla="*/ 252 h 2824"/>
                              <a:gd name="T18" fmla="*/ 48 w 1854"/>
                              <a:gd name="T19" fmla="*/ 249 h 2824"/>
                              <a:gd name="T20" fmla="*/ 42 w 1854"/>
                              <a:gd name="T21" fmla="*/ 247 h 2824"/>
                              <a:gd name="T22" fmla="*/ 36 w 1854"/>
                              <a:gd name="T23" fmla="*/ 244 h 2824"/>
                              <a:gd name="T24" fmla="*/ 28 w 1854"/>
                              <a:gd name="T25" fmla="*/ 242 h 2824"/>
                              <a:gd name="T26" fmla="*/ 17 w 1854"/>
                              <a:gd name="T27" fmla="*/ 238 h 2824"/>
                              <a:gd name="T28" fmla="*/ 6 w 1854"/>
                              <a:gd name="T29" fmla="*/ 235 h 2824"/>
                              <a:gd name="T30" fmla="*/ 6 w 1854"/>
                              <a:gd name="T31" fmla="*/ 222 h 2824"/>
                              <a:gd name="T32" fmla="*/ 16 w 1854"/>
                              <a:gd name="T33" fmla="*/ 198 h 2824"/>
                              <a:gd name="T34" fmla="*/ 26 w 1854"/>
                              <a:gd name="T35" fmla="*/ 174 h 2824"/>
                              <a:gd name="T36" fmla="*/ 34 w 1854"/>
                              <a:gd name="T37" fmla="*/ 152 h 2824"/>
                              <a:gd name="T38" fmla="*/ 42 w 1854"/>
                              <a:gd name="T39" fmla="*/ 131 h 2824"/>
                              <a:gd name="T40" fmla="*/ 48 w 1854"/>
                              <a:gd name="T41" fmla="*/ 111 h 2824"/>
                              <a:gd name="T42" fmla="*/ 57 w 1854"/>
                              <a:gd name="T43" fmla="*/ 84 h 2824"/>
                              <a:gd name="T44" fmla="*/ 67 w 1854"/>
                              <a:gd name="T45" fmla="*/ 52 h 2824"/>
                              <a:gd name="T46" fmla="*/ 73 w 1854"/>
                              <a:gd name="T47" fmla="*/ 33 h 2824"/>
                              <a:gd name="T48" fmla="*/ 77 w 1854"/>
                              <a:gd name="T49" fmla="*/ 23 h 2824"/>
                              <a:gd name="T50" fmla="*/ 80 w 1854"/>
                              <a:gd name="T51" fmla="*/ 14 h 2824"/>
                              <a:gd name="T52" fmla="*/ 84 w 1854"/>
                              <a:gd name="T53" fmla="*/ 7 h 2824"/>
                              <a:gd name="T54" fmla="*/ 87 w 1854"/>
                              <a:gd name="T55" fmla="*/ 3 h 2824"/>
                              <a:gd name="T56" fmla="*/ 91 w 1854"/>
                              <a:gd name="T57" fmla="*/ 0 h 2824"/>
                              <a:gd name="T58" fmla="*/ 94 w 1854"/>
                              <a:gd name="T59" fmla="*/ 0 h 2824"/>
                              <a:gd name="T60" fmla="*/ 98 w 1854"/>
                              <a:gd name="T61" fmla="*/ 3 h 2824"/>
                              <a:gd name="T62" fmla="*/ 102 w 1854"/>
                              <a:gd name="T63" fmla="*/ 7 h 2824"/>
                              <a:gd name="T64" fmla="*/ 105 w 1854"/>
                              <a:gd name="T65" fmla="*/ 14 h 2824"/>
                              <a:gd name="T66" fmla="*/ 109 w 1854"/>
                              <a:gd name="T67" fmla="*/ 23 h 2824"/>
                              <a:gd name="T68" fmla="*/ 112 w 1854"/>
                              <a:gd name="T69" fmla="*/ 33 h 2824"/>
                              <a:gd name="T70" fmla="*/ 119 w 1854"/>
                              <a:gd name="T71" fmla="*/ 52 h 2824"/>
                              <a:gd name="T72" fmla="*/ 128 w 1854"/>
                              <a:gd name="T73" fmla="*/ 84 h 2824"/>
                              <a:gd name="T74" fmla="*/ 137 w 1854"/>
                              <a:gd name="T75" fmla="*/ 111 h 2824"/>
                              <a:gd name="T76" fmla="*/ 144 w 1854"/>
                              <a:gd name="T77" fmla="*/ 131 h 2824"/>
                              <a:gd name="T78" fmla="*/ 152 w 1854"/>
                              <a:gd name="T79" fmla="*/ 152 h 2824"/>
                              <a:gd name="T80" fmla="*/ 160 w 1854"/>
                              <a:gd name="T81" fmla="*/ 174 h 2824"/>
                              <a:gd name="T82" fmla="*/ 170 w 1854"/>
                              <a:gd name="T83" fmla="*/ 197 h 2824"/>
                              <a:gd name="T84" fmla="*/ 180 w 1854"/>
                              <a:gd name="T85" fmla="*/ 221 h 2824"/>
                              <a:gd name="T86" fmla="*/ 180 w 1854"/>
                              <a:gd name="T87" fmla="*/ 235 h 2824"/>
                              <a:gd name="T88" fmla="*/ 169 w 1854"/>
                              <a:gd name="T89" fmla="*/ 238 h 2824"/>
                              <a:gd name="T90" fmla="*/ 158 w 1854"/>
                              <a:gd name="T91" fmla="*/ 241 h 2824"/>
                              <a:gd name="T92" fmla="*/ 149 w 1854"/>
                              <a:gd name="T93" fmla="*/ 244 h 2824"/>
                              <a:gd name="T94" fmla="*/ 144 w 1854"/>
                              <a:gd name="T95" fmla="*/ 247 h 2824"/>
                              <a:gd name="T96" fmla="*/ 138 w 1854"/>
                              <a:gd name="T97" fmla="*/ 249 h 2824"/>
                              <a:gd name="T98" fmla="*/ 132 w 1854"/>
                              <a:gd name="T99" fmla="*/ 252 h 2824"/>
                              <a:gd name="T100" fmla="*/ 126 w 1854"/>
                              <a:gd name="T101" fmla="*/ 255 h 2824"/>
                              <a:gd name="T102" fmla="*/ 120 w 1854"/>
                              <a:gd name="T103" fmla="*/ 259 h 2824"/>
                              <a:gd name="T104" fmla="*/ 114 w 1854"/>
                              <a:gd name="T105" fmla="*/ 264 h 2824"/>
                              <a:gd name="T106" fmla="*/ 108 w 1854"/>
                              <a:gd name="T107" fmla="*/ 268 h 2824"/>
                              <a:gd name="T108" fmla="*/ 102 w 1854"/>
                              <a:gd name="T109" fmla="*/ 274 h 2824"/>
                              <a:gd name="T110" fmla="*/ 96 w 1854"/>
                              <a:gd name="T111" fmla="*/ 280 h 2824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w 1854"/>
                              <a:gd name="T167" fmla="*/ 0 h 2824"/>
                              <a:gd name="T168" fmla="*/ 1854 w 1854"/>
                              <a:gd name="T169" fmla="*/ 2824 h 2824"/>
                            </a:gdLst>
                            <a:ahLst/>
                            <a:cxnLst>
                              <a:cxn ang="T112">
                                <a:pos x="T4" y="T5"/>
                              </a:cxn>
                              <a:cxn ang="T113">
                                <a:pos x="T6" y="T7"/>
                              </a:cxn>
                              <a:cxn ang="T114">
                                <a:pos x="T8" y="T9"/>
                              </a:cxn>
                              <a:cxn ang="T115">
                                <a:pos x="T10" y="T11"/>
                              </a:cxn>
                              <a:cxn ang="T116">
                                <a:pos x="T12" y="T13"/>
                              </a:cxn>
                              <a:cxn ang="T117">
                                <a:pos x="T14" y="T15"/>
                              </a:cxn>
                              <a:cxn ang="T118">
                                <a:pos x="T16" y="T17"/>
                              </a:cxn>
                              <a:cxn ang="T119">
                                <a:pos x="T18" y="T19"/>
                              </a:cxn>
                              <a:cxn ang="T120">
                                <a:pos x="T20" y="T21"/>
                              </a:cxn>
                              <a:cxn ang="T121">
                                <a:pos x="T22" y="T23"/>
                              </a:cxn>
                              <a:cxn ang="T122">
                                <a:pos x="T24" y="T25"/>
                              </a:cxn>
                              <a:cxn ang="T123">
                                <a:pos x="T26" y="T27"/>
                              </a:cxn>
                              <a:cxn ang="T124">
                                <a:pos x="T28" y="T29"/>
                              </a:cxn>
                              <a:cxn ang="T125">
                                <a:pos x="T30" y="T31"/>
                              </a:cxn>
                              <a:cxn ang="T126">
                                <a:pos x="T32" y="T33"/>
                              </a:cxn>
                              <a:cxn ang="T127">
                                <a:pos x="T34" y="T35"/>
                              </a:cxn>
                              <a:cxn ang="T128">
                                <a:pos x="T36" y="T37"/>
                              </a:cxn>
                              <a:cxn ang="T129">
                                <a:pos x="T38" y="T39"/>
                              </a:cxn>
                              <a:cxn ang="T130">
                                <a:pos x="T40" y="T41"/>
                              </a:cxn>
                              <a:cxn ang="T131">
                                <a:pos x="T42" y="T43"/>
                              </a:cxn>
                              <a:cxn ang="T132">
                                <a:pos x="T44" y="T45"/>
                              </a:cxn>
                              <a:cxn ang="T133">
                                <a:pos x="T46" y="T47"/>
                              </a:cxn>
                              <a:cxn ang="T134">
                                <a:pos x="T48" y="T49"/>
                              </a:cxn>
                              <a:cxn ang="T135">
                                <a:pos x="T50" y="T51"/>
                              </a:cxn>
                              <a:cxn ang="T136">
                                <a:pos x="T52" y="T53"/>
                              </a:cxn>
                              <a:cxn ang="T137">
                                <a:pos x="T54" y="T55"/>
                              </a:cxn>
                              <a:cxn ang="T138">
                                <a:pos x="T56" y="T57"/>
                              </a:cxn>
                              <a:cxn ang="T139">
                                <a:pos x="T58" y="T59"/>
                              </a:cxn>
                              <a:cxn ang="T140">
                                <a:pos x="T60" y="T61"/>
                              </a:cxn>
                              <a:cxn ang="T141">
                                <a:pos x="T62" y="T63"/>
                              </a:cxn>
                              <a:cxn ang="T142">
                                <a:pos x="T64" y="T65"/>
                              </a:cxn>
                              <a:cxn ang="T143">
                                <a:pos x="T66" y="T67"/>
                              </a:cxn>
                              <a:cxn ang="T144">
                                <a:pos x="T68" y="T69"/>
                              </a:cxn>
                              <a:cxn ang="T145">
                                <a:pos x="T70" y="T71"/>
                              </a:cxn>
                              <a:cxn ang="T146">
                                <a:pos x="T72" y="T73"/>
                              </a:cxn>
                              <a:cxn ang="T147">
                                <a:pos x="T74" y="T75"/>
                              </a:cxn>
                              <a:cxn ang="T148">
                                <a:pos x="T76" y="T77"/>
                              </a:cxn>
                              <a:cxn ang="T149">
                                <a:pos x="T78" y="T79"/>
                              </a:cxn>
                              <a:cxn ang="T150">
                                <a:pos x="T80" y="T81"/>
                              </a:cxn>
                              <a:cxn ang="T151">
                                <a:pos x="T82" y="T83"/>
                              </a:cxn>
                              <a:cxn ang="T152">
                                <a:pos x="T84" y="T85"/>
                              </a:cxn>
                              <a:cxn ang="T153">
                                <a:pos x="T86" y="T87"/>
                              </a:cxn>
                              <a:cxn ang="T154">
                                <a:pos x="T88" y="T89"/>
                              </a:cxn>
                              <a:cxn ang="T155">
                                <a:pos x="T90" y="T91"/>
                              </a:cxn>
                              <a:cxn ang="T156">
                                <a:pos x="T92" y="T93"/>
                              </a:cxn>
                              <a:cxn ang="T157">
                                <a:pos x="T94" y="T95"/>
                              </a:cxn>
                              <a:cxn ang="T158">
                                <a:pos x="T96" y="T97"/>
                              </a:cxn>
                              <a:cxn ang="T159">
                                <a:pos x="T98" y="T99"/>
                              </a:cxn>
                              <a:cxn ang="T160">
                                <a:pos x="T100" y="T101"/>
                              </a:cxn>
                              <a:cxn ang="T161">
                                <a:pos x="T102" y="T103"/>
                              </a:cxn>
                              <a:cxn ang="T162">
                                <a:pos x="T104" y="T105"/>
                              </a:cxn>
                              <a:cxn ang="T163">
                                <a:pos x="T106" y="T107"/>
                              </a:cxn>
                              <a:cxn ang="T164">
                                <a:pos x="T108" y="T109"/>
                              </a:cxn>
                              <a:cxn ang="T165">
                                <a:pos x="T110" y="T111"/>
                              </a:cxn>
                            </a:cxnLst>
                            <a:rect l="T166" t="T167" r="T168" b="T169"/>
                            <a:pathLst>
                              <a:path w="1854" h="2824">
                                <a:moveTo>
                                  <a:pt x="1813" y="2823"/>
                                </a:moveTo>
                                <a:cubicBezTo>
                                  <a:pt x="1813" y="2822"/>
                                  <a:pt x="1813" y="2821"/>
                                  <a:pt x="1813" y="2821"/>
                                </a:cubicBezTo>
                                <a:lnTo>
                                  <a:pt x="1626" y="2731"/>
                                </a:lnTo>
                                <a:cubicBezTo>
                                  <a:pt x="1626" y="2730"/>
                                  <a:pt x="1626" y="2730"/>
                                  <a:pt x="1626" y="2729"/>
                                </a:cubicBez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05 w 1160"/>
                              <a:gd name="T5" fmla="*/ 563 h 5677"/>
                              <a:gd name="T6" fmla="*/ 108 w 1160"/>
                              <a:gd name="T7" fmla="*/ 561 h 5677"/>
                              <a:gd name="T8" fmla="*/ 110 w 1160"/>
                              <a:gd name="T9" fmla="*/ 559 h 5677"/>
                              <a:gd name="T10" fmla="*/ 112 w 1160"/>
                              <a:gd name="T11" fmla="*/ 554 h 5677"/>
                              <a:gd name="T12" fmla="*/ 114 w 1160"/>
                              <a:gd name="T13" fmla="*/ 487 h 5677"/>
                              <a:gd name="T14" fmla="*/ 114 w 1160"/>
                              <a:gd name="T15" fmla="*/ 359 h 5677"/>
                              <a:gd name="T16" fmla="*/ 114 w 1160"/>
                              <a:gd name="T17" fmla="*/ 231 h 5677"/>
                              <a:gd name="T18" fmla="*/ 114 w 1160"/>
                              <a:gd name="T19" fmla="*/ 134 h 5677"/>
                              <a:gd name="T20" fmla="*/ 116 w 1160"/>
                              <a:gd name="T21" fmla="*/ 37 h 5677"/>
                              <a:gd name="T22" fmla="*/ 115 w 1160"/>
                              <a:gd name="T23" fmla="*/ 32 h 5677"/>
                              <a:gd name="T24" fmla="*/ 116 w 1160"/>
                              <a:gd name="T25" fmla="*/ 23 h 5677"/>
                              <a:gd name="T26" fmla="*/ 116 w 1160"/>
                              <a:gd name="T27" fmla="*/ 18 h 5677"/>
                              <a:gd name="T28" fmla="*/ 115 w 1160"/>
                              <a:gd name="T29" fmla="*/ 12 h 5677"/>
                              <a:gd name="T30" fmla="*/ 114 w 1160"/>
                              <a:gd name="T31" fmla="*/ 6 h 5677"/>
                              <a:gd name="T32" fmla="*/ 113 w 1160"/>
                              <a:gd name="T33" fmla="*/ 4 h 5677"/>
                              <a:gd name="T34" fmla="*/ 112 w 1160"/>
                              <a:gd name="T35" fmla="*/ 2 h 5677"/>
                              <a:gd name="T36" fmla="*/ 110 w 1160"/>
                              <a:gd name="T37" fmla="*/ 0 h 5677"/>
                              <a:gd name="T38" fmla="*/ 108 w 1160"/>
                              <a:gd name="T39" fmla="*/ 0 h 5677"/>
                              <a:gd name="T40" fmla="*/ 106 w 1160"/>
                              <a:gd name="T41" fmla="*/ 0 h 5677"/>
                              <a:gd name="T42" fmla="*/ 101 w 1160"/>
                              <a:gd name="T43" fmla="*/ 2 h 5677"/>
                              <a:gd name="T44" fmla="*/ 96 w 1160"/>
                              <a:gd name="T45" fmla="*/ 5 h 5677"/>
                              <a:gd name="T46" fmla="*/ 85 w 1160"/>
                              <a:gd name="T47" fmla="*/ 19 h 5677"/>
                              <a:gd name="T48" fmla="*/ 66 w 1160"/>
                              <a:gd name="T49" fmla="*/ 57 h 5677"/>
                              <a:gd name="T50" fmla="*/ 50 w 1160"/>
                              <a:gd name="T51" fmla="*/ 98 h 5677"/>
                              <a:gd name="T52" fmla="*/ 37 w 1160"/>
                              <a:gd name="T53" fmla="*/ 140 h 5677"/>
                              <a:gd name="T54" fmla="*/ 26 w 1160"/>
                              <a:gd name="T55" fmla="*/ 184 h 5677"/>
                              <a:gd name="T56" fmla="*/ 17 w 1160"/>
                              <a:gd name="T57" fmla="*/ 229 h 5677"/>
                              <a:gd name="T58" fmla="*/ 11 w 1160"/>
                              <a:gd name="T59" fmla="*/ 274 h 5677"/>
                              <a:gd name="T60" fmla="*/ 6 w 1160"/>
                              <a:gd name="T61" fmla="*/ 319 h 5677"/>
                              <a:gd name="T62" fmla="*/ 3 w 1160"/>
                              <a:gd name="T63" fmla="*/ 365 h 5677"/>
                              <a:gd name="T64" fmla="*/ 1 w 1160"/>
                              <a:gd name="T65" fmla="*/ 409 h 5677"/>
                              <a:gd name="T66" fmla="*/ 0 w 1160"/>
                              <a:gd name="T67" fmla="*/ 453 h 5677"/>
                              <a:gd name="T68" fmla="*/ 7 w 1160"/>
                              <a:gd name="T69" fmla="*/ 472 h 5677"/>
                              <a:gd name="T70" fmla="*/ 16 w 1160"/>
                              <a:gd name="T71" fmla="*/ 479 h 5677"/>
                              <a:gd name="T72" fmla="*/ 25 w 1160"/>
                              <a:gd name="T73" fmla="*/ 487 h 5677"/>
                              <a:gd name="T74" fmla="*/ 32 w 1160"/>
                              <a:gd name="T75" fmla="*/ 495 h 5677"/>
                              <a:gd name="T76" fmla="*/ 39 w 1160"/>
                              <a:gd name="T77" fmla="*/ 503 h 5677"/>
                              <a:gd name="T78" fmla="*/ 45 w 1160"/>
                              <a:gd name="T79" fmla="*/ 512 h 5677"/>
                              <a:gd name="T80" fmla="*/ 51 w 1160"/>
                              <a:gd name="T81" fmla="*/ 521 h 5677"/>
                              <a:gd name="T82" fmla="*/ 56 w 1160"/>
                              <a:gd name="T83" fmla="*/ 531 h 5677"/>
                              <a:gd name="T84" fmla="*/ 64 w 1160"/>
                              <a:gd name="T85" fmla="*/ 550 h 5677"/>
                              <a:gd name="T86" fmla="*/ 73 w 1160"/>
                              <a:gd name="T87" fmla="*/ 567 h 5677"/>
                              <a:gd name="T88" fmla="*/ 84 w 1160"/>
                              <a:gd name="T89" fmla="*/ 566 h 5677"/>
                              <a:gd name="T90" fmla="*/ 91 w 1160"/>
                              <a:gd name="T91" fmla="*/ 565 h 5677"/>
                              <a:gd name="T92" fmla="*/ 96 w 1160"/>
                              <a:gd name="T93" fmla="*/ 566 h 567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160"/>
                              <a:gd name="T140" fmla="*/ 0 h 5677"/>
                              <a:gd name="T141" fmla="*/ 1160 w 1160"/>
                              <a:gd name="T142" fmla="*/ 5677 h 567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160" h="5677">
                                <a:moveTo>
                                  <a:pt x="2021" y="5669"/>
                                </a:moveTo>
                                <a:cubicBezTo>
                                  <a:pt x="2021" y="5666"/>
                                  <a:pt x="2021" y="5663"/>
                                  <a:pt x="2021" y="5660"/>
                                </a:cubicBezTo>
                                <a:lnTo>
                                  <a:pt x="2128" y="5630"/>
                                </a:lnTo>
                                <a:cubicBezTo>
                                  <a:pt x="2128" y="5627"/>
                                  <a:pt x="2128" y="5624"/>
                                  <a:pt x="2128" y="5621"/>
                                </a:cubicBez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1 w 1160"/>
                              <a:gd name="T5" fmla="*/ 564 h 5676"/>
                              <a:gd name="T6" fmla="*/ 8 w 1160"/>
                              <a:gd name="T7" fmla="*/ 562 h 5676"/>
                              <a:gd name="T8" fmla="*/ 6 w 1160"/>
                              <a:gd name="T9" fmla="*/ 560 h 5676"/>
                              <a:gd name="T10" fmla="*/ 4 w 1160"/>
                              <a:gd name="T11" fmla="*/ 555 h 5676"/>
                              <a:gd name="T12" fmla="*/ 2 w 1160"/>
                              <a:gd name="T13" fmla="*/ 488 h 5676"/>
                              <a:gd name="T14" fmla="*/ 2 w 1160"/>
                              <a:gd name="T15" fmla="*/ 360 h 5676"/>
                              <a:gd name="T16" fmla="*/ 2 w 1160"/>
                              <a:gd name="T17" fmla="*/ 231 h 5676"/>
                              <a:gd name="T18" fmla="*/ 2 w 1160"/>
                              <a:gd name="T19" fmla="*/ 134 h 5676"/>
                              <a:gd name="T20" fmla="*/ 0 w 1160"/>
                              <a:gd name="T21" fmla="*/ 37 h 5676"/>
                              <a:gd name="T22" fmla="*/ 1 w 1160"/>
                              <a:gd name="T23" fmla="*/ 32 h 5676"/>
                              <a:gd name="T24" fmla="*/ 0 w 1160"/>
                              <a:gd name="T25" fmla="*/ 23 h 5676"/>
                              <a:gd name="T26" fmla="*/ 0 w 1160"/>
                              <a:gd name="T27" fmla="*/ 17 h 5676"/>
                              <a:gd name="T28" fmla="*/ 1 w 1160"/>
                              <a:gd name="T29" fmla="*/ 12 h 5676"/>
                              <a:gd name="T30" fmla="*/ 2 w 1160"/>
                              <a:gd name="T31" fmla="*/ 6 h 5676"/>
                              <a:gd name="T32" fmla="*/ 3 w 1160"/>
                              <a:gd name="T33" fmla="*/ 4 h 5676"/>
                              <a:gd name="T34" fmla="*/ 4 w 1160"/>
                              <a:gd name="T35" fmla="*/ 2 h 5676"/>
                              <a:gd name="T36" fmla="*/ 6 w 1160"/>
                              <a:gd name="T37" fmla="*/ 0 h 5676"/>
                              <a:gd name="T38" fmla="*/ 8 w 1160"/>
                              <a:gd name="T39" fmla="*/ 0 h 5676"/>
                              <a:gd name="T40" fmla="*/ 10 w 1160"/>
                              <a:gd name="T41" fmla="*/ 0 h 5676"/>
                              <a:gd name="T42" fmla="*/ 15 w 1160"/>
                              <a:gd name="T43" fmla="*/ 2 h 5676"/>
                              <a:gd name="T44" fmla="*/ 20 w 1160"/>
                              <a:gd name="T45" fmla="*/ 5 h 5676"/>
                              <a:gd name="T46" fmla="*/ 31 w 1160"/>
                              <a:gd name="T47" fmla="*/ 19 h 5676"/>
                              <a:gd name="T48" fmla="*/ 50 w 1160"/>
                              <a:gd name="T49" fmla="*/ 57 h 5676"/>
                              <a:gd name="T50" fmla="*/ 66 w 1160"/>
                              <a:gd name="T51" fmla="*/ 98 h 5676"/>
                              <a:gd name="T52" fmla="*/ 79 w 1160"/>
                              <a:gd name="T53" fmla="*/ 140 h 5676"/>
                              <a:gd name="T54" fmla="*/ 90 w 1160"/>
                              <a:gd name="T55" fmla="*/ 184 h 5676"/>
                              <a:gd name="T56" fmla="*/ 99 w 1160"/>
                              <a:gd name="T57" fmla="*/ 229 h 5676"/>
                              <a:gd name="T58" fmla="*/ 105 w 1160"/>
                              <a:gd name="T59" fmla="*/ 274 h 5676"/>
                              <a:gd name="T60" fmla="*/ 110 w 1160"/>
                              <a:gd name="T61" fmla="*/ 320 h 5676"/>
                              <a:gd name="T62" fmla="*/ 113 w 1160"/>
                              <a:gd name="T63" fmla="*/ 365 h 5676"/>
                              <a:gd name="T64" fmla="*/ 115 w 1160"/>
                              <a:gd name="T65" fmla="*/ 410 h 5676"/>
                              <a:gd name="T66" fmla="*/ 116 w 1160"/>
                              <a:gd name="T67" fmla="*/ 454 h 5676"/>
                              <a:gd name="T68" fmla="*/ 109 w 1160"/>
                              <a:gd name="T69" fmla="*/ 473 h 5676"/>
                              <a:gd name="T70" fmla="*/ 100 w 1160"/>
                              <a:gd name="T71" fmla="*/ 480 h 5676"/>
                              <a:gd name="T72" fmla="*/ 91 w 1160"/>
                              <a:gd name="T73" fmla="*/ 488 h 5676"/>
                              <a:gd name="T74" fmla="*/ 84 w 1160"/>
                              <a:gd name="T75" fmla="*/ 496 h 5676"/>
                              <a:gd name="T76" fmla="*/ 77 w 1160"/>
                              <a:gd name="T77" fmla="*/ 504 h 5676"/>
                              <a:gd name="T78" fmla="*/ 71 w 1160"/>
                              <a:gd name="T79" fmla="*/ 513 h 5676"/>
                              <a:gd name="T80" fmla="*/ 65 w 1160"/>
                              <a:gd name="T81" fmla="*/ 522 h 5676"/>
                              <a:gd name="T82" fmla="*/ 60 w 1160"/>
                              <a:gd name="T83" fmla="*/ 532 h 5676"/>
                              <a:gd name="T84" fmla="*/ 55 w 1160"/>
                              <a:gd name="T85" fmla="*/ 543 h 5676"/>
                              <a:gd name="T86" fmla="*/ 49 w 1160"/>
                              <a:gd name="T87" fmla="*/ 559 h 5676"/>
                              <a:gd name="T88" fmla="*/ 40 w 1160"/>
                              <a:gd name="T89" fmla="*/ 568 h 5676"/>
                              <a:gd name="T90" fmla="*/ 30 w 1160"/>
                              <a:gd name="T91" fmla="*/ 566 h 5676"/>
                              <a:gd name="T92" fmla="*/ 23 w 1160"/>
                              <a:gd name="T93" fmla="*/ 566 h 5676"/>
                              <a:gd name="T94" fmla="*/ 18 w 1160"/>
                              <a:gd name="T95" fmla="*/ 567 h 567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w 1160"/>
                              <a:gd name="T143" fmla="*/ 0 h 5676"/>
                              <a:gd name="T144" fmla="*/ 1160 w 1160"/>
                              <a:gd name="T145" fmla="*/ 5676 h 5676"/>
                            </a:gdLst>
                            <a:ahLst/>
                            <a:cxnLst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  <a:cxn ang="T141">
                                <a:pos x="T94" y="T95"/>
                              </a:cxn>
                            </a:cxnLst>
                            <a:rect l="T142" t="T143" r="T144" b="T145"/>
                            <a:pathLst>
                              <a:path w="1160" h="5676">
                                <a:moveTo>
                                  <a:pt x="297" y="5669"/>
                                </a:moveTo>
                                <a:cubicBezTo>
                                  <a:pt x="297" y="5667"/>
                                  <a:pt x="297" y="5664"/>
                                  <a:pt x="297" y="5661"/>
                                </a:cubicBezTo>
                                <a:lnTo>
                                  <a:pt x="189" y="5630"/>
                                </a:lnTo>
                                <a:cubicBezTo>
                                  <a:pt x="189" y="5628"/>
                                  <a:pt x="189" y="5625"/>
                                  <a:pt x="189" y="5622"/>
                                </a:cubicBez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400"/>
                              <a:gd name="T5" fmla="*/ 161 h 1632"/>
                              <a:gd name="T6" fmla="*/ 40 w 400"/>
                              <a:gd name="T7" fmla="*/ 162 h 1632"/>
                              <a:gd name="T8" fmla="*/ 40 w 400"/>
                              <a:gd name="T9" fmla="*/ 0 h 1632"/>
                              <a:gd name="T10" fmla="*/ 0 w 400"/>
                              <a:gd name="T11" fmla="*/ 0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2 h 1632"/>
                              <a:gd name="T18" fmla="*/ 0 w 400"/>
                              <a:gd name="T19" fmla="*/ 163 h 1632"/>
                              <a:gd name="T20" fmla="*/ 0 w 400"/>
                              <a:gd name="T21" fmla="*/ 163 h 1632"/>
                              <a:gd name="T22" fmla="*/ 40 w 400"/>
                              <a:gd name="T23" fmla="*/ 161 h 1632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632"/>
                              <a:gd name="T36" fmla="*/ 400 w 400"/>
                              <a:gd name="T37" fmla="*/ 1632 h 1632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71 w 1748"/>
                              <a:gd name="T5" fmla="*/ 171 h 2097"/>
                              <a:gd name="T6" fmla="*/ 162 w 1748"/>
                              <a:gd name="T7" fmla="*/ 167 h 2097"/>
                              <a:gd name="T8" fmla="*/ 152 w 1748"/>
                              <a:gd name="T9" fmla="*/ 162 h 2097"/>
                              <a:gd name="T10" fmla="*/ 143 w 1748"/>
                              <a:gd name="T11" fmla="*/ 157 h 2097"/>
                              <a:gd name="T12" fmla="*/ 134 w 1748"/>
                              <a:gd name="T13" fmla="*/ 151 h 2097"/>
                              <a:gd name="T14" fmla="*/ 125 w 1748"/>
                              <a:gd name="T15" fmla="*/ 144 h 2097"/>
                              <a:gd name="T16" fmla="*/ 116 w 1748"/>
                              <a:gd name="T17" fmla="*/ 137 h 2097"/>
                              <a:gd name="T18" fmla="*/ 108 w 1748"/>
                              <a:gd name="T19" fmla="*/ 130 h 2097"/>
                              <a:gd name="T20" fmla="*/ 100 w 1748"/>
                              <a:gd name="T21" fmla="*/ 122 h 2097"/>
                              <a:gd name="T22" fmla="*/ 92 w 1748"/>
                              <a:gd name="T23" fmla="*/ 114 h 2097"/>
                              <a:gd name="T24" fmla="*/ 84 w 1748"/>
                              <a:gd name="T25" fmla="*/ 106 h 2097"/>
                              <a:gd name="T26" fmla="*/ 78 w 1748"/>
                              <a:gd name="T27" fmla="*/ 97 h 2097"/>
                              <a:gd name="T28" fmla="*/ 71 w 1748"/>
                              <a:gd name="T29" fmla="*/ 88 h 2097"/>
                              <a:gd name="T30" fmla="*/ 65 w 1748"/>
                              <a:gd name="T31" fmla="*/ 78 h 2097"/>
                              <a:gd name="T32" fmla="*/ 60 w 1748"/>
                              <a:gd name="T33" fmla="*/ 69 h 2097"/>
                              <a:gd name="T34" fmla="*/ 55 w 1748"/>
                              <a:gd name="T35" fmla="*/ 59 h 2097"/>
                              <a:gd name="T36" fmla="*/ 51 w 1748"/>
                              <a:gd name="T37" fmla="*/ 49 h 2097"/>
                              <a:gd name="T38" fmla="*/ 47 w 1748"/>
                              <a:gd name="T39" fmla="*/ 39 h 2097"/>
                              <a:gd name="T40" fmla="*/ 45 w 1748"/>
                              <a:gd name="T41" fmla="*/ 30 h 2097"/>
                              <a:gd name="T42" fmla="*/ 42 w 1748"/>
                              <a:gd name="T43" fmla="*/ 20 h 2097"/>
                              <a:gd name="T44" fmla="*/ 41 w 1748"/>
                              <a:gd name="T45" fmla="*/ 10 h 2097"/>
                              <a:gd name="T46" fmla="*/ 40 w 1748"/>
                              <a:gd name="T47" fmla="*/ 0 h 2097"/>
                              <a:gd name="T48" fmla="*/ 1 w 1748"/>
                              <a:gd name="T49" fmla="*/ 10 h 2097"/>
                              <a:gd name="T50" fmla="*/ 2 w 1748"/>
                              <a:gd name="T51" fmla="*/ 23 h 2097"/>
                              <a:gd name="T52" fmla="*/ 5 w 1748"/>
                              <a:gd name="T53" fmla="*/ 35 h 2097"/>
                              <a:gd name="T54" fmla="*/ 8 w 1748"/>
                              <a:gd name="T55" fmla="*/ 48 h 2097"/>
                              <a:gd name="T56" fmla="*/ 12 w 1748"/>
                              <a:gd name="T57" fmla="*/ 60 h 2097"/>
                              <a:gd name="T58" fmla="*/ 17 w 1748"/>
                              <a:gd name="T59" fmla="*/ 72 h 2097"/>
                              <a:gd name="T60" fmla="*/ 23 w 1748"/>
                              <a:gd name="T61" fmla="*/ 84 h 2097"/>
                              <a:gd name="T62" fmla="*/ 29 w 1748"/>
                              <a:gd name="T63" fmla="*/ 95 h 2097"/>
                              <a:gd name="T64" fmla="*/ 36 w 1748"/>
                              <a:gd name="T65" fmla="*/ 106 h 2097"/>
                              <a:gd name="T66" fmla="*/ 43 w 1748"/>
                              <a:gd name="T67" fmla="*/ 117 h 2097"/>
                              <a:gd name="T68" fmla="*/ 51 w 1748"/>
                              <a:gd name="T69" fmla="*/ 127 h 2097"/>
                              <a:gd name="T70" fmla="*/ 59 w 1748"/>
                              <a:gd name="T71" fmla="*/ 137 h 2097"/>
                              <a:gd name="T72" fmla="*/ 68 w 1748"/>
                              <a:gd name="T73" fmla="*/ 147 h 2097"/>
                              <a:gd name="T74" fmla="*/ 77 w 1748"/>
                              <a:gd name="T75" fmla="*/ 156 h 2097"/>
                              <a:gd name="T76" fmla="*/ 87 w 1748"/>
                              <a:gd name="T77" fmla="*/ 165 h 2097"/>
                              <a:gd name="T78" fmla="*/ 97 w 1748"/>
                              <a:gd name="T79" fmla="*/ 173 h 2097"/>
                              <a:gd name="T80" fmla="*/ 108 w 1748"/>
                              <a:gd name="T81" fmla="*/ 181 h 2097"/>
                              <a:gd name="T82" fmla="*/ 118 w 1748"/>
                              <a:gd name="T83" fmla="*/ 188 h 2097"/>
                              <a:gd name="T84" fmla="*/ 130 w 1748"/>
                              <a:gd name="T85" fmla="*/ 195 h 2097"/>
                              <a:gd name="T86" fmla="*/ 141 w 1748"/>
                              <a:gd name="T87" fmla="*/ 201 h 2097"/>
                              <a:gd name="T88" fmla="*/ 152 w 1748"/>
                              <a:gd name="T89" fmla="*/ 207 h 2097"/>
                              <a:gd name="T90" fmla="*/ 160 w 1748"/>
                              <a:gd name="T91" fmla="*/ 210 h 2097"/>
                              <a:gd name="T92" fmla="*/ 175 w 1748"/>
                              <a:gd name="T93" fmla="*/ 173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8"/>
                              <a:gd name="T140" fmla="*/ 0 h 2097"/>
                              <a:gd name="T141" fmla="*/ 1748 w 1748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8" h="2097">
                                <a:moveTo>
                                  <a:pt x="3491" y="1726"/>
                                </a:moveTo>
                                <a:cubicBezTo>
                                  <a:pt x="3491" y="1725"/>
                                  <a:pt x="3491" y="1725"/>
                                  <a:pt x="3491" y="1725"/>
                                </a:cubicBezTo>
                                <a:lnTo>
                                  <a:pt x="3329" y="1698"/>
                                </a:lnTo>
                                <a:cubicBezTo>
                                  <a:pt x="3329" y="1698"/>
                                  <a:pt x="3329" y="1697"/>
                                  <a:pt x="3329" y="1697"/>
                                </a:cubicBez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166 h 2060"/>
                              <a:gd name="T6" fmla="*/ 419 w 4190"/>
                              <a:gd name="T7" fmla="*/ 166 h 2060"/>
                              <a:gd name="T8" fmla="*/ 15 w 4190"/>
                              <a:gd name="T9" fmla="*/ 0 h 2060"/>
                              <a:gd name="T10" fmla="*/ 0 w 4190"/>
                              <a:gd name="T11" fmla="*/ 37 h 2060"/>
                              <a:gd name="T12" fmla="*/ 404 w 4190"/>
                              <a:gd name="T13" fmla="*/ 203 h 2060"/>
                              <a:gd name="T14" fmla="*/ 419 w 4190"/>
                              <a:gd name="T15" fmla="*/ 203 h 2060"/>
                              <a:gd name="T16" fmla="*/ 404 w 4190"/>
                              <a:gd name="T17" fmla="*/ 203 h 2060"/>
                              <a:gd name="T18" fmla="*/ 412 w 4190"/>
                              <a:gd name="T19" fmla="*/ 206 h 2060"/>
                              <a:gd name="T20" fmla="*/ 419 w 4190"/>
                              <a:gd name="T21" fmla="*/ 203 h 2060"/>
                              <a:gd name="T22" fmla="*/ 404 w 4190"/>
                              <a:gd name="T23" fmla="*/ 166 h 206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60"/>
                              <a:gd name="T36" fmla="*/ 4190 w 4190"/>
                              <a:gd name="T37" fmla="*/ 2060 h 206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4 w 4190"/>
                              <a:gd name="T5" fmla="*/ 0 h 2031"/>
                              <a:gd name="T6" fmla="*/ 404 w 4190"/>
                              <a:gd name="T7" fmla="*/ 0 h 2031"/>
                              <a:gd name="T8" fmla="*/ 0 w 4190"/>
                              <a:gd name="T9" fmla="*/ 166 h 2031"/>
                              <a:gd name="T10" fmla="*/ 15 w 4190"/>
                              <a:gd name="T11" fmla="*/ 203 h 2031"/>
                              <a:gd name="T12" fmla="*/ 419 w 4190"/>
                              <a:gd name="T13" fmla="*/ 37 h 2031"/>
                              <a:gd name="T14" fmla="*/ 419 w 4190"/>
                              <a:gd name="T15" fmla="*/ 37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404 w 4190"/>
                              <a:gd name="T21" fmla="*/ 0 h 2031"/>
                              <a:gd name="T22" fmla="*/ 404 w 4190"/>
                              <a:gd name="T23" fmla="*/ 0 h 2031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190"/>
                              <a:gd name="T35" fmla="*/ 0 h 2031"/>
                              <a:gd name="T36" fmla="*/ 4190 w 4190"/>
                              <a:gd name="T37" fmla="*/ 2031 h 2031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134 w 1744"/>
                              <a:gd name="T5" fmla="*/ 3 h 2097"/>
                              <a:gd name="T6" fmla="*/ 133 w 1744"/>
                              <a:gd name="T7" fmla="*/ 13 h 2097"/>
                              <a:gd name="T8" fmla="*/ 131 w 1744"/>
                              <a:gd name="T9" fmla="*/ 23 h 2097"/>
                              <a:gd name="T10" fmla="*/ 129 w 1744"/>
                              <a:gd name="T11" fmla="*/ 33 h 2097"/>
                              <a:gd name="T12" fmla="*/ 126 w 1744"/>
                              <a:gd name="T13" fmla="*/ 43 h 2097"/>
                              <a:gd name="T14" fmla="*/ 122 w 1744"/>
                              <a:gd name="T15" fmla="*/ 53 h 2097"/>
                              <a:gd name="T16" fmla="*/ 118 w 1744"/>
                              <a:gd name="T17" fmla="*/ 62 h 2097"/>
                              <a:gd name="T18" fmla="*/ 112 w 1744"/>
                              <a:gd name="T19" fmla="*/ 72 h 2097"/>
                              <a:gd name="T20" fmla="*/ 107 w 1744"/>
                              <a:gd name="T21" fmla="*/ 81 h 2097"/>
                              <a:gd name="T22" fmla="*/ 101 w 1744"/>
                              <a:gd name="T23" fmla="*/ 91 h 2097"/>
                              <a:gd name="T24" fmla="*/ 94 w 1744"/>
                              <a:gd name="T25" fmla="*/ 100 h 2097"/>
                              <a:gd name="T26" fmla="*/ 87 w 1744"/>
                              <a:gd name="T27" fmla="*/ 108 h 2097"/>
                              <a:gd name="T28" fmla="*/ 80 w 1744"/>
                              <a:gd name="T29" fmla="*/ 117 h 2097"/>
                              <a:gd name="T30" fmla="*/ 72 w 1744"/>
                              <a:gd name="T31" fmla="*/ 125 h 2097"/>
                              <a:gd name="T32" fmla="*/ 64 w 1744"/>
                              <a:gd name="T33" fmla="*/ 132 h 2097"/>
                              <a:gd name="T34" fmla="*/ 55 w 1744"/>
                              <a:gd name="T35" fmla="*/ 140 h 2097"/>
                              <a:gd name="T36" fmla="*/ 47 w 1744"/>
                              <a:gd name="T37" fmla="*/ 147 h 2097"/>
                              <a:gd name="T38" fmla="*/ 38 w 1744"/>
                              <a:gd name="T39" fmla="*/ 153 h 2097"/>
                              <a:gd name="T40" fmla="*/ 28 w 1744"/>
                              <a:gd name="T41" fmla="*/ 159 h 2097"/>
                              <a:gd name="T42" fmla="*/ 19 w 1744"/>
                              <a:gd name="T43" fmla="*/ 164 h 2097"/>
                              <a:gd name="T44" fmla="*/ 9 w 1744"/>
                              <a:gd name="T45" fmla="*/ 169 h 2097"/>
                              <a:gd name="T46" fmla="*/ 0 w 1744"/>
                              <a:gd name="T47" fmla="*/ 173 h 2097"/>
                              <a:gd name="T48" fmla="*/ 22 w 1744"/>
                              <a:gd name="T49" fmla="*/ 207 h 2097"/>
                              <a:gd name="T50" fmla="*/ 34 w 1744"/>
                              <a:gd name="T51" fmla="*/ 201 h 2097"/>
                              <a:gd name="T52" fmla="*/ 45 w 1744"/>
                              <a:gd name="T53" fmla="*/ 195 h 2097"/>
                              <a:gd name="T54" fmla="*/ 56 w 1744"/>
                              <a:gd name="T55" fmla="*/ 188 h 2097"/>
                              <a:gd name="T56" fmla="*/ 67 w 1744"/>
                              <a:gd name="T57" fmla="*/ 181 h 2097"/>
                              <a:gd name="T58" fmla="*/ 77 w 1744"/>
                              <a:gd name="T59" fmla="*/ 173 h 2097"/>
                              <a:gd name="T60" fmla="*/ 87 w 1744"/>
                              <a:gd name="T61" fmla="*/ 165 h 2097"/>
                              <a:gd name="T62" fmla="*/ 97 w 1744"/>
                              <a:gd name="T63" fmla="*/ 156 h 2097"/>
                              <a:gd name="T64" fmla="*/ 106 w 1744"/>
                              <a:gd name="T65" fmla="*/ 147 h 2097"/>
                              <a:gd name="T66" fmla="*/ 115 w 1744"/>
                              <a:gd name="T67" fmla="*/ 137 h 2097"/>
                              <a:gd name="T68" fmla="*/ 123 w 1744"/>
                              <a:gd name="T69" fmla="*/ 127 h 2097"/>
                              <a:gd name="T70" fmla="*/ 131 w 1744"/>
                              <a:gd name="T71" fmla="*/ 117 h 2097"/>
                              <a:gd name="T72" fmla="*/ 139 w 1744"/>
                              <a:gd name="T73" fmla="*/ 106 h 2097"/>
                              <a:gd name="T74" fmla="*/ 145 w 1744"/>
                              <a:gd name="T75" fmla="*/ 95 h 2097"/>
                              <a:gd name="T76" fmla="*/ 151 w 1744"/>
                              <a:gd name="T77" fmla="*/ 84 h 2097"/>
                              <a:gd name="T78" fmla="*/ 157 w 1744"/>
                              <a:gd name="T79" fmla="*/ 72 h 2097"/>
                              <a:gd name="T80" fmla="*/ 162 w 1744"/>
                              <a:gd name="T81" fmla="*/ 60 h 2097"/>
                              <a:gd name="T82" fmla="*/ 166 w 1744"/>
                              <a:gd name="T83" fmla="*/ 48 h 2097"/>
                              <a:gd name="T84" fmla="*/ 169 w 1744"/>
                              <a:gd name="T85" fmla="*/ 35 h 2097"/>
                              <a:gd name="T86" fmla="*/ 172 w 1744"/>
                              <a:gd name="T87" fmla="*/ 23 h 2097"/>
                              <a:gd name="T88" fmla="*/ 173 w 1744"/>
                              <a:gd name="T89" fmla="*/ 10 h 2097"/>
                              <a:gd name="T90" fmla="*/ 174 w 1744"/>
                              <a:gd name="T91" fmla="*/ 1 h 2097"/>
                              <a:gd name="T92" fmla="*/ 174 w 1744"/>
                              <a:gd name="T93" fmla="*/ 1 h 2097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w 1744"/>
                              <a:gd name="T140" fmla="*/ 0 h 2097"/>
                              <a:gd name="T141" fmla="*/ 1744 w 1744"/>
                              <a:gd name="T142" fmla="*/ 2097 h 2097"/>
                            </a:gdLst>
                            <a:ahLst/>
                            <a:cxnLst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  <a:cxn ang="T138">
                                <a:pos x="T92" y="T93"/>
                              </a:cxn>
                            </a:cxnLst>
                            <a:rect l="T139" t="T140" r="T141" b="T142"/>
                            <a:pathLst>
                              <a:path w="1744" h="2097">
                                <a:moveTo>
                                  <a:pt x="2687" y="9"/>
                                </a:moveTo>
                                <a:cubicBezTo>
                                  <a:pt x="2687" y="9"/>
                                  <a:pt x="2687" y="9"/>
                                  <a:pt x="2687" y="9"/>
                                </a:cubicBezTo>
                                <a:lnTo>
                                  <a:pt x="2675" y="63"/>
                                </a:lnTo>
                                <a:cubicBezTo>
                                  <a:pt x="2675" y="63"/>
                                  <a:pt x="2675" y="63"/>
                                  <a:pt x="2675" y="63"/>
                                </a:cubicBez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0 h 13403"/>
                              <a:gd name="T6" fmla="*/ 0 w 400"/>
                              <a:gd name="T7" fmla="*/ 20 h 13403"/>
                              <a:gd name="T8" fmla="*/ 0 w 400"/>
                              <a:gd name="T9" fmla="*/ 1340 h 13403"/>
                              <a:gd name="T10" fmla="*/ 40 w 400"/>
                              <a:gd name="T11" fmla="*/ 1340 h 13403"/>
                              <a:gd name="T12" fmla="*/ 40 w 400"/>
                              <a:gd name="T13" fmla="*/ 20 h 13403"/>
                              <a:gd name="T14" fmla="*/ 20 w 400"/>
                              <a:gd name="T15" fmla="*/ 0 h 13403"/>
                              <a:gd name="T16" fmla="*/ 40 w 400"/>
                              <a:gd name="T17" fmla="*/ 20 h 13403"/>
                              <a:gd name="T18" fmla="*/ 40 w 400"/>
                              <a:gd name="T19" fmla="*/ 0 h 13403"/>
                              <a:gd name="T20" fmla="*/ 20 w 400"/>
                              <a:gd name="T21" fmla="*/ 0 h 13403"/>
                              <a:gd name="T22" fmla="*/ 20 w 400"/>
                              <a:gd name="T23" fmla="*/ 40 h 13403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400"/>
                              <a:gd name="T35" fmla="*/ 0 h 13403"/>
                              <a:gd name="T36" fmla="*/ 400 w 400"/>
                              <a:gd name="T37" fmla="*/ 13403 h 13403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40 w 5711"/>
                              <a:gd name="T5" fmla="*/ 20 h 400"/>
                              <a:gd name="T6" fmla="*/ 20 w 5711"/>
                              <a:gd name="T7" fmla="*/ 40 h 400"/>
                              <a:gd name="T8" fmla="*/ 571 w 5711"/>
                              <a:gd name="T9" fmla="*/ 40 h 400"/>
                              <a:gd name="T10" fmla="*/ 571 w 5711"/>
                              <a:gd name="T11" fmla="*/ 0 h 400"/>
                              <a:gd name="T12" fmla="*/ 20 w 5711"/>
                              <a:gd name="T13" fmla="*/ 0 h 400"/>
                              <a:gd name="T14" fmla="*/ 0 w 5711"/>
                              <a:gd name="T15" fmla="*/ 20 h 400"/>
                              <a:gd name="T16" fmla="*/ 20 w 5711"/>
                              <a:gd name="T17" fmla="*/ 0 h 400"/>
                              <a:gd name="T18" fmla="*/ 0 w 5711"/>
                              <a:gd name="T19" fmla="*/ 0 h 400"/>
                              <a:gd name="T20" fmla="*/ 0 w 5711"/>
                              <a:gd name="T21" fmla="*/ 20 h 400"/>
                              <a:gd name="T22" fmla="*/ 40 w 5711"/>
                              <a:gd name="T23" fmla="*/ 20 h 400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60000 65536"/>
                              <a:gd name="T31" fmla="*/ 0 60000 65536"/>
                              <a:gd name="T32" fmla="*/ 0 60000 65536"/>
                              <a:gd name="T33" fmla="*/ 0 60000 65536"/>
                              <a:gd name="T34" fmla="*/ 0 w 5711"/>
                              <a:gd name="T35" fmla="*/ 0 h 400"/>
                              <a:gd name="T36" fmla="*/ 5711 w 5711"/>
                              <a:gd name="T37" fmla="*/ 400 h 400"/>
                            </a:gdLst>
                            <a:ahLst/>
                            <a:cxnLst>
                              <a:cxn ang="T24">
                                <a:pos x="T4" y="T5"/>
                              </a:cxn>
                              <a:cxn ang="T25">
                                <a:pos x="T6" y="T7"/>
                              </a:cxn>
                              <a:cxn ang="T26">
                                <a:pos x="T8" y="T9"/>
                              </a:cxn>
                              <a:cxn ang="T27">
                                <a:pos x="T10" y="T11"/>
                              </a:cxn>
                              <a:cxn ang="T28">
                                <a:pos x="T12" y="T13"/>
                              </a:cxn>
                              <a:cxn ang="T29">
                                <a:pos x="T14" y="T15"/>
                              </a:cxn>
                              <a:cxn ang="T30">
                                <a:pos x="T16" y="T17"/>
                              </a:cxn>
                              <a:cxn ang="T31">
                                <a:pos x="T18" y="T19"/>
                              </a:cxn>
                              <a:cxn ang="T32">
                                <a:pos x="T20" y="T21"/>
                              </a:cxn>
                              <a:cxn ang="T33">
                                <a:pos x="T22" y="T23"/>
                              </a:cxn>
                            </a:cxnLst>
                            <a:rect l="T34" t="T35" r="T36" b="T37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G0" fmla="+- 0 0 0"/>
                              <a:gd name="G1" fmla="+- -11796480 0 0"/>
                              <a:gd name="G2" fmla="+- 0 0 -11796480"/>
                              <a:gd name="G3" fmla="+- 10800 0 0"/>
                              <a:gd name="G4" fmla="+- 0 0 0"/>
                              <a:gd name="T0" fmla="*/ 360 256 1"/>
                              <a:gd name="T1" fmla="*/ 0 256 1"/>
                              <a:gd name="G5" fmla="+- G2 T0 T1"/>
                              <a:gd name="G6" fmla="?: G2 G2 G5"/>
                              <a:gd name="G7" fmla="+- 0 0 G6"/>
                              <a:gd name="G8" fmla="+- 5400 0 0"/>
                              <a:gd name="G9" fmla="+- 0 0 -11796480"/>
                              <a:gd name="G10" fmla="+- 5400 0 2700"/>
                              <a:gd name="G11" fmla="cos G10 0"/>
                              <a:gd name="G12" fmla="sin G10 0"/>
                              <a:gd name="G13" fmla="cos 13500 0"/>
                              <a:gd name="G14" fmla="sin 13500 0"/>
                              <a:gd name="G15" fmla="+- G11 10800 0"/>
                              <a:gd name="G16" fmla="+- G12 10800 0"/>
                              <a:gd name="G17" fmla="+- G13 10800 0"/>
                              <a:gd name="G18" fmla="+- G14 10800 0"/>
                              <a:gd name="G19" fmla="*/ 5400 1 2"/>
                              <a:gd name="G20" fmla="+- G19 5400 0"/>
                              <a:gd name="G21" fmla="cos G20 0"/>
                              <a:gd name="G22" fmla="sin G20 0"/>
                              <a:gd name="G23" fmla="+- G21 10800 0"/>
                              <a:gd name="G24" fmla="+- G12 G23 G22"/>
                              <a:gd name="G25" fmla="+- G22 G23 G11"/>
                              <a:gd name="G26" fmla="cos 10800 0"/>
                              <a:gd name="G27" fmla="sin 10800 0"/>
                              <a:gd name="G28" fmla="cos 5400 0"/>
                              <a:gd name="G29" fmla="sin 5400 0"/>
                              <a:gd name="G30" fmla="+- G26 10800 0"/>
                              <a:gd name="G31" fmla="+- G27 10800 0"/>
                              <a:gd name="G32" fmla="+- G28 10800 0"/>
                              <a:gd name="G33" fmla="+- G29 10800 0"/>
                              <a:gd name="G34" fmla="+- G19 5400 0"/>
                              <a:gd name="G35" fmla="cos G34 -11796480"/>
                              <a:gd name="G36" fmla="sin G34 -11796480"/>
                              <a:gd name="G37" fmla="+/ -11796480 0 2"/>
                              <a:gd name="T2" fmla="*/ 180 256 1"/>
                              <a:gd name="T3" fmla="*/ 0 256 1"/>
                              <a:gd name="G38" fmla="+- G37 T2 T3"/>
                              <a:gd name="G39" fmla="?: G2 G37 G38"/>
                              <a:gd name="G40" fmla="cos 10800 G39"/>
                              <a:gd name="G41" fmla="sin 10800 G39"/>
                              <a:gd name="G42" fmla="cos 5400 G39"/>
                              <a:gd name="G43" fmla="sin 5400 G39"/>
                              <a:gd name="G44" fmla="+- G40 10800 0"/>
                              <a:gd name="G45" fmla="+- G41 10800 0"/>
                              <a:gd name="G46" fmla="+- G42 10800 0"/>
                              <a:gd name="G47" fmla="+- G43 10800 0"/>
                              <a:gd name="G48" fmla="+- G35 10800 0"/>
                              <a:gd name="G49" fmla="+- G36 10800 0"/>
                              <a:gd name="T4" fmla="*/ 20 w 400"/>
                              <a:gd name="T5" fmla="*/ 410 h 4097"/>
                              <a:gd name="T6" fmla="*/ 40 w 400"/>
                              <a:gd name="T7" fmla="*/ 410 h 4097"/>
                              <a:gd name="T8" fmla="*/ 40 w 400"/>
                              <a:gd name="T9" fmla="*/ 0 h 4097"/>
                              <a:gd name="T10" fmla="*/ 0 w 400"/>
                              <a:gd name="T11" fmla="*/ 0 h 4097"/>
                              <a:gd name="T12" fmla="*/ 0 w 400"/>
                              <a:gd name="T13" fmla="*/ 410 h 4097"/>
                              <a:gd name="T14" fmla="*/ 20 w 400"/>
                              <a:gd name="T15" fmla="*/ 410 h 4097"/>
                              <a:gd name="T16" fmla="*/ 0 60000 65536"/>
                              <a:gd name="T17" fmla="*/ 0 60000 65536"/>
                              <a:gd name="T18" fmla="*/ 0 60000 65536"/>
                              <a:gd name="T19" fmla="*/ 0 60000 65536"/>
                              <a:gd name="T20" fmla="*/ 0 60000 65536"/>
                              <a:gd name="T21" fmla="*/ 0 60000 65536"/>
                              <a:gd name="T22" fmla="*/ 0 w 400"/>
                              <a:gd name="T23" fmla="*/ 0 h 4097"/>
                              <a:gd name="T24" fmla="*/ 400 w 400"/>
                              <a:gd name="T25" fmla="*/ 4097 h 4097"/>
                            </a:gdLst>
                            <a:ahLst/>
                            <a:cxnLst>
                              <a:cxn ang="T16">
                                <a:pos x="T4" y="T5"/>
                              </a:cxn>
                              <a:cxn ang="T17">
                                <a:pos x="T6" y="T7"/>
                              </a:cxn>
                              <a:cxn ang="T18">
                                <a:pos x="T8" y="T9"/>
                              </a:cxn>
                              <a:cxn ang="T19">
                                <a:pos x="T10" y="T11"/>
                              </a:cxn>
                              <a:cxn ang="T20">
                                <a:pos x="T12" y="T13"/>
                              </a:cxn>
                              <a:cxn ang="T21">
                                <a:pos x="T14" y="T15"/>
                              </a:cxn>
                            </a:cxnLst>
                            <a:rect l="T22" t="T23" r="T24" b="T25"/>
                            <a:pathLst/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5A16" w:rsidRDefault="00475A16" w:rsidP="00475A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2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AL0u/SVmkAAOdX&#10;BAAOAAAAAAAAAAAAAAAAAC4CAABkcnMvZTJvRG9jLnhtbFBLAQItABQABgAIAAAAIQDfzpAw4gAA&#10;AA0BAAAPAAAAAAAAAAAAAAAAALBrAABkcnMvZG93bnJldi54bWxQSwUGAAAAAAQABADzAAAAv2wA&#10;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/4bcIA&#10;AADaAAAADwAAAGRycy9kb3ducmV2LnhtbESP3YrCMBSE7wXfIRxh7zT1h1Jro8jCijfCWn2A0+bY&#10;FpuT0mS1vv1mYcHLYWa+YbLdYFrxoN41lhXMZxEI4tLqhisF18vXNAHhPLLG1jIpeJGD3XY8yjDV&#10;9slneuS+EgHCLkUFtfddKqUrazLoZrYjDt7N9gZ9kH0ldY/PADetXERRLA02HBZq7OizpvKe/xgF&#10;Wh6S4nrKD8V99b3Uq7VexvFJqY/JsN+A8DT4d/i/fdQKFvB3JdwA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/htwgAAANoAAAAPAAAAAAAAAAAAAAAAAJgCAABkcnMvZG93&#10;bnJldi54bWxQSwUGAAAAAAQABAD1AAAAhwMAAAAA&#10;" adj="-11796480,,5400" path="m8010,14530v,-18,,-37,,-55l7552,14392v,-19,,-37,,-55l3587,14244r-75,-59l3439,14123r-73,-64l3294,13992r4716,538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AuMIA&#10;AADaAAAADwAAAGRycy9kb3ducmV2LnhtbESPT2sCMRTE74V+h/AEL6VmbanUdaOIUNCja0uvr5u3&#10;f3DzkiZR12/fCEKPw8z8hilWg+nFmXzoLCuYTjIQxJXVHTcKPg8fz+8gQkTW2FsmBVcKsFo+PhSY&#10;a3vhPZ3L2IgE4ZCjgjZGl0sZqpYMhol1xMmrrTcYk/SN1B4vCW56+ZJlM2mw47TQoqNNS9WxPBkF&#10;O//9FvZrN/uiecxc+fNU/8qTUuPRsF6AiDTE//C9vdUKXuF2Jd0A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AC4wgAAANoAAAAPAAAAAAAAAAAAAAAAAJgCAABkcnMvZG93&#10;bnJldi54bWxQSwUGAAAAAAQABAD1AAAAhwMAAAAA&#10;" adj="-11796480,,5400" path="m8010,14530v,-18,,-37,,-55l7552,14392v,-19,,-37,,-55l3587,14244r-75,-59l3439,14123r-73,-64l3294,13992r4716,538x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m08sMA&#10;AADaAAAADwAAAGRycy9kb3ducmV2LnhtbESPS2vDMBCE74X+B7GF3mq5JSnGsWxCIdBDL05CyHGx&#10;1g9irYyl+NFfXxUKPQ4z8w2TFYvpxUSj6ywreI1iEMSV1R03Cs6nw0sCwnlkjb1lUrCSgyJ/fMgw&#10;1Xbmkqajb0SAsEtRQev9kErpqpYMusgOxMGr7WjQBzk2Uo84B7jp5Vscv0uDHYeFFgf6aKm6He9G&#10;QVx+J5duKM2y3V7Pm/o0r/XXrNTz07LfgfC0+P/wX/tTK9jA75VwA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m08sMAAADaAAAADwAAAAAAAAAAAAAAAACYAgAAZHJzL2Rv&#10;d25yZXYueG1sUEsFBgAAAAAEAAQA9QAAAIgDAAAAAA==&#10;" adj="-11796480,,5400" path="m1419,339v,,,,,l1419,249v,,,,,l710,152r,-36l710,78r-9,-9l689,59r730,28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DKsAA&#10;AADaAAAADwAAAGRycy9kb3ducmV2LnhtbESPQavCMBCE74L/IazgTVNFRapRRFQ8qvXgcWnWtths&#10;ahO1vl//Iggeh5n5hpkvG1OKJ9WusKxg0I9AEKdWF5wpOCfb3hSE88gaS8uk4E0Olot2a46xti8+&#10;0vPkMxEg7GJUkHtfxVK6NCeDrm8r4uBdbW3QB1lnUtf4CnBTymEUTaTBgsNCjhWtc0pvp4dRcN+M&#10;1vfykoybg4l2w9s5+cNHolS306xmIDw1/hf+tvdawRg+V8INkI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ZDKsAAAADaAAAADwAAAAAAAAAAAAAAAACYAgAAZHJzL2Rvd25y&#10;ZXYueG1sUEsFBgAAAAAEAAQA9QAAAIUDAAAAAA==&#10;" adj="-11796480,,5400" path="m1419,339v,,,,,l1419,249v,,,,,l710,152r,-36l710,78r-9,-9l689,59r730,280x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ePHsMA&#10;AADaAAAADwAAAGRycy9kb3ducmV2LnhtbESPzWvCQBTE74X+D8sreKubSpUQs4oUCh56iYp4fGRf&#10;PjD7NmS3+fCvdwXB4zAzv2HS7Wga0VPnassKvuYRCOLc6ppLBafj72cMwnlkjY1lUjCRg+3m/S3F&#10;RNuBM+oPvhQBwi5BBZX3bSKlyysy6Oa2JQ5eYTuDPsiulLrDIcBNIxdRtJIGaw4LFbb0U1F+Pfwb&#10;BVF2i891m5lxubycvovjMBV/g1Kzj3G3BuFp9K/ws73XClbwuBJu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ePHsMAAADaAAAADwAAAAAAAAAAAAAAAACYAgAAZHJzL2Rv&#10;d25yZXYueG1sUEsFBgAAAAAEAAQA9QAAAIgDAAAAAA==&#10;" adj="-11796480,,5400" path="m,340v,-1,,-1,,-1l,250v,-1,,-1,,-1l,152,,116,,78,9,69,21,58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4xsEA&#10;AADaAAAADwAAAGRycy9kb3ducmV2LnhtbESPzarCMBSE9xd8h3AEd9dU8Y9qFBEVl2pduDw0x7bY&#10;nNQmavXpzYULLoeZ+YaZLRpTigfVrrCsoNeNQBCnVhecKTglm98JCOeRNZaWScGLHCzmrZ8Zxto+&#10;+UCPo89EgLCLUUHufRVL6dKcDLqurYiDd7G1QR9knUld4zPATSn7UTSSBgsOCzlWtMopvR7vRsFt&#10;PVjdynMybPYm2vavp+SN90SpTrtZTkF4avw3/N/eaQVj+LsSb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IeMbBAAAA2gAAAA8AAAAAAAAAAAAAAAAAmAIAAGRycy9kb3du&#10;cmV2LnhtbFBLBQYAAAAABAAEAPUAAACGAwAAAAA=&#10;" adj="-11796480,,5400" path="m,340v,-1,,-1,,-1l,250v,-1,,-1,,-1l,152,,116,,78,9,69,21,58,,340x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NZsAA&#10;AADaAAAADwAAAGRycy9kb3ducmV2LnhtbERPz2vCMBS+C/sfwht403QeRLqmooMNERF10/OzeTbF&#10;5qU0Uat/vTkIO358v7NpZ2txpdZXjhV8DBMQxIXTFZcK/n6/BxMQPiBrrB2Tgjt5mOZvvQxT7W68&#10;pesulCKGsE9RgQmhSaX0hSGLfuga4sidXGsxRNiWUrd4i+G2lqMkGUuLFccGgw19GSrOu4tVsP/R&#10;60eTHO+zzXy1dfIxdqvDUqn+ezf7BBGoC//il3uhFcSt8Uq8ATJ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K8NZsAAAADaAAAADwAAAAAAAAAAAAAAAACYAgAAZHJzL2Rvd25y&#10;ZXYueG1sUEsFBgAAAAAEAAQA9QAAAIUDAAAAAA==&#10;" adj="-11796480,,5400" path="m3009,2329v,-1,,-1,,-2l3214,2303v,,,,,-1l1652,2281r7,-5l1667,2270r6,-5l1680,2259r1329,7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uga8EA&#10;AADaAAAADwAAAGRycy9kb3ducmV2LnhtbESPQYvCMBSE74L/IbwFb5ruoqJdo0hhwYMHrf6AZ/Ns&#10;yjYvpUm1/nsjCB6HmfmGWW16W4sbtb5yrOB7koAgLpyuuFRwPv2NFyB8QNZYOyYFD/KwWQ8HK0y1&#10;u/ORbnkoRYSwT1GBCaFJpfSFIYt+4hri6F1dazFE2ZZSt3iPcFvLnySZS4sVxwWDDWWGiv+8swry&#10;3WJ6OXfHLpH72eE6rbKlsZlSo69++wsiUB8+4Xd7pxUs4XUl3gC5f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7oGvBAAAA2gAAAA8AAAAAAAAAAAAAAAAAmAIAAGRycy9kb3du&#10;cmV2LnhtbFBLBQYAAAAABAAEAPUAAACGAwAAAAA=&#10;" adj="-11796480,,5400" path="m3009,2329v,-1,,-1,,-2l3214,2303v,,,,,-1l1652,2281r7,-5l1667,2270r6,-5l1680,2259r1329,70x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LMQcQA&#10;AADbAAAADwAAAGRycy9kb3ducmV2LnhtbESPQWvCQBCF74L/YRnBm270ICW6ihUUKSJqbc9jdkxC&#10;s7Mhu9Xor+8chN5meG/e+2a2aF2lbtSE0rOB0TABRZx5W3Ju4Py5HryBChHZYuWZDDwowGLe7cww&#10;tf7OR7qdYq4khEOKBooY61TrkBXkMAx9TSza1TcOo6xNrm2Ddwl3lR4nyUQ7LFkaCqxpVVD2c/p1&#10;Br42dv+sk8tjeXjfHb1+Tvzu+8OYfq9dTkFFauO/+XW9tYIv9PKLDK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yzEHEAAAA2wAAAA8AAAAAAAAAAAAAAAAAmAIAAGRycy9k&#10;b3ducmV2LnhtbFBLBQYAAAAABAAEAPUAAACJAwAAAAA=&#10;" adj="-11796480,,5400" path="m469,2330v,,,-1,,-1l264,2304v,,,,,-1l88,2281r-7,-5l73,2271r-6,-6l60,2259r409,7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aUMIA&#10;AADbAAAADwAAAGRycy9kb3ducmV2LnhtbERPzWqDQBC+F/oOywR6a1aDLcZkI0UI5NBDY/MAU3fi&#10;StxZcddo375bKPQ2H9/v7MvF9uJOo+8cK0jXCQjixumOWwWXz+NzDsIHZI29Y1LwTR7Kw+PDHgvt&#10;Zj7TvQ6tiCHsC1RgQhgKKX1jyKJfu4E4clc3WgwRjq3UI84x3PZykySv0mLHscHgQJWh5lZPVkF9&#10;yrOvy3SeEvn+8nHNumprbKXU02p524EItIR/8Z/7pOP8FH5/iQfIw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5pQwgAAANsAAAAPAAAAAAAAAAAAAAAAAJgCAABkcnMvZG93&#10;bnJldi54bWxQSwUGAAAAAAQABAD1AAAAhwMAAAAA&#10;" adj="-11796480,,5400" path="m469,2330v,,,-1,,-1l264,2304v,,,,,-1l88,2281r-7,-5l73,2271r-6,-6l60,2259r409,71x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fMsEA&#10;AADbAAAADwAAAGRycy9kb3ducmV2LnhtbERPTYvCMBC9C/6HMMJeiqZ6ELcaRVYKq7CCXfE8NGNb&#10;bCbdJmr992ZB8DaP9zmLVWdqcaPWVZYVjEcxCOLc6ooLBcffdDgD4TyyxtoyKXiQg9Wy31tgou2d&#10;D3TLfCFCCLsEFZTeN4mULi/JoBvZhjhwZ9sa9AG2hdQt3kO4qeUkjqfSYMWhocSGvkrKL9nVKNhH&#10;0cb+/USn4+6wfZw/L+kmpVSpj0G3noPw1Pm3+OX+1mH+BP5/CQ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NnzLBAAAA2wAAAA8AAAAAAAAAAAAAAAAAmAIAAGRycy9kb3du&#10;cmV2LnhtbFBLBQYAAAAABAAEAPUAAACGAwAAAAA=&#10;" adj="-11796480,,5400" path="m1706,939v,,,,,l1724,766v,,,,,l871,579r1,-63l872,453r-1,-32l869,390r837,549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ES1cIA&#10;AADbAAAADwAAAGRycy9kb3ducmV2LnhtbERPS2vCQBC+F/wPywheitnUQgnRVUQRWih9RA8eh+yY&#10;BLOzIbt5/ftuodDbfHzP2exGU4ueWldZVvAUxSCIc6srLhRczqdlAsJ5ZI21ZVIwkYPddvawwVTb&#10;gb+pz3whQgi7FBWU3jeplC4vyaCLbEMcuJttDfoA20LqFocQbmq5iuMXabDi0FBiQ4eS8nvWGQVd&#10;/aXx+HEadPP59j7R45Rcs0qpxXzcr0F4Gv2/+M/9qsP8Z/j9JRw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ARLVwgAAANsAAAAPAAAAAAAAAAAAAAAAAJgCAABkcnMvZG93&#10;bnJldi54bWxQSwUGAAAAAAQABAD1AAAAhwMAAAAA&#10;" adj="-11796480,,5400" path="m1706,939v,,,,,l1724,766v,,,,,l871,579r1,-63l872,453r-1,-32l869,390r837,549x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RtpMEA&#10;AADbAAAADwAAAGRycy9kb3ducmV2LnhtbERPTWvCQBC9F/oflhG81U2KNJq6SikoXnowLdjjkB2T&#10;YHY27K5J/PeuIHibx/uc1WY0rejJ+caygnSWgCAurW64UvD3u31bgPABWWNrmRRcycNm/fqywlzb&#10;gQ/UF6ESMYR9jgrqELpcSl/WZNDPbEccuZN1BkOErpLa4RDDTSvfk+RDGmw4NtTY0XdN5bm4GAWL&#10;cE6cS/elzPrs+LNz/8flcq7UdDJ+fYIINIan+OHe6zh/D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0baTBAAAA2wAAAA8AAAAAAAAAAAAAAAAAmAIAAGRycy9kb3du&#10;cmV2LnhtbFBLBQYAAAAABAAEAPUAAACGAwAAAAA=&#10;" adj="-11796480,,5400" path="m35,939v,,,,,l18,766v,,,,,l1,579,,516,,453,1,422,3,391,35,939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EaMIA&#10;AADbAAAADwAAAGRycy9kb3ducmV2LnhtbERP32vCMBB+H/g/hBN8GTNxsKmdUUQQZBSGdQ8+Hs2t&#10;KTaX0mS2219vhMHe7uP7eavN4BpxpS7UnjXMpgoEcelNzZWGz9P+aQEiRGSDjWfS8EMBNuvRwwoz&#10;43s+0rWIlUghHDLUYGNsMylDaclhmPqWOHFfvnMYE+wqaTrsU7hr5LNSr9JhzanBYks7S+Wl+HYa&#10;8vz8MV8W+9yrvPrt7eNC+feg9WQ8bN9ARBriv/jPfTBp/gvcf0kHyP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ARowgAAANsAAAAPAAAAAAAAAAAAAAAAAJgCAABkcnMvZG93&#10;bnJldi54bWxQSwUGAAAAAAQABAD1AAAAhwMAAAAA&#10;" adj="-11796480,,5400" path="m35,939v,,,,,l18,766v,,,,,l1,579,,516,,453,1,422,3,391,35,939x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2VcEA&#10;AADbAAAADwAAAGRycy9kb3ducmV2LnhtbERPS4vCMBC+L+x/CLPgbU1XRdZqlFVQxJsPWI9DM7bV&#10;ZhKaqNVfbwTB23x8zxlNGlOJC9W+tKzgp52AIM6sLjlXsNvOv39B+ICssbJMCm7kYTL+/Bhhqu2V&#10;13TZhFzEEPYpKihCcKmUPivIoG9bRxy5g60NhgjrXOoarzHcVLKTJH1psOTYUKCjWUHZaXM2Cgar&#10;RXe36C3dvjvf/t+qo7snU6dU66v5G4II1IS3+OVe6ji/D89f4gFy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s9lXBAAAA2wAAAA8AAAAAAAAAAAAAAAAAmAIAAGRycy9kb3du&#10;cmV2LnhtbFBLBQYAAAAABAAEAPUAAACGAwAAAAA=&#10;" adj="-11796480,,5400" path="m1813,2823v,-1,,-2,,-2l1626,2731v,-1,,-1,,-2l738,2654r-30,-24l678,2608r-30,-21l619,2568r1194,255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r6F78A&#10;AADbAAAADwAAAGRycy9kb3ducmV2LnhtbERPy6rCMBDdC/5DGMGdpip4tRpFBUFBF77A5dCMbbGZ&#10;lCZq/XsjXHA3h/Oc6bw2hXhS5XLLCnrdCARxYnXOqYLzad0ZgXAeWWNhmRS8ycF81mxMMdb2xQd6&#10;Hn0qQgi7GBVk3pexlC7JyKDr2pI4cDdbGfQBVqnUFb5CuClkP4qG0mDOoSHDklYZJffjwyjY7a+D&#10;7ZLPxcGscJzuo0uyfPSUarfqxQSEp9r/xP/ujQ7z/+D7SzhAzj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OSvoXvwAAANsAAAAPAAAAAAAAAAAAAAAAAJgCAABkcnMvZG93bnJl&#10;di54bWxQSwUGAAAAAAQABAD1AAAAhAMAAAAA&#10;" adj="-11796480,,5400" path="m1813,2823v,-1,,-2,,-2l1626,2731v,-1,,-1,,-2l738,2654r-30,-24l678,2608r-30,-21l619,2568r1194,255x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XMIA&#10;AADbAAAADwAAAGRycy9kb3ducmV2LnhtbESPQUsDMRCF70L/Q5iCN5tUQWVtWkqhoF7EbQ8eh82Y&#10;hG4mSxLb6K83B8HbDO/Ne9+sNjWM4kwp+8galgsFgniIxrPVcDzsbx5B5IJscIxMGr4pw2Y9u1ph&#10;Z+KF3+ncFytaCOcONbhSpk7KPDgKmBdxIm7aZ0wBS1uTlSbhpYWHUd4qdS8Dem4NDifaORpO/VfQ&#10;8NG/2XT38nqoP9XbB3fySqHX+npet08gCtXyb/67fjYNv8G2X9oA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+9BcwgAAANsAAAAPAAAAAAAAAAAAAAAAAJgCAABkcnMvZG93&#10;bnJldi54bWxQSwUGAAAAAAQABAD1AAAAhwMAAAAA&#10;" adj="-11796480,,5400" path="m2021,5669v,-3,,-6,,-9l2128,5630v,-3,,-6,,-9l1084,5612r6,-8l1097,5596r5,-10l1109,5575r912,94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lSscAA&#10;AADbAAAADwAAAGRycy9kb3ducmV2LnhtbERPS4vCMBC+C/sfwix4EU1XpK7VKCIoXn0c9jg0Y1tM&#10;Jt0m1rq/fiMI3ubje85i1VkjWmp85VjB1ygBQZw7XXGh4HzaDr9B+ICs0TgmBQ/ysFp+9BaYaXfn&#10;A7XHUIgYwj5DBWUIdSalz0uy6EeuJo7cxTUWQ4RNIXWD9xhujRwnSSotVhwbSqxpU1J+Pd6sgpBO&#10;ze/kbHbpzLT5Y/D3s57QXqn+Z7eegwjUhbf45d7rOH8Gz1/iAXL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tlSscAAAADbAAAADwAAAAAAAAAAAAAAAACYAgAAZHJzL2Rvd25y&#10;ZXYueG1sUEsFBgAAAAAEAAQA9QAAAIUDAAAAAA==&#10;" adj="-11796480,,5400" path="m2021,5669v,-3,,-6,,-9l2128,5630v,-3,,-6,,-9l1084,5612r6,-8l1097,5596r5,-10l1109,5575r912,94x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zi8AA&#10;AADbAAAADwAAAGRycy9kb3ducmV2LnhtbERPzWrCQBC+F/oOyxR6qxtFVKKrqFCQHop/DzBkx2ww&#10;Oxuy0yTt03cPgseP73+1GXytOmpjFdjAeJSBIi6Crbg0cL18fixARUG2WAcmA78UYbN+fVlhbkPP&#10;J+rOUqoUwjFHA06kybWOhSOPcRQa4sTdQutREmxLbVvsU7iv9STLZtpjxanBYUN7R8X9/OMNzKtv&#10;Obnj1H318152/m/a1duDMe9vw3YJSmiQp/jhPlgDk7Q+fUk/QK/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jlzi8AAAADbAAAADwAAAAAAAAAAAAAAAACYAgAAZHJzL2Rvd25y&#10;ZXYueG1sUEsFBgAAAAAEAAQA9QAAAIUDAAAAAA==&#10;" adj="-11796480,,5400" path="m297,5669v,-2,,-5,,-8l189,5630v,-2,,-5,,-8l76,5611r-6,-8l63,5595r-6,-10l51,5574r246,95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xUy8UA&#10;AADbAAAADwAAAGRycy9kb3ducmV2LnhtbESPQWsCMRSE74L/ITyhN82qoLI1SlGUgiLWFkpvj83r&#10;ZunmZUnSddtf3whCj8PMfMMs152tRUs+VI4VjEcZCOLC6YpLBW+vu+ECRIjIGmvHpOCHAqxX/d4S&#10;c+2u/ELtJZYiQTjkqMDE2ORShsKQxTByDXHyPp23GJP0pdQerwluaznJspm0WHFaMNjQxlDxdfm2&#10;ChbHzbGV0/PpsP993/pg5t3H7KDUw6B7egQRqYv/4Xv7WSuYjOH2Jf0A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zFTLxQAAANsAAAAPAAAAAAAAAAAAAAAAAJgCAABkcnMv&#10;ZG93bnJldi54bWxQSwUGAAAAAAQABAD1AAAAigMAAAAA&#10;" adj="-11796480,,5400" path="m297,5669v,-2,,-5,,-8l189,5630v,-2,,-5,,-8l76,5611r-6,-8l63,5595r-6,-10l51,5574r246,95x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Ixj8QA&#10;AADbAAAADwAAAGRycy9kb3ducmV2LnhtbESPQWsCMRSE74L/ITyhN812tVJWs4sIQuulra33x+a5&#10;WZq8LJuoW399Uyh4HGbmG2ZdDc6KC/Wh9azgcZaBIK69brlR8PW5mz6DCBFZo/VMCn4oQFWOR2ss&#10;tL/yB10OsREJwqFABSbGrpAy1IYchpnviJN38r3DmGTfSN3jNcGdlXmWLaXDltOCwY62hurvw9kp&#10;eMsX9rY38+G43Nr3sNFP8rh/VephMmxWICIN8R7+b79oBfkc/r6kH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SMY/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r/ScIA&#10;AADbAAAADwAAAGRycy9kb3ducmV2LnhtbESP3YrCMBSE7wXfIRzBO00tKtI1yqooonjhzwMcmrNt&#10;2eakNlHr2xtB8HKYmW+Y6bwxpbhT7QrLCgb9CARxanXBmYLLed2bgHAeWWNpmRQ8ycF81m5NMdH2&#10;wUe6n3wmAoRdggpy76tESpfmZND1bUUcvD9bG/RB1pnUNT4C3JQyjqKxNFhwWMixomVO6f/pZhRc&#10;d4d0tRvtN6gnA51tzSJuioVS3U7z+wPCU+O/4U97qxXEQ3h/CT9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qv9JwgAAANsAAAAPAAAAAAAAAAAAAAAAAJgCAABkcnMvZG93&#10;bnJldi54bWxQSwUGAAAAAAQABAD1AAAAhwMAAAAA&#10;" adj="-11796480,,5400" path="m3491,1726v,-1,,-1,,-1l3329,1698v,,,-1,,-1l1586,1654r-33,-16l1522,1621r-32,-18l1459,1584r2032,142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MYMMA&#10;AADbAAAADwAAAGRycy9kb3ducmV2LnhtbESPT2sCMRTE74LfITyhN812/YOsRhGhYL3UWr0/Ns/N&#10;0uRl2aS67ac3BcHjMDO/YZbrzllxpTbUnhW8jjIQxKXXNVcKTl9vwzmIEJE1Ws+k4JcCrFf93hIL&#10;7W/8SddjrESCcChQgYmxKaQMpSGHYeQb4uRdfOswJtlWUrd4S3BnZZ5lM+mw5rRgsKGtofL7+OMU&#10;fOQT+7c34+4829pD2OipPO/flXoZdJsFiEhdfIYf7Z1WkE/h/0v6A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cMYMMAAADbAAAADwAAAAAAAAAAAAAAAACYAgAAZHJzL2Rv&#10;d25yZXYueG1sUEsFBgAAAAAEAAQA9QAAAIg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WSF8QA&#10;AADbAAAADwAAAGRycy9kb3ducmV2LnhtbESPQWsCMRSE74X+h/AEbzXrahdZjSJCofVi3db7Y/O6&#10;WZq8LJtUt/56Uyh4HGbmG2a1GZwVZ+pD61nBdJKBIK69brlR8Pnx8rQAESKyRuuZFPxSgM368WGF&#10;pfYXPtK5io1IEA4lKjAxdqWUoTbkMEx8R5y8L987jEn2jdQ9XhLcWZlnWSEdtpwWDHa0M1R/Vz9O&#10;wSGf2+vezIZTsbPvYauf5Wn/ptR4NGyXICIN8R7+b79qBXkBf1/SD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lkhf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WgcsYA&#10;AADbAAAADwAAAGRycy9kb3ducmV2LnhtbESPW2sCMRSE3wv9D+EUfKvZSvGyNYpIC74o3ij07bA5&#10;3SzdnKSbuK7++qYg+DjMzDfMdN7ZWrTUhMqxgpd+BoK4cLriUsHx8PE8BhEissbaMSm4UID57PFh&#10;irl2Z95Ru4+lSBAOOSowMfpcylAYshj6zhMn79s1FmOSTSl1g+cEt7UcZNlQWqw4LRj0tDRU/OxP&#10;VsHualxYbTe/X+3aHz7Hk/dXfzoq1XvqFm8gInXxHr61V1rBYAT/X9IP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cWgcsYAAADbAAAADwAAAAAAAAAAAAAAAACYAgAAZHJz&#10;L2Rvd25yZXYueG1sUEsFBgAAAAAEAAQA9QAAAIsDAAAAAA==&#10;" adj="-11796480,,5400" path="m2687,9v,,,,,l2675,63v,,,,,l1327,164r-6,32l1314,230r-8,33l1299,295,2687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j/sEA&#10;AADbAAAADwAAAGRycy9kb3ducmV2LnhtbERPyWrDMBC9F/oPYgq5NXKdheJGNiFQSHPJ0uY+WFPL&#10;VBoZS0ncfH10COT4ePuiGpwVZ+pD61nB2zgDQVx73XKj4Of78/UdRIjIGq1nUvBPAary+WmBhfYX&#10;3tP5EBuRQjgUqMDE2BVShtqQwzD2HXHifn3vMCbYN1L3eEnhzso8y+bSYcupwWBHK0P13+HkFGzz&#10;qb1uzGQ4zld2F5Z6Jo+bL6VGL8PyA0SkIT7Ed/daK8jT2PQl/QBZ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12o/7BAAAA2wAAAA8AAAAAAAAAAAAAAAAAmAIAAGRycy9kb3du&#10;cmV2LnhtbFBLBQYAAAAABAAEAPUAAACG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JcAA&#10;AADbAAAADwAAAGRycy9kb3ducmV2LnhtbERPy4rCMBTdD/gP4QruxtTHiFSjiCCom5lxdH9prk0x&#10;uSlN1OrXTxaCy8N5z5ets+JGTag8Kxj0MxDEhdcVlwqOf5vPKYgQkTVaz6TgQQGWi87HHHPt7/xL&#10;t0MsRQrhkKMCE2OdSxkKQw5D39fEiTv7xmFMsCmlbvCewp2VwyybSIcVpwaDNa0NFZfD1Sn4Ho7t&#10;c29G7Wmytj9hpb/kab9TqtdtVzMQkdr4Fr/cW61glNanL+kH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k5JcAAAADbAAAADwAAAAAAAAAAAAAAAACYAgAAZHJzL2Rvd25y&#10;ZXYueG1sUEsFBgAAAAAEAAQA9QAAAIUDAAAAAA=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20000,200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WcvsQA&#10;AADbAAAADwAAAGRycy9kb3ducmV2LnhtbESPT2sCMRTE7wW/Q3hCbzWrtiLrZkUEoXpp65/7Y/Pc&#10;LCYvyybq2k/fFAo9DjPzG6ZY9s6KG3Wh8axgPMpAEFdeN1wrOB42L3MQISJrtJ5JwYMCLMvBU4G5&#10;9nf+ots+1iJBOOSowMTY5lKGypDDMPItcfLOvnMYk+xqqTu8J7izcpJlM+mw4bRgsKW1oeqyvzoF&#10;H5NX+70z0/40W9vPsNJv8rTbKvU87FcLEJH6+B/+a79rBdMx/H5JP0C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nL7EAAAA2wAAAA8AAAAAAAAAAAAAAAAAmAIAAGRycy9k&#10;b3ducmV2LnhtbFBLBQYAAAAABAAEAPUAAACJAwAAAAA=&#10;" adj="-11796480,,5400" path="al10800,10800@8@8@4@6,10800,10800,10800,10800@9@7l@30@31@17@18@24@25@15@16@32@33xe" fillcolor="black" stroked="f">
                  <v:stroke joinstyle="round"/>
                  <v:formulas/>
                  <v:path arrowok="t" o:connecttype="custom" o:connectlocs="2,41;4,41;4,0;0,0;0,41;2,41" o:connectangles="0,0,0,0,0,0" textboxrect="@1,@1,@1,@1"/>
                  <v:textbox>
                    <w:txbxContent>
                      <w:p w:rsidR="00475A16" w:rsidRDefault="00475A16" w:rsidP="00475A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75A16" w:rsidRPr="00B87983" w:rsidRDefault="00475A16" w:rsidP="00475A16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lang w:val="ru-RU"/>
        </w:rPr>
      </w:pPr>
      <w:proofErr w:type="gramStart"/>
      <w:r w:rsidRPr="00B87983">
        <w:rPr>
          <w:rFonts w:ascii="Times New Roman" w:eastAsia="Times New Roman" w:hAnsi="Times New Roman"/>
          <w:b/>
          <w:lang w:val="ru-RU"/>
        </w:rPr>
        <w:t>Р</w:t>
      </w:r>
      <w:proofErr w:type="gramEnd"/>
      <w:r w:rsidRPr="00B87983">
        <w:rPr>
          <w:rFonts w:ascii="Times New Roman" w:eastAsia="Times New Roman" w:hAnsi="Times New Roman"/>
          <w:b/>
          <w:lang w:val="ru-RU"/>
        </w:rPr>
        <w:t>ІШЕННЯ</w:t>
      </w:r>
    </w:p>
    <w:p w:rsidR="00475A16" w:rsidRPr="00B87983" w:rsidRDefault="00475A16" w:rsidP="00475A16">
      <w:pPr>
        <w:spacing w:after="0" w:line="240" w:lineRule="auto"/>
        <w:jc w:val="center"/>
        <w:rPr>
          <w:rFonts w:ascii="Times New Roman" w:eastAsia="Times New Roman" w:hAnsi="Times New Roman"/>
          <w:lang w:val="ru-RU"/>
        </w:rPr>
      </w:pPr>
      <w:r w:rsidRPr="00B87983">
        <w:rPr>
          <w:rFonts w:ascii="Times New Roman" w:eastAsia="Times New Roman" w:hAnsi="Times New Roman"/>
          <w:lang w:val="ru-RU"/>
        </w:rPr>
        <w:t xml:space="preserve">  ___ </w:t>
      </w:r>
      <w:r w:rsidRPr="00B87983">
        <w:rPr>
          <w:rFonts w:ascii="Times New Roman" w:eastAsia="Times New Roman" w:hAnsi="Times New Roman"/>
          <w:color w:val="FF0000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сесії</w:t>
      </w:r>
      <w:proofErr w:type="spellEnd"/>
      <w:r w:rsidRPr="00B8798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сільської</w:t>
      </w:r>
      <w:proofErr w:type="spellEnd"/>
      <w:r w:rsidRPr="00B87983">
        <w:rPr>
          <w:rFonts w:ascii="Times New Roman" w:eastAsia="Times New Roman" w:hAnsi="Times New Roman"/>
          <w:lang w:val="ru-RU"/>
        </w:rPr>
        <w:t xml:space="preserve"> ради   </w:t>
      </w:r>
      <w:r w:rsidRPr="00B87983">
        <w:rPr>
          <w:rFonts w:ascii="Times New Roman" w:eastAsia="Times New Roman" w:hAnsi="Times New Roman"/>
          <w:lang w:val="en-US"/>
        </w:rPr>
        <w:t>VI</w:t>
      </w:r>
      <w:r w:rsidRPr="00B87983">
        <w:rPr>
          <w:rFonts w:ascii="Times New Roman" w:eastAsia="Times New Roman" w:hAnsi="Times New Roman"/>
        </w:rPr>
        <w:t>І</w:t>
      </w:r>
      <w:r w:rsidRPr="00B87983">
        <w:rPr>
          <w:rFonts w:ascii="Times New Roman" w:eastAsia="Times New Roman" w:hAnsi="Times New Roman"/>
          <w:lang w:val="en-US"/>
        </w:rPr>
        <w:t>I</w:t>
      </w:r>
      <w:r w:rsidRPr="00B87983">
        <w:rPr>
          <w:rFonts w:ascii="Times New Roman" w:eastAsia="Times New Roman" w:hAnsi="Times New Roman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lang w:val="ru-RU"/>
        </w:rPr>
        <w:t>скликання</w:t>
      </w:r>
      <w:proofErr w:type="spellEnd"/>
    </w:p>
    <w:p w:rsidR="00475A16" w:rsidRPr="00B87983" w:rsidRDefault="00475A16" w:rsidP="00475A16">
      <w:pPr>
        <w:spacing w:after="0" w:line="240" w:lineRule="auto"/>
        <w:rPr>
          <w:rFonts w:ascii="Times New Roman" w:eastAsia="Times New Roman" w:hAnsi="Times New Roman"/>
          <w:lang w:val="ru-RU"/>
        </w:rPr>
      </w:pP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        __.11.2020р.                              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Крупець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                                              №___  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  <w:lang w:val="ru-RU"/>
        </w:rPr>
      </w:pPr>
    </w:p>
    <w:p w:rsidR="00475A16" w:rsidRPr="00B87983" w:rsidRDefault="00475A16" w:rsidP="00475A16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  <w:lang w:val="ru-RU"/>
        </w:rPr>
      </w:pPr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Про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надання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дозволу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розробку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проекту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із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землеустрою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щодо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відведення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земельної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ділянки</w:t>
      </w:r>
      <w:proofErr w:type="spellEnd"/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b/>
          <w:sz w:val="24"/>
          <w:lang w:val="ru-RU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  <w:lang w:val="ru-RU"/>
        </w:rPr>
        <w:t>Сюсько</w:t>
      </w:r>
      <w:proofErr w:type="spellEnd"/>
      <w:r w:rsidRPr="00B87983">
        <w:rPr>
          <w:rFonts w:ascii="Times New Roman" w:eastAsia="Times New Roman" w:hAnsi="Times New Roman"/>
          <w:b/>
          <w:sz w:val="24"/>
          <w:lang w:val="ru-RU"/>
        </w:rPr>
        <w:t xml:space="preserve"> Т.Г.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sz w:val="24"/>
          <w:lang w:val="ru-RU"/>
        </w:rPr>
      </w:pP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Відповідно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до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пункту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 xml:space="preserve"> 34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частини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1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26, 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42 Закону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місцеве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самоврядування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», статей 12,  118 та 121 Земельного кодексу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, Закону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землеустрій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»,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розглянувши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заяву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сільська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рада 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outlineLvl w:val="0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>ВИРІШИЛА: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</w:pPr>
      <w:r w:rsidRPr="00B87983">
        <w:rPr>
          <w:rFonts w:ascii="Times New Roman" w:eastAsia="Times New Roman" w:hAnsi="Times New Roman"/>
          <w:sz w:val="24"/>
          <w:lang w:val="ru-RU"/>
        </w:rPr>
        <w:t xml:space="preserve">        1.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Надати</w:t>
      </w:r>
      <w:proofErr w:type="spellEnd"/>
      <w:r w:rsidRPr="00B87983">
        <w:rPr>
          <w:rFonts w:ascii="Times New Roman" w:eastAsia="Times New Roman" w:hAnsi="Times New Roman"/>
          <w:color w:val="FF0000"/>
          <w:sz w:val="24"/>
          <w:lang w:val="ru-RU"/>
        </w:rPr>
        <w:t xml:space="preserve">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Тетяні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Григорівні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,  </w:t>
      </w:r>
      <w:r w:rsidRPr="00B87983">
        <w:rPr>
          <w:rFonts w:ascii="Times New Roman" w:eastAsia="Times New Roman" w:hAnsi="Times New Roman"/>
          <w:sz w:val="24"/>
        </w:rPr>
        <w:t xml:space="preserve">яка зареєстрована за адресою: </w:t>
      </w:r>
      <w:r w:rsidR="0083186E">
        <w:rPr>
          <w:rFonts w:ascii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B87983">
        <w:rPr>
          <w:rFonts w:ascii="Times New Roman" w:hAnsi="Times New Roman"/>
          <w:sz w:val="24"/>
        </w:rPr>
        <w:t>,</w:t>
      </w:r>
      <w:r w:rsidRPr="00B87983">
        <w:rPr>
          <w:rFonts w:ascii="Times New Roman" w:eastAsia="Times New Roman" w:hAnsi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0,2000 га, </w:t>
      </w:r>
      <w:r w:rsidRPr="00B87983">
        <w:rPr>
          <w:rFonts w:ascii="Times New Roman" w:eastAsia="Times New Roman" w:hAnsi="Times New Roman"/>
          <w:sz w:val="24"/>
        </w:rPr>
        <w:t>для ведення особистого селянського господарства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, яка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розташована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</w:t>
      </w:r>
      <w:proofErr w:type="gramStart"/>
      <w:r w:rsidRPr="00B87983">
        <w:rPr>
          <w:rFonts w:ascii="Times New Roman" w:eastAsia="Times New Roman" w:hAnsi="Times New Roman"/>
          <w:sz w:val="24"/>
          <w:lang w:val="ru-RU"/>
        </w:rPr>
        <w:t>.К</w:t>
      </w:r>
      <w:proofErr w:type="gramEnd"/>
      <w:r w:rsidRPr="00B87983">
        <w:rPr>
          <w:rFonts w:ascii="Times New Roman" w:eastAsia="Times New Roman" w:hAnsi="Times New Roman"/>
          <w:sz w:val="24"/>
          <w:lang w:val="ru-RU"/>
        </w:rPr>
        <w:t>омарівка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по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вул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.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Лісова</w:t>
      </w:r>
      <w:proofErr w:type="spellEnd"/>
      <w:r w:rsidRPr="00B87983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  <w:lang w:eastAsia="uk-UA"/>
        </w:rPr>
        <w:t>.</w:t>
      </w: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  <w:lang w:val="ru-RU"/>
        </w:rPr>
      </w:pPr>
      <w:r w:rsidRPr="00B87983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  <w:lang w:eastAsia="uk-UA"/>
        </w:rPr>
        <w:t xml:space="preserve">   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   2</w:t>
      </w:r>
      <w:r w:rsidRPr="00B87983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</w:t>
      </w:r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розробити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проект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землеустрою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щодо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відведення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земельної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передачі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її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та подати на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розгляд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сесії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  <w:lang w:val="ru-RU"/>
        </w:rPr>
        <w:t>сільської</w:t>
      </w:r>
      <w:proofErr w:type="spellEnd"/>
      <w:r w:rsidRPr="00B87983">
        <w:rPr>
          <w:rFonts w:ascii="Times New Roman" w:eastAsia="Times New Roman" w:hAnsi="Times New Roman"/>
          <w:sz w:val="24"/>
          <w:lang w:val="ru-RU"/>
        </w:rPr>
        <w:t xml:space="preserve"> ради.</w:t>
      </w:r>
    </w:p>
    <w:p w:rsidR="00475A16" w:rsidRPr="00B87983" w:rsidRDefault="00475A16" w:rsidP="00475A1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B879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5A16" w:rsidRPr="00B87983" w:rsidRDefault="00475A16" w:rsidP="00475A1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75A16" w:rsidRPr="00B87983" w:rsidRDefault="00475A16" w:rsidP="00475A16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475A16" w:rsidRPr="00B87983" w:rsidRDefault="00475A16" w:rsidP="00475A16">
      <w:pPr>
        <w:rPr>
          <w:rFonts w:ascii="Times New Roman" w:hAnsi="Times New Roman"/>
          <w:sz w:val="24"/>
          <w:lang w:val="ru-RU"/>
        </w:rPr>
      </w:pPr>
    </w:p>
    <w:p w:rsidR="00475A16" w:rsidRDefault="00475A16" w:rsidP="00475A1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A04C16" w:rsidRDefault="00A04C16"/>
    <w:sectPr w:rsidR="00A04C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A16"/>
    <w:rsid w:val="00171A2E"/>
    <w:rsid w:val="00304C90"/>
    <w:rsid w:val="00475A16"/>
    <w:rsid w:val="00505B6D"/>
    <w:rsid w:val="006D3977"/>
    <w:rsid w:val="007D6C18"/>
    <w:rsid w:val="0083186E"/>
    <w:rsid w:val="00A04C1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1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1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Microsoft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2020-11-17T16:23:00Z</dcterms:created>
  <dcterms:modified xsi:type="dcterms:W3CDTF">2020-11-18T07:06:00Z</dcterms:modified>
</cp:coreProperties>
</file>