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916" w:rsidRPr="00DE6ED3" w:rsidRDefault="008F4916" w:rsidP="008F4916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DE6ED3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8F4916" w:rsidRPr="00DE6ED3" w:rsidRDefault="008F4916" w:rsidP="008F4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8F4916" w:rsidRPr="00DE6ED3" w:rsidRDefault="008F4916" w:rsidP="008F49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4916" w:rsidRDefault="008F4916" w:rsidP="008F4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4916" w:rsidRDefault="008F4916" w:rsidP="008F4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4916" w:rsidRDefault="008F4916" w:rsidP="008F4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4916" w:rsidRDefault="008F4916" w:rsidP="008F4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4916" w:rsidRDefault="008F4916" w:rsidP="008F4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4916" w:rsidRDefault="008F4916" w:rsidP="008F4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4916" w:rsidRDefault="008F4916" w:rsidP="008F4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4916" w:rsidRDefault="008F4916" w:rsidP="008F4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4916" w:rsidRDefault="008F4916" w:rsidP="008F4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4916" w:rsidRDefault="008F4916" w:rsidP="008F4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4916" w:rsidRDefault="008F4916" w:rsidP="008F4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4916" w:rsidRDefault="008F4916" w:rsidP="008F4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4916" w:rsidRDefault="008F4916" w:rsidP="008F4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4916" w:rsidRDefault="008F4916" w:rsidP="008F4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4916" w:rsidRDefault="008F4916" w:rsidP="008F4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4916" w:rsidRDefault="008F4916" w:rsidP="008F4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4916" w:rsidRDefault="008F4916" w:rsidP="008F4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4916" w:rsidRDefault="008F4916" w:rsidP="008F4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4916" w:rsidRDefault="008F4916" w:rsidP="008F4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4916" w:rsidRDefault="008F4916" w:rsidP="008F4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4916" w:rsidRDefault="008F4916" w:rsidP="008F4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4916" w:rsidRDefault="008F4916" w:rsidP="008F4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4916" w:rsidRDefault="008F4916" w:rsidP="008F4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4916" w:rsidRDefault="008F4916" w:rsidP="008F4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4916" w:rsidRDefault="008F4916" w:rsidP="008F4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4916" w:rsidRDefault="008F4916" w:rsidP="008F4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4916" w:rsidRDefault="008F4916" w:rsidP="008F4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4916" w:rsidRDefault="008F4916" w:rsidP="008F4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4916" w:rsidRDefault="008F4916" w:rsidP="008F4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4916" w:rsidRDefault="008F4916" w:rsidP="008F49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RQ8rIMF2AAD/WAQADgAAAAAAAAAAAAAAAAAuAgAAZHJzL2Uyb0RvYy54bWxQSwECLQAUAAYA&#10;CAAAACEAsh1Mm+AAAAAKAQAADwAAAAAAAAAAAAAAAAAbeQAAZHJzL2Rvd25yZXYueG1sUEsFBgAA&#10;AAAEAAQA8wAAACh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F4916" w:rsidRDefault="008F4916" w:rsidP="008F4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F4916" w:rsidRDefault="008F4916" w:rsidP="008F4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F4916" w:rsidRDefault="008F4916" w:rsidP="008F4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F4916" w:rsidRDefault="008F4916" w:rsidP="008F4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F4916" w:rsidRDefault="008F4916" w:rsidP="008F4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F4916" w:rsidRDefault="008F4916" w:rsidP="008F4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F4916" w:rsidRDefault="008F4916" w:rsidP="008F4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F4916" w:rsidRDefault="008F4916" w:rsidP="008F4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F4916" w:rsidRDefault="008F4916" w:rsidP="008F4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F4916" w:rsidRDefault="008F4916" w:rsidP="008F4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F4916" w:rsidRDefault="008F4916" w:rsidP="008F4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F4916" w:rsidRDefault="008F4916" w:rsidP="008F4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F4916" w:rsidRDefault="008F4916" w:rsidP="008F4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F4916" w:rsidRDefault="008F4916" w:rsidP="008F4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F4916" w:rsidRDefault="008F4916" w:rsidP="008F4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F4916" w:rsidRDefault="008F4916" w:rsidP="008F4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F4916" w:rsidRDefault="008F4916" w:rsidP="008F4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F4916" w:rsidRDefault="008F4916" w:rsidP="008F4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F4916" w:rsidRDefault="008F4916" w:rsidP="008F4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F4916" w:rsidRDefault="008F4916" w:rsidP="008F4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8F4916" w:rsidRDefault="008F4916" w:rsidP="008F4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F4916" w:rsidRDefault="008F4916" w:rsidP="008F4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F4916" w:rsidRDefault="008F4916" w:rsidP="008F4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F4916" w:rsidRDefault="008F4916" w:rsidP="008F4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F4916" w:rsidRDefault="008F4916" w:rsidP="008F4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F4916" w:rsidRDefault="008F4916" w:rsidP="008F4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F4916" w:rsidRDefault="008F4916" w:rsidP="008F4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8F4916" w:rsidRDefault="008F4916" w:rsidP="008F4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F4916" w:rsidRDefault="008F4916" w:rsidP="008F4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F4916" w:rsidRDefault="008F4916" w:rsidP="008F49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F4916" w:rsidRPr="00DE6ED3" w:rsidRDefault="008F4916" w:rsidP="008F49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8F4916" w:rsidRPr="00DE6ED3" w:rsidRDefault="008F4916" w:rsidP="008F491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8F4916" w:rsidRPr="00DE6ED3" w:rsidRDefault="008F4916" w:rsidP="008F49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8F4916" w:rsidRPr="00DE6ED3" w:rsidRDefault="008F4916" w:rsidP="008F49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  <w:t>УКРАЇНА</w:t>
      </w:r>
    </w:p>
    <w:p w:rsidR="008F4916" w:rsidRPr="00DE6ED3" w:rsidRDefault="008F4916" w:rsidP="008F491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8F4916" w:rsidRPr="00DE6ED3" w:rsidRDefault="008F4916" w:rsidP="008F49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8F4916" w:rsidRPr="00DE6ED3" w:rsidRDefault="008F4916" w:rsidP="008F49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8F4916" w:rsidRPr="00DE6ED3" w:rsidRDefault="008F4916" w:rsidP="008F49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8F4916" w:rsidRPr="00DE6ED3" w:rsidRDefault="008F4916" w:rsidP="008F49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8F4916" w:rsidRPr="00DE6ED3" w:rsidRDefault="008F4916" w:rsidP="008F49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8F4916" w:rsidRPr="00DE6ED3" w:rsidRDefault="008F4916" w:rsidP="008F491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IX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IX</w:t>
      </w:r>
      <w:proofErr w:type="gram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8F4916" w:rsidRPr="00DE6ED3" w:rsidRDefault="008F4916" w:rsidP="008F491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8F4916" w:rsidRPr="00DE6ED3" w:rsidRDefault="008F4916" w:rsidP="008F491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 25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.03.2021 року                                            Крупець                                                 №___</w:t>
      </w:r>
    </w:p>
    <w:p w:rsidR="008F4916" w:rsidRPr="00DE6ED3" w:rsidRDefault="008F4916" w:rsidP="008F491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8F4916" w:rsidRPr="00DE6ED3" w:rsidRDefault="008F4916" w:rsidP="008F491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8F4916" w:rsidRPr="00DE6ED3" w:rsidRDefault="008F4916" w:rsidP="008F491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затвердження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проєкту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землеустрою</w:t>
      </w:r>
    </w:p>
    <w:p w:rsidR="008F4916" w:rsidRPr="00DE6ED3" w:rsidRDefault="008F4916" w:rsidP="008F491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 відведення земельної ділянки  та</w:t>
      </w:r>
    </w:p>
    <w:p w:rsidR="008F4916" w:rsidRPr="00DE6ED3" w:rsidRDefault="008F4916" w:rsidP="008F491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передачі  її у власність 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Кучер О.В.</w:t>
      </w:r>
    </w:p>
    <w:p w:rsidR="008F4916" w:rsidRPr="00DE6ED3" w:rsidRDefault="008F4916" w:rsidP="008F491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F4916" w:rsidRPr="00DE6ED3" w:rsidRDefault="008F4916" w:rsidP="008F491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F4916" w:rsidRPr="00DE6ED3" w:rsidRDefault="008F4916" w:rsidP="008F491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DE6ED3">
        <w:rPr>
          <w:rFonts w:ascii="Times New Roman" w:eastAsia="Times New Roman" w:hAnsi="Times New Roman" w:cs="Times New Roman"/>
          <w:sz w:val="24"/>
          <w:lang w:val="uk-UA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Кучера О.В.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 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сільська  рада</w:t>
      </w:r>
    </w:p>
    <w:p w:rsidR="008F4916" w:rsidRPr="00DE6ED3" w:rsidRDefault="008F4916" w:rsidP="008F491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ВИРІШИЛА:</w:t>
      </w:r>
    </w:p>
    <w:p w:rsidR="008F4916" w:rsidRPr="00DE6ED3" w:rsidRDefault="008F4916" w:rsidP="008F491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8F4916" w:rsidRPr="00DE6ED3" w:rsidRDefault="008F4916" w:rsidP="008F491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Кучеру Олександру Вікторовичу 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проєкт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кого господарства, площею 2,0000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сільська рада,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с.Стригани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8F4916" w:rsidRDefault="008F4916" w:rsidP="008F491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Кучеру Олександру Вікторовичу,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 як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ий  зареєстрований за адресою: </w:t>
      </w:r>
      <w:r w:rsidR="007B3D91" w:rsidRPr="007B3D91">
        <w:rPr>
          <w:rFonts w:ascii="Times New Roman" w:eastAsia="Calibri" w:hAnsi="Times New Roman" w:cs="Times New Roman"/>
          <w:sz w:val="24"/>
        </w:rPr>
        <w:t>_____________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дентифікаційний номер </w:t>
      </w:r>
      <w:r w:rsidR="007B3D91" w:rsidRPr="007B3D91">
        <w:rPr>
          <w:rFonts w:ascii="Times New Roman" w:eastAsia="Calibri" w:hAnsi="Times New Roman" w:cs="Times New Roman"/>
          <w:sz w:val="24"/>
        </w:rPr>
        <w:t>_________</w:t>
      </w:r>
      <w:bookmarkStart w:id="0" w:name="_GoBack"/>
      <w:bookmarkEnd w:id="0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земельну ділянку, площею 2,0000 га, кадастровий номер: 6823984000:03:012:0202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, для ведення особистого селянського господарства, яка розташована</w:t>
      </w:r>
      <w:r w:rsidRPr="00D4018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сільська рада,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с.Стригани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8F4916" w:rsidRPr="00DE6ED3" w:rsidRDefault="008F4916" w:rsidP="008F49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Кучеру О.В.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DE6ED3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8F4916" w:rsidRPr="00DE6ED3" w:rsidRDefault="008F4916" w:rsidP="008F491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8F4916" w:rsidRPr="008F4916" w:rsidRDefault="008F4916" w:rsidP="008F491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4E3F5E" w:rsidRPr="008F4916" w:rsidRDefault="008F4916" w:rsidP="008F491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4E3F5E" w:rsidRPr="008F491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916"/>
    <w:rsid w:val="00171A2E"/>
    <w:rsid w:val="00304C90"/>
    <w:rsid w:val="004E3F5E"/>
    <w:rsid w:val="00505B6D"/>
    <w:rsid w:val="006D3977"/>
    <w:rsid w:val="007B3D91"/>
    <w:rsid w:val="007D6C18"/>
    <w:rsid w:val="008F4916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274</Words>
  <Characters>1562</Characters>
  <Application>Microsoft Office Word</Application>
  <DocSecurity>0</DocSecurity>
  <Lines>13</Lines>
  <Paragraphs>3</Paragraphs>
  <ScaleCrop>false</ScaleCrop>
  <Company>Microsoft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3</cp:revision>
  <dcterms:created xsi:type="dcterms:W3CDTF">2021-03-17T09:24:00Z</dcterms:created>
  <dcterms:modified xsi:type="dcterms:W3CDTF">2021-03-17T09:36:00Z</dcterms:modified>
</cp:coreProperties>
</file>