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350" w:rsidRPr="00F2698F" w:rsidRDefault="00183350" w:rsidP="0018335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209840" wp14:editId="3D7D948F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4465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44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0209840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" fillcolor="black" stroked="f"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" fillcolor="black" stroked="f"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350" w:rsidRPr="00F2698F" w:rsidRDefault="00183350" w:rsidP="0018335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83350" w:rsidRPr="00F2698F" w:rsidRDefault="00183350" w:rsidP="0018335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183350" w:rsidRPr="00F2698F" w:rsidRDefault="00183350" w:rsidP="0018335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183350" w:rsidRPr="00F2698F" w:rsidRDefault="00183350" w:rsidP="0018335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183350" w:rsidRPr="00F2698F" w:rsidRDefault="00183350" w:rsidP="0018335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5B90C77" wp14:editId="771FF4E3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496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49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350" w:rsidRDefault="00183350" w:rsidP="001833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5B90C77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D/OPlF7dgAA&#10;d1kEAA4AAAAAAAAAAAAAAAAALgIAAGRycy9lMm9Eb2MueG1sUEsBAi0AFAAGAAgAAAAhAN/OkDDi&#10;AAAADQEAAA8AAAAAAAAAAAAAAAAA1XgAAGRycy9kb3ducmV2LnhtbFBLBQYAAAAABAAEAPMAAADk&#10;eQ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" fillcolor="black" stroked="f"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" fillcolor="black" stroked="f"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3350" w:rsidRDefault="00183350" w:rsidP="001833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83350" w:rsidRPr="00F2698F" w:rsidRDefault="00183350" w:rsidP="0018335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183350" w:rsidRPr="00F2698F" w:rsidRDefault="00183350" w:rsidP="001833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83350" w:rsidRPr="00F2698F" w:rsidRDefault="00183350" w:rsidP="00183350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Трушковській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183350" w:rsidRPr="00F2698F" w:rsidRDefault="00183350" w:rsidP="0018335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Трушковської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Трушковській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Оксані Володимирівні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34D80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0,25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00 га,  для будівництва та обслуговування  житлового будинку, господарських будівель і споруд (присадибна ділянка),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вул.Незалежності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78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2.Трушковській О.В.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3. Даний дозвіл дійсний на протязі року з дня прийняття даного рішення.</w:t>
      </w:r>
    </w:p>
    <w:p w:rsidR="00183350" w:rsidRPr="00F2698F" w:rsidRDefault="00183350" w:rsidP="0018335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3350" w:rsidRPr="00F2698F" w:rsidRDefault="00183350" w:rsidP="0018335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350" w:rsidRPr="00F2698F" w:rsidRDefault="00183350" w:rsidP="0018335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83350" w:rsidRPr="00F2698F" w:rsidRDefault="00183350" w:rsidP="00183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485CA8" w:rsidRDefault="00485CA8"/>
    <w:sectPr w:rsidR="00485CA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50"/>
    <w:rsid w:val="00183350"/>
    <w:rsid w:val="00485CA8"/>
    <w:rsid w:val="0083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5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5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67</TotalTime>
  <Pages>1</Pages>
  <Words>266</Words>
  <Characters>1520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2021-06-22T06:35:00Z</dcterms:created>
  <dcterms:modified xsi:type="dcterms:W3CDTF">2021-06-22T13:50:00Z</dcterms:modified>
</cp:coreProperties>
</file>