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05" w:rsidRDefault="00D02805" w:rsidP="00D0280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2805" w:rsidRDefault="00D02805" w:rsidP="00D028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2805" w:rsidRDefault="00D02805" w:rsidP="00D028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02805" w:rsidRDefault="00D02805" w:rsidP="00D0280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02805" w:rsidRDefault="00D02805" w:rsidP="00D028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02805" w:rsidRDefault="00D02805" w:rsidP="00D028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№57</w:t>
      </w:r>
    </w:p>
    <w:p w:rsidR="00D02805" w:rsidRPr="00AF2E62" w:rsidRDefault="00D02805" w:rsidP="00D0280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02805" w:rsidRPr="00AF2E62" w:rsidRDefault="00D02805" w:rsidP="00D0280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Поліщук Н.Є.</w:t>
      </w: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Поліщук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Н.Є.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02805" w:rsidRPr="00144766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Поліщук Ніні Євгенівні,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B4E70" w:rsidRPr="009B4E70">
        <w:rPr>
          <w:rFonts w:ascii="Times New Roman" w:eastAsia="Calibri" w:hAnsi="Times New Roman" w:cs="Times New Roman"/>
          <w:sz w:val="24"/>
          <w:lang w:eastAsia="en-US"/>
        </w:rPr>
        <w:t>_</w:t>
      </w:r>
      <w:r w:rsidR="009B4E70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0,22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в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Поліщук Н.Є.,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02805" w:rsidRPr="00AF2E62" w:rsidRDefault="00D02805" w:rsidP="00D028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02805" w:rsidRPr="00AF2E62" w:rsidRDefault="00D02805" w:rsidP="00D028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02805" w:rsidRPr="00AF2E62" w:rsidRDefault="00D02805" w:rsidP="00D028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02805" w:rsidRDefault="00D02805" w:rsidP="00D0280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02805" w:rsidRDefault="00D02805" w:rsidP="00D0280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02805" w:rsidRDefault="00D02805" w:rsidP="00D0280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C08F4" w:rsidRPr="00D02805" w:rsidRDefault="00D02805" w:rsidP="00D028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C08F4" w:rsidRPr="00D0280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05"/>
    <w:rsid w:val="009B4E70"/>
    <w:rsid w:val="00D02805"/>
    <w:rsid w:val="00DC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0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0280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0280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0280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0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0280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0280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0280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2021-07-07T06:36:00Z</dcterms:created>
  <dcterms:modified xsi:type="dcterms:W3CDTF">2021-07-07T08:17:00Z</dcterms:modified>
</cp:coreProperties>
</file>