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231" w:rsidRPr="00154EFF" w:rsidRDefault="00EC0231" w:rsidP="00EC0231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0231" w:rsidRDefault="00EC0231" w:rsidP="00EC023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C0231" w:rsidRDefault="00EC0231" w:rsidP="00EC023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C0231" w:rsidRDefault="00EC0231" w:rsidP="00EC0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0231" w:rsidRDefault="00EC0231" w:rsidP="00EC0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0231" w:rsidRDefault="00EC0231" w:rsidP="00EC0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0231" w:rsidRDefault="00EC0231" w:rsidP="00EC0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0231" w:rsidRDefault="00EC0231" w:rsidP="00EC0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C0231" w:rsidRDefault="00EC0231" w:rsidP="00EC023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C0231" w:rsidRDefault="00EC0231" w:rsidP="00EC0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C0231" w:rsidRDefault="00EC0231" w:rsidP="00EC0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C0231" w:rsidRDefault="00EC0231" w:rsidP="00EC0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0231" w:rsidRDefault="00EC0231" w:rsidP="00EC0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C0231" w:rsidRDefault="00EC0231" w:rsidP="00EC0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0231" w:rsidRDefault="00EC0231" w:rsidP="00EC023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C0231" w:rsidRDefault="00EC0231" w:rsidP="00EC023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C0231" w:rsidRDefault="00EC0231" w:rsidP="00EC023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№43</w:t>
      </w:r>
    </w:p>
    <w:p w:rsidR="00EC0231" w:rsidRPr="008D6F85" w:rsidRDefault="00EC0231" w:rsidP="00EC023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C0231" w:rsidRPr="008D6F85" w:rsidRDefault="00EC0231" w:rsidP="00EC023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8D6F85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дозволу</w:t>
      </w:r>
      <w:proofErr w:type="spellEnd"/>
      <w:r w:rsidRPr="008D6F85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8D6F85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розробку</w:t>
      </w:r>
      <w:proofErr w:type="spellEnd"/>
    </w:p>
    <w:p w:rsidR="00EC0231" w:rsidRPr="008D6F85" w:rsidRDefault="00EC0231" w:rsidP="00EC02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п</w:t>
      </w:r>
      <w:r w:rsidRPr="008D6F85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b/>
          <w:sz w:val="24"/>
          <w:szCs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b/>
          <w:sz w:val="24"/>
          <w:szCs w:val="24"/>
          <w:lang w:val="ru-RU"/>
        </w:rPr>
        <w:t>щодо</w:t>
      </w:r>
      <w:proofErr w:type="spellEnd"/>
    </w:p>
    <w:p w:rsidR="00EC0231" w:rsidRPr="008D6F85" w:rsidRDefault="00EC0231" w:rsidP="00EC02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 w:rsidRPr="008D6F85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ділянки</w:t>
      </w:r>
      <w:proofErr w:type="spellEnd"/>
    </w:p>
    <w:p w:rsidR="00EC0231" w:rsidRPr="00777EDF" w:rsidRDefault="00EC0231" w:rsidP="00EC023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Верещинському</w:t>
      </w:r>
      <w:proofErr w:type="spellEnd"/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М.В.</w:t>
      </w:r>
    </w:p>
    <w:p w:rsidR="00EC0231" w:rsidRPr="008D6F85" w:rsidRDefault="00EC0231" w:rsidP="00EC02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EC0231" w:rsidRPr="008D6F85" w:rsidRDefault="00EC0231" w:rsidP="00EC02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>пункту</w:t>
      </w:r>
      <w:proofErr w:type="gramEnd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34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>частини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1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26, 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42 Закону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>Україні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116,118, 121,122,186</w:t>
      </w:r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Земельного кодексу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>землеустрій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 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Верещинського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М.В., 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>сільська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рада </w:t>
      </w:r>
    </w:p>
    <w:p w:rsidR="00EC0231" w:rsidRPr="00777EDF" w:rsidRDefault="00EC0231" w:rsidP="00EC02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D6F85">
        <w:rPr>
          <w:rFonts w:ascii="Times New Roman" w:eastAsia="Calibri" w:hAnsi="Times New Roman" w:cs="Times New Roman"/>
          <w:sz w:val="24"/>
          <w:szCs w:val="24"/>
          <w:lang w:val="ru-RU"/>
        </w:rPr>
        <w:t>ВИРІШИЛА:</w:t>
      </w:r>
    </w:p>
    <w:p w:rsidR="00EC0231" w:rsidRPr="008D6F85" w:rsidRDefault="00EC0231" w:rsidP="00EC02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1. Надати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Верещинському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Максиму Вікторовичу, який зареєстрований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66EEF">
        <w:rPr>
          <w:rFonts w:ascii="Times New Roman" w:eastAsia="Calibri" w:hAnsi="Times New Roman" w:cs="Times New Roman"/>
          <w:sz w:val="24"/>
          <w:szCs w:val="24"/>
        </w:rPr>
        <w:t>___________</w:t>
      </w:r>
      <w:bookmarkStart w:id="0" w:name="_GoBack"/>
      <w:bookmarkEnd w:id="0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,  дозвіл на розробку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із землеустрою щодо відведення земельної ділянки для передачі її у власність, орієнтовною площею 0,40 га, для ведення особистого селянського господарства,  яка розташована в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Хоровиця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.</w:t>
      </w:r>
    </w:p>
    <w:p w:rsidR="00EC0231" w:rsidRPr="008D6F85" w:rsidRDefault="00EC0231" w:rsidP="00EC02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Верещинському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розробити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C0231" w:rsidRPr="008D6F85" w:rsidRDefault="00EC0231" w:rsidP="00EC023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C0231" w:rsidRPr="008D6F85" w:rsidRDefault="00EC0231" w:rsidP="00EC023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C0231" w:rsidRPr="008D6F85" w:rsidRDefault="00EC0231" w:rsidP="00EC023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0231" w:rsidRDefault="00EC0231" w:rsidP="00EC0231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C0231" w:rsidRPr="008D6F85" w:rsidRDefault="00EC0231" w:rsidP="00EC023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</w:t>
      </w:r>
      <w:r w:rsidRPr="008D6F85">
        <w:rPr>
          <w:rFonts w:ascii="Times New Roman" w:eastAsia="Arial Unicode MS" w:hAnsi="Times New Roman" w:cs="Times New Roman"/>
          <w:sz w:val="24"/>
          <w:szCs w:val="24"/>
        </w:rPr>
        <w:t xml:space="preserve">    Валерій   МИХАЛЮК</w:t>
      </w:r>
    </w:p>
    <w:p w:rsidR="006D23FD" w:rsidRDefault="006D23FD"/>
    <w:sectPr w:rsidR="006D23F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231"/>
    <w:rsid w:val="006D23FD"/>
    <w:rsid w:val="00E66EEF"/>
    <w:rsid w:val="00EC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23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EC02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C0231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023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EC023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C0231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236</Words>
  <Characters>1351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2022-02-08T06:38:00Z</dcterms:created>
  <dcterms:modified xsi:type="dcterms:W3CDTF">2022-02-08T11:15:00Z</dcterms:modified>
</cp:coreProperties>
</file>