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ED" w:rsidRPr="001C3C5F" w:rsidRDefault="009016ED" w:rsidP="009016E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E09734" wp14:editId="1515ADA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5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6ED" w:rsidRDefault="009016ED" w:rsidP="009016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0wIHcAAEBZBAAOAAAAZHJzL2Uyb0RvYy54bWzsfe1uJrmx3v8AuYcX+mlgVs3+7oHHB/bO&#10;jhFgkxjwmwvQSJqREI3eiaTdGefgAAFyCbmR3EFu4Zw7ylNkkU1KXVXt8a5hHHANbMurUjVZRbKL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QLrB80SDh7MDEg3e099cvP588UTWbvzx8OXNmY+hHm4QtfVBUvrVp9PP18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uhGa9WNvEI6677ZjRwY7Rpr&#10;b+IG5eWJDHVzLYWV3PaGw40qZQJPlMLocx9i4Ap+V4My+lgstzB2R7AVXWtY1BB4WJ+IphtnyM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C8w20wIHcAAEBZBAAOAAAA&#10;AAAAAAAAAAAAAC4CAABkcnMvZTJvRG9jLnhtbFBLAQItABQABgAIAAAAIQCyHUyb4AAAAAoBAAAP&#10;AAAAAAAAAAAAAAAAAHp5AABkcnMvZG93bnJldi54bWxQSwUGAAAAAAQABADzAAAAh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Fl8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JvHXC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UW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0f7s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t/Rh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N0f7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nYCsUA&#10;AADdAAAADwAAAGRycy9kb3ducmV2LnhtbESP32rCMBTG7wd7h3AG3gxNZ6eMzigy7BjeiO0e4NAc&#10;m7LmpDSxrW9vBoNdfnx/fnyb3WRbMVDvG8cKXhYJCOLK6YZrBd9lPn8D4QOyxtYxKbiRh9328WGD&#10;mXYjn2koQi3iCPsMFZgQukxKXxmy6BeuI47exfUWQ5R9LXWPYxy3rVwmyVpabDgSDHb0Yaj6Ka42&#10;Qk4pno6Xscw/JxzxcDT8vD8rNXua9u8gAk3hP/zX/tIKXtNV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dgK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V3s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VD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uV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l5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LNPV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OX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uM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c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Wu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mr18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ny2e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Jq9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l4MAA&#10;AADdAAAADwAAAGRycy9kb3ducmV2LnhtbERPy4rCMBTdD/gP4QruxtQnUo0iSkGG2Yz6AZfm2lSb&#10;m5LEWv9+shiY5eG8N7veNqIjH2rHCibjDARx6XTNlYLrpfhcgQgRWWPjmBS8KcBuO/jYYK7di3+o&#10;O8dKpBAOOSowMba5lKE0ZDGMXUucuJvzFmOCvpLa4yuF20ZOs2wpLdacGgy2dDBUPs5Pq6D4mn53&#10;j6f2hdv3c0sLc18djVKjYb9fg4jUx3/xn/ukFcxnizQ3vUlP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5l4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qaP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Plss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amj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jW8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5h/LtL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SjW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c5sEA&#10;AADdAAAADwAAAGRycy9kb3ducmV2LnhtbESP0YrCMBRE34X9h3AXfNO0qxapRpEFRR+tfsClubbF&#10;5qY20da/N4Lg4zBzZpjluje1eFDrKssK4nEEgji3uuJCwfm0Hc1BOI+ssbZMCp7kYL36GSwx1bbj&#10;Iz0yX4hQwi5FBaX3TSqly0sy6Ma2IQ7exbYGfZBtIXWLXSg3tfyLokQarDgslNjQf0n5NbsbBdNn&#10;t7tls2u01Ybiw6Q5sM9nSg1/+80ChKfef8Mfeq8DN0lieL8JT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9HO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bjcQA&#10;AADdAAAADwAAAGRycy9kb3ducmV2LnhtbESPT4vCMBTE78J+h/AWvGm63aVoNYqsKIsnrX/Oj+bZ&#10;lm1eShO1fnsjCB6HmfkNM513phZXal1lWcHXMAJBnFtdcaHgsF8NRiCcR9ZYWyYFd3Iwn330pphq&#10;e+MdXTNfiABhl6KC0vsmldLlJRl0Q9sQB+9sW4M+yLaQusVbgJtaxlGUSIMVh4USG/otKf/PLkbB&#10;JTnFBz5v9DZb3tfj5Wrh5LFQqv/ZLSYgPHX+HX61/7SCn+8k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9m4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BEcgA&#10;AADdAAAADwAAAGRycy9kb3ducmV2LnhtbESPT2vCQBTE74LfYXmCN7NpI0FTV2kLgu1BqX8O3l6z&#10;r0na7NuY3Wr89m6h4HGYmd8ws0VnanGm1lWWFTxEMQji3OqKCwX73XI0AeE8ssbaMim4koPFvN+b&#10;YabthT/ovPWFCBB2GSoovW8yKV1ekkEX2YY4eF+2NeiDbAupW7wEuKnlYxyn0mDFYaHEhl5Lyn+2&#10;v0bBYTNJp5uXt/H3+/oTE6NPR12lSg0H3fMTCE+dv4f/2yutYJykCfy9CU9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kE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bl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A+TG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xu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fttcUA&#10;AADdAAAADwAAAGRycy9kb3ducmV2LnhtbESP0WrCQBRE34X+w3ILfdNNNUqbuhERC75ZYz/gkr3d&#10;hGTvxuyqab/eFQo+DjNzhlmuBtuKC/W+dqzgdZKAIC6drtko+D5+jt9A+ICssXVMCn7Jwyp/Gi0x&#10;0+7KB7oUwYgIYZ+hgiqELpPSlxVZ9BPXEUfvx/UWQ5S9kbrHa4TbVk6TZCEt1hwXKuxoU1HZFGer&#10;4OSmcz0UW9w32/ev2pj09HdIlXp5HtYfIAIN4RH+b++0gnS2mMP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+2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5qsYA&#10;AADdAAAADwAAAGRycy9kb3ducmV2LnhtbESPzW7CMBCE75X6DtZW4laclpJCihMBEhJXfg49LvaS&#10;pI3XaWwg5ekxUqUeRzPzjWZW9LYRZ+p87VjByzABQaydqblUsN+tnicgfEA22DgmBb/kocgfH2aY&#10;GXfhDZ23oRQRwj5DBVUIbSal1xVZ9EPXEkfv6DqLIcqulKbDS4TbRr4mSSot1hwXKmxpWZH+3p6s&#10;gnV9oHGqj1M7WejN5/UnjN6/jFKDp37+ASJQH/7Df+21UfA2Sl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T5q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vxc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tHL+B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Gvx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F18IA&#10;AADdAAAADwAAAGRycy9kb3ducmV2LnhtbERPPU/DMBDdkfofrKvERp0GVKFQt6oqFTFC6MB4xNc4&#10;bXwX2aYJ/Ho8IDE+ve/1dvK9ulKInbCB5aIARdyI7bg1cHw/3D2CignZYi9MBr4pwnYzu1ljZWXk&#10;N7rWqVU5hGOFBlxKQ6V1bBx5jAsZiDN3kuAxZRhabQOOOdz3uiyKlfbYcW5wONDeUXOpv7yB8bn5&#10;PJenD+t+wiCH+lXOZS/G3M6n3ROoRFP6F/+5X6yBh/t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YX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m68cA&#10;AADdAAAADwAAAGRycy9kb3ducmV2LnhtbESPQWsCMRSE7wX/Q3iCt5pVi9XVKFYrFGkRbb0/N8/d&#10;tcnLskl1/femUOhxmJlvmOm8sUZcqPalYwW9bgKCOHO65FzB1+f6cQTCB2SNxjEpuJGH+az1MMVU&#10;uyvv6LIPuYgQ9ikqKEKoUil9VpBF33UVcfROrrYYoqxzqWu8Rrg1sp8kQ2mx5LhQYEXLgrLv/Y9V&#10;sN6uzLn/sVscZFi+Ph/NaPOyeleq024WExCBmvAf/mu/aQVPg+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iZu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UEsMA&#10;AADdAAAADwAAAGRycy9kb3ducmV2LnhtbERPy4rCMBTdD/gP4QpuBk3V8UE1yjAgOqDgC9xem2tb&#10;bG5KE2v9e7MYmOXhvOfLxhSipsrllhX0exEI4sTqnFMF59OqOwXhPLLGwjIpeJGD5aL1McdY2ycf&#10;qD76VIQQdjEqyLwvYyldkpFB17MlceButjLoA6xSqSt8hnBTyEEUjaXBnENDhiX9ZJTcjw+joN5v&#10;r+mmduXvffrpRsPrer3TF6U67eZ7BsJT4//Ff+6NVvA1nIT94U1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aU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NQM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Hnch9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LTUDHAAAA3QAAAA8AAAAAAAAAAAAAAAAAmAIAAGRy&#10;cy9kb3ducmV2LnhtbFBLBQYAAAAABAAEAPUAAACMAwAAAAA=&#10;" fillcolor="black" stroked="f"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QOcgA&#10;AADdAAAADwAAAGRycy9kb3ducmV2LnhtbESPQWvCQBSE7wX/w/KE3urG1FqJrqK2QkE9aHvo8Zl9&#10;Jkuyb0N2q2l/fbdQ8DjMzDfMbNHZWlyo9caxguEgAUGcO224UPDxvnmYgPABWWPtmBR8k4fFvHc3&#10;w0y7Kx/ocgyFiBD2GSooQ2gyKX1ekkU/cA1x9M6utRiibAupW7xGuK1lmiRjadFwXCixoXVJeXX8&#10;sgo+t2MzORhKT7uf1avePVWr/Uul1H2/W05BBOrCLfzfftMKRo/PK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sBA5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LF8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c/j1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LF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20c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bj2QT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S20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cDscA&#10;AADdAAAADwAAAGRycy9kb3ducmV2LnhtbESPQWsCMRSE74X+h/AKvdVsba2yGqWtCHvpwVXx+tw8&#10;N0uTl2WT6tZfbwpCj8PMfMPMFr2z4kRdaDwreB5kIIgrrxuuFWw3q6cJiBCRNVrPpOCXAizm93cz&#10;zLU/85pOZaxFgnDIUYGJsc2lDJUhh2HgW+LkHX3nMCbZ1VJ3eE5wZ+Uwy96kw4bTgsGWPg1V3+WP&#10;U7AsWzvcFuYj7Hdfh4MtLivaL5V6fOjfpyAi9fE/fGsXWsHry3gE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kHA7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NyM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9+ks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c3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TKfcUA&#10;AADdAAAADwAAAGRycy9kb3ducmV2LnhtbESPQWsCMRSE74L/ITyhN82qpcpqFBUKpeKhKuLxuXnu&#10;Lrt5WZKo239vhEKPw8x8w8yXranFnZwvLSsYDhIQxJnVJecKjofP/hSED8gaa8uk4Jc8LBfdzhxT&#10;bR/8Q/d9yEWEsE9RQRFCk0rps4IM+oFtiKN3tc5giNLlUjt8RLip5ShJPqTBkuNCgQ1tCsqq/c0o&#10;ON+2fN2Nv1duHU62PfhqdJlWSr312tUMRKA2/If/2l9awft4M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Mp9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k3c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OHiPc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5N3EAAAA3QAAAA8AAAAAAAAAAAAAAAAAmAIAAGRycy9k&#10;b3ducmV2LnhtbFBLBQYAAAAABAAEAPUAAACJAwAAAAA=&#10;" fillcolor="black" stroked="f"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7R8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D9fPM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bt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CD8QA&#10;AADdAAAADwAAAGRycy9kb3ducmV2LnhtbERPz2vCMBS+D/Y/hDfYbU11Iq4zioiK8+LWCe74aN6a&#10;sualNLF2/vXmIHj8+H5P572tRUetrxwrGCQpCOLC6YpLBYfv9csEhA/IGmvHpOCfPMxnjw9TzLQ7&#10;8xd1eShFDGGfoQITQpNJ6QtDFn3iGuLI/brWYoiwLaVu8RzDbS2HaTqWFiuODQYbWhoq/vKTVeAH&#10;y9VxZy9v3c/G8D7/MOPP0ij1/NQv3kEE6sNdfHNvtYLR6yTuj2/iE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gg/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16ED" w:rsidRDefault="009016ED" w:rsidP="009016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16ED" w:rsidRDefault="009016ED" w:rsidP="009016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6ED" w:rsidRDefault="009016ED" w:rsidP="009016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016ED" w:rsidRDefault="009016ED" w:rsidP="009016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16ED" w:rsidRPr="00B15ABE" w:rsidRDefault="009016ED" w:rsidP="009016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№48</w:t>
      </w:r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>Мельничук Т.В.</w:t>
      </w:r>
    </w:p>
    <w:p w:rsidR="009016ED" w:rsidRPr="00715379" w:rsidRDefault="009016ED" w:rsidP="009016E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6ED" w:rsidRPr="00715379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Мельничук Т.В.,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016ED" w:rsidRPr="00715379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016ED" w:rsidRPr="00715379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1.Надати  Мельничук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Віталіївні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209D2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по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пров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О.Гуменюка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, 1.</w:t>
      </w:r>
    </w:p>
    <w:p w:rsidR="009016ED" w:rsidRPr="00715379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2.Мельничук Т.В.,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9016ED" w:rsidRPr="00715379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016ED" w:rsidRPr="00715379" w:rsidRDefault="009016ED" w:rsidP="009016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016ED" w:rsidRPr="009016ED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6EC3" w:rsidRPr="009016ED" w:rsidRDefault="009016ED" w:rsidP="009016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МИХАЛЮК</w:t>
      </w:r>
    </w:p>
    <w:sectPr w:rsidR="00646EC3" w:rsidRPr="009016E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2F" w:rsidRDefault="00C2302F">
      <w:pPr>
        <w:spacing w:after="0" w:line="240" w:lineRule="auto"/>
      </w:pPr>
      <w:r>
        <w:separator/>
      </w:r>
    </w:p>
  </w:endnote>
  <w:endnote w:type="continuationSeparator" w:id="0">
    <w:p w:rsidR="00C2302F" w:rsidRDefault="00C2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2F" w:rsidRDefault="00C2302F">
      <w:pPr>
        <w:spacing w:after="0" w:line="240" w:lineRule="auto"/>
      </w:pPr>
      <w:r>
        <w:separator/>
      </w:r>
    </w:p>
  </w:footnote>
  <w:footnote w:type="continuationSeparator" w:id="0">
    <w:p w:rsidR="00C2302F" w:rsidRDefault="00C23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ED"/>
    <w:rsid w:val="00646EC3"/>
    <w:rsid w:val="007C1C7F"/>
    <w:rsid w:val="009016ED"/>
    <w:rsid w:val="00C209D2"/>
    <w:rsid w:val="00C2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016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016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016E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016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016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016E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2021-02-01T06:59:00Z</dcterms:created>
  <dcterms:modified xsi:type="dcterms:W3CDTF">2021-02-01T07:38:00Z</dcterms:modified>
</cp:coreProperties>
</file>