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EB2" w:rsidRDefault="006A4EB2" w:rsidP="006A4EB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EB2" w:rsidRDefault="006A4EB2" w:rsidP="006A4E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A4EB2" w:rsidRDefault="006A4EB2" w:rsidP="006A4E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A4EB2" w:rsidRDefault="006A4EB2" w:rsidP="006A4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4EB2" w:rsidRDefault="006A4EB2" w:rsidP="006A4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4EB2" w:rsidRDefault="006A4EB2" w:rsidP="006A4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4EB2" w:rsidRDefault="006A4EB2" w:rsidP="006A4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4EB2" w:rsidRDefault="006A4EB2" w:rsidP="006A4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A4EB2" w:rsidRDefault="006A4EB2" w:rsidP="006A4EB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A4EB2" w:rsidRDefault="006A4EB2" w:rsidP="006A4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A4EB2" w:rsidRDefault="006A4EB2" w:rsidP="006A4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A4EB2" w:rsidRDefault="006A4EB2" w:rsidP="006A4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4EB2" w:rsidRDefault="006A4EB2" w:rsidP="006A4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A4EB2" w:rsidRDefault="006A4EB2" w:rsidP="006A4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4EB2" w:rsidRDefault="006A4EB2" w:rsidP="006A4E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A4EB2" w:rsidRDefault="006A4EB2" w:rsidP="006A4EB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A4EB2" w:rsidRDefault="006A4EB2" w:rsidP="006A4EB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№95</w:t>
      </w:r>
    </w:p>
    <w:p w:rsidR="006A4EB2" w:rsidRPr="00694EED" w:rsidRDefault="006A4EB2" w:rsidP="006A4EB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A4EB2" w:rsidRPr="00694EED" w:rsidRDefault="006A4EB2" w:rsidP="006A4EB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6A4EB2" w:rsidRPr="00694EED" w:rsidRDefault="006A4EB2" w:rsidP="006A4EB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6A4EB2" w:rsidRPr="00694EED" w:rsidRDefault="006A4EB2" w:rsidP="006A4EB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6A4EB2" w:rsidRPr="00694EED" w:rsidRDefault="006A4EB2" w:rsidP="006A4E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Миронюк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В.М.</w:t>
      </w:r>
    </w:p>
    <w:p w:rsidR="006A4EB2" w:rsidRPr="00694EED" w:rsidRDefault="006A4EB2" w:rsidP="006A4EB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A4EB2" w:rsidRPr="00694EED" w:rsidRDefault="006A4EB2" w:rsidP="006A4EB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В.М.,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6A4EB2" w:rsidRPr="00694EED" w:rsidRDefault="006A4EB2" w:rsidP="006A4EB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6A4EB2" w:rsidRPr="00694EED" w:rsidRDefault="006A4EB2" w:rsidP="006A4EB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Валентині Миколаївні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0,1449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A4EB2" w:rsidRPr="00694EED" w:rsidRDefault="006A4EB2" w:rsidP="006A4EB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Валентині Миколаївні,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F2BDB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F2BDB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0,1449 га, кадастровий номер: 6823984000:03:018:0310,  для ведення особистого селянського господарства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6A4EB2" w:rsidRPr="00694EED" w:rsidRDefault="006A4EB2" w:rsidP="006A4EB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Миронюк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В.М.,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A4EB2" w:rsidRPr="00694EED" w:rsidRDefault="006A4EB2" w:rsidP="006A4EB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A4EB2" w:rsidRPr="00694EED" w:rsidRDefault="006A4EB2" w:rsidP="006A4EB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A4EB2" w:rsidRPr="00694EED" w:rsidRDefault="006A4EB2" w:rsidP="006A4EB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45E34" w:rsidRPr="006A4EB2" w:rsidRDefault="006A4EB2" w:rsidP="006A4EB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45E34" w:rsidRPr="006A4EB2" w:rsidSect="006A4EB2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EB2"/>
    <w:rsid w:val="00645E34"/>
    <w:rsid w:val="006A4EB2"/>
    <w:rsid w:val="00CF2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B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A4EB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A4EB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A4EB2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EB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A4EB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A4EB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A4EB2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7</TotalTime>
  <Pages>1</Pages>
  <Words>274</Words>
  <Characters>1562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2021-07-07T06:58:00Z</dcterms:created>
  <dcterms:modified xsi:type="dcterms:W3CDTF">2021-07-07T08:46:00Z</dcterms:modified>
</cp:coreProperties>
</file>