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FD0" w:rsidRDefault="008E3FD0" w:rsidP="008E3FD0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E3FD0" w:rsidRDefault="008E3FD0" w:rsidP="008E3FD0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E3FD0" w:rsidRPr="003B50D1" w:rsidRDefault="008E3FD0" w:rsidP="008E3FD0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8E3FD0" w:rsidRPr="003B50D1" w:rsidRDefault="008E3FD0" w:rsidP="008E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A81B1D" wp14:editId="7624F276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918" name="Группа 22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91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3FD0" w:rsidRDefault="008E3FD0" w:rsidP="008E3F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91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BLe8QA&#10;AADeAAAADwAAAGRycy9kb3ducmV2LnhtbESPT4vCMBTE7wt+h/AEb2tqC65WoxRR8SAs/rs/mmdb&#10;bF5KE7V+eyMs7HGYmd8w82VnavGg1lWWFYyGEQji3OqKCwXn0+Z7AsJ5ZI21ZVLwIgfLRe9rjqm2&#10;Tz7Q4+gLESDsUlRQet+kUrq8JINuaBvi4F1ta9AH2RZSt/gMcFPLOIrG0mDFYaHEhlYl5bfj3Siw&#10;yXa3vxTxIVnzj+fsd3K9dHulBv0um4Hw1Pn/8F97pxXE8XQ0hc+dcAXk4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AS3v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Ka+McA&#10;AADeAAAADwAAAGRycy9kb3ducmV2LnhtbESPy2oCMRSG90LfIZxCN6KZzsLqaJQiTC8uBC/g9jA5&#10;nUw7ORmSVKc+vVkUXP78N77FqretOJMPjWMFz+MMBHHldMO1guOhHE1BhIissXVMCv4owGr5MFhg&#10;od2Fd3Tex1qkEQ4FKjAxdoWUoTJkMYxdR5y8L+ctxiR9LbXHSxq3rcyzbCItNpweDHa0NlT97H+t&#10;gu9ya07rl+ubH852dB2Wm/f2c6LU02P/OgcRqY/38H/7QyvI81meABJOQg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Smvj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2bYsQA&#10;AADeAAAADwAAAGRycy9kb3ducmV2LnhtbESP3YrCMBCF74V9hzDC3oimVhC3GkUWXcQbqe4DDM3Y&#10;FJtJaaLtvv1GELw8nJ+Ps9r0thYPan3lWMF0koAgLpyuuFTwe9mPFyB8QNZYOyYFf+Rhs/4YrDDT&#10;ruOcHudQijjCPkMFJoQmk9IXhiz6iWuIo3d1rcUQZVtK3WIXx20t0ySZS4sVR4LBhr4NFbfz3UbI&#10;aYan47W77H967HB3NDza5kp9DvvtEkSgPrzDr/ZBK0jTr3QKzzvxCs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Nm2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sQL8YA&#10;AADeAAAADwAAAGRycy9kb3ducmV2LnhtbESPQUsDMRSE74L/ITzBm80atOratEhVEKEHa6F4e2xe&#10;dxc3LyF5dtd/bwTB4zAz3zCL1eQHdaSU+8AWLmcVKOImuJ5bC7v354tbUFmQHQ6BycI3ZVgtT08W&#10;WLsw8hsdt9KqAuFco4VOJNZa56Yjj3kWInHxDiF5lCJTq13CscD9oE1VzbXHnstCh5HWHTWf2y9v&#10;YTM+xdeb+fUhfqQro/Ojk/1arD0/mx7uQQlN8h/+a784C8bcGQO/d8oV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sQL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OgjsQA&#10;AADeAAAADwAAAGRycy9kb3ducmV2LnhtbESP3YrCMBCF7xd8hzAL3ixragXRrlFEVBZvpOoDDM3Y&#10;lG0mpYm2vv1GELw8nJ+Ps1j1thZ3an3lWMF4lIAgLpyuuFRwOe++ZyB8QNZYOyYFD/KwWg4+Fphp&#10;13FO91MoRRxhn6ECE0KTSekLQxb9yDXE0bu61mKIsi2lbrGL47aWaZJMpcWKI8FgQxtDxd/pZiPk&#10;OMHj4dqdd/seO9weDH+tc6WGn/36B0SgPrzDr/avVpCm83QCzzvxCs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ToI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4twMYA&#10;AADeAAAADwAAAGRycy9kb3ducmV2LnhtbESPQUsDMRSE74L/ITzBm80aarVr0yJVQQQPVqF4e2xe&#10;dxc3LyF5dtd/bwTB4zAz3zCrzeQHdaSU+8AWLmcVKOImuJ5bC+9vjxc3oLIgOxwCk4VvyrBZn56s&#10;sHZh5Fc67qRVBcK5RgudSKy1zk1HHvMsROLiHULyKEWmVruEY4H7QZuqWmiPPZeFDiNtO2o+d1/e&#10;wsv4EJ+vF1eH+JHmRud7J/utWHt+Nt3dghKa5D/8135yFoxZmjn83ilX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4tw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eVssgA&#10;AADeAAAADwAAAGRycy9kb3ducmV2LnhtbESPzWrDMBCE74G+g9hCLyWR45KQulFCUhANtFDyA70u&#10;1sY2tVZGUmP37aNCIcdhZr5hluvBtuJCPjSOFUwnGQji0pmGKwWnox4vQISIbLB1TAp+KcB6dTda&#10;YmFcz3u6HGIlEoRDgQrqGLtCylDWZDFMXEecvLPzFmOSvpLGY5/gtpV5ls2lxYbTQo0dvdZUfh9+&#10;rILtZ189+cdyO7j389vXTGujP7RSD/fD5gVEpCHewv/tnVGQ58/5DP7upCsgV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d5Wy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VBOsUA&#10;AADeAAAADwAAAGRycy9kb3ducmV2LnhtbESP0WoCMRRE3wv+Q7iCbzXbYEW3RhFloZS+VP2Ay+Z2&#10;s3VzsyRx3f59Uyj0cZiZM8xmN7pODBRi61nD07wAQVx703Kj4XKuHlcgYkI22HkmDd8UYbedPGyw&#10;NP7OHzScUiMyhGOJGmxKfSllrC05jHPfE2fv0weHKcvQSBPwnuGuk6ooltJhy3nBYk8HS/X1dHMa&#10;qjf1PlxvJlR+Py4cPduv1dFqPZuO+xcQicb0H/5rvxoNSq3VEn7v5Cs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lUE6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muXsgA&#10;AADeAAAADwAAAGRycy9kb3ducmV2LnhtbESPUUvDMBSF3wX/Q7iCL7KlVtxcXTacEDZQGNuEvV6a&#10;u7bY3JQkrt2/XwTBx8M55zuc+XKwrTiTD41jBY/jDARx6UzDlYKvgx69gAgR2WDrmBRcKMBycXsz&#10;x8K4nnd03sdKJAiHAhXUMXaFlKGsyWIYu444eSfnLcYkfSWNxz7BbSvzLJtIiw2nhRo7eq+p/N7/&#10;WAWrbV89+YdyNbiP0/r4rLXRn1qp+7vh7RVEpCH+h//aG6Mgz2f5FH7vpCsgF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6a5e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Zw08IA&#10;AADeAAAADwAAAGRycy9kb3ducmV2LnhtbERP3WrCMBS+H+wdwhl4N1ODDtcZRTYKMrxR9wCH5qyp&#10;NiclibW+/XIh7PLj+19tRteJgUJsPWuYTQsQxLU3LTcafk7V6xJETMgGO8+k4U4RNuvnpxWWxt/4&#10;QMMxNSKHcCxRg02pL6WMtSWHcep74sz9+uAwZRgaaQLecrjrpCqKN+mw5dxgsadPS/XleHUaqm+1&#10;Hy5XEyq/HeeOFva8/LJaT17G7QeIRGP6Fz/cO6NBqXeV9+Y7+Qr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RnDT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RLoMMA&#10;AADeAAAADwAAAGRycy9kb3ducmV2LnhtbESP0YrCMBRE34X9h3AXfNPUqot2G0UERR+36wdcmrtt&#10;aXNTm2jr3xtB2MdhZs4w6XYwjbhT5yrLCmbTCARxbnXFhYLL72GyAuE8ssbGMil4kIPt5mOUYqJt&#10;zz90z3whAoRdggpK79tESpeXZNBNbUscvD/bGfRBdoXUHfYBbhoZR9GXNFhxWCixpX1JeZ3djILF&#10;oz9es2UdHbSh2XnentnnS6XGn8PuG4Snwf+H3+2TVhDH63gNrzvhCsjN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RLo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ViT8MA&#10;AADeAAAADwAAAGRycy9kb3ducmV2LnhtbESPy4rCMBSG94LvEI7gTtOpIGNtFFGUwZVTL+tDc3ph&#10;mpPSRK1vP1kILn/+G1+67k0jHtS52rKCr2kEgji3uuZSweW8n3yDcB5ZY2OZFLzIwXo1HKSYaPvk&#10;X3pkvhRhhF2CCirv20RKl1dk0E1tSxy8wnYGfZBdKXWHzzBuGhlH0VwarDk8VNjStqL8L7sbBff5&#10;Lb5wcdSnbPc6LHb7jZPXUqnxqN8sQXjq/Sf8bv9oBXG8mAWAgBNQ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ViT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Z3yckA&#10;AADeAAAADwAAAGRycy9kb3ducmV2LnhtbESPT2vCQBTE70K/w/IK3szGKEFTV2kFofZQqX8Ovb1m&#10;X5No9m3MbjX99m6h4HGYmd8ws0VnanGh1lWWFQyjGARxbnXFhYL9bjWYgHAeWWNtmRT8koPF/KE3&#10;w0zbK3/QZesLESDsMlRQet9kUrq8JIMusg1x8L5ta9AH2RZSt3gNcFPLJI5TabDisFBiQ8uS8tP2&#10;xyg4bCbpdPOyHh/f3r9wZPT5U1epUv3H7vkJhKfO38P/7VetIEmmoyH83QlXQM5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QZ3y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1+KsYA&#10;AADeAAAADwAAAGRycy9kb3ducmV2LnhtbESPQWsCMRSE7wX/Q3hCbzVrLKKrUVqlVjxZFbw+Ns/d&#10;xc3Lskl17a83gtDjMDPfMNN5aytxocaXjjX0ewkI4syZknMNh/3X2wiED8gGK8ek4UYe5rPOyxRT&#10;4678Q5ddyEWEsE9RQxFCnUrps4Is+p6riaN3co3FEGWTS9PgNcJtJVWSDKXFkuNCgTUtCsrOu1+r&#10;4W94xK3/Vp/LgQl0ex+t3Ga70vq1235MQARqw3/42V4bDUqNBwoed+IV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1+K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iyH8UA&#10;AADeAAAADwAAAGRycy9kb3ducmV2LnhtbESP0WrCQBRE3wv+w3KFvjUbo5UaXaUUBd9aox9wyd5u&#10;gtm7MbvV6Nd3BcHHYWbOMItVbxtxps7XjhWMkhQEcel0zUbBYb95+wDhA7LGxjEpuJKH1XLwssBc&#10;uwvv6FwEIyKEfY4KqhDaXEpfVmTRJ64ljt6v6yyGKDsjdYeXCLeNzNJ0Ki3WHBcqbOmrovJY/FkF&#10;J5e9675Y4/dxPfupjZmcbruJUq/D/nMOIlAfnuFHe6sVZNlsPIb7nXgF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WLIf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1MgMcA&#10;AADeAAAADwAAAGRycy9kb3ducmV2LnhtbESPzW7CMBCE70h9B2uRuIFDoBTSOKhFQuLKz6HHrb0k&#10;aeN1GhsIffq6UqUeRzPzjSZf97YRV+p87VjBdJKAINbO1FwqOB234yUIH5ANNo5JwZ08rIuHQY6Z&#10;cTfe0/UQShEh7DNUUIXQZlJ6XZFFP3EtcfTOrrMYouxKaTq8RbhtZJokC2mx5rhQYUubivTn4WIV&#10;7Op3elzo88ouX/X+7fsrzJ4+jFKjYf/yDCJQH/7Df+2dUZCmq9kcfu/EKy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NTIDHAAAA3gAAAA8AAAAAAAAAAAAAAAAAmAIAAGRy&#10;cy9kb3ducmV2LnhtbFBLBQYAAAAABAAEAPUAAACM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AQzMMA&#10;AADeAAAADwAAAGRycy9kb3ducmV2LnhtbERPXWvCMBR9F/Yfwh34pukqE9sZZQqCwynMje310tw1&#10;Zc1NaWKt/94MBB/PN2e+7G0tOmp95VjB0zgBQVw4XXGp4OtzM5qB8AFZY+2YFFzIw3LxMJhjrt2Z&#10;P6g7hlLEEvY5KjAhNLmUvjBk0Y9dQxy1X9daDBG2pdQtnmO5rWWaJFNpseK4YLChtaHi73iyCjo8&#10;XJIfs9pnb9V7kR5W3zsdeTV87F9fQATqw918S2+1gjTNJs/wfydeAb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AQz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9RIcUA&#10;AADeAAAADwAAAGRycy9kb3ducmV2LnhtbESPQUsDMRSE74L/ITzBm802QtG1aSlCxaOuHjw+N6+b&#10;rZv3liR2V3+9EQSPw8x8w6y3cxjUiWLqhS0sFxUo4lZcz52F15f91Q2olJEdDsJk4YsSbDfnZ2us&#10;nUz8TKcmd6pAONVowec81lqn1lPAtJCRuHgHiQFzkbHTLuJU4GHQpqpWOmDPZcHjSPee2o/mM1iY&#10;Htr3ozm8Of8dR9k3T3I0g1h7eTHv7kBlmvN/+K/96CwYc3u9gt875Qr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v1Eh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vkrccA&#10;AADeAAAADwAAAGRycy9kb3ducmV2LnhtbESPW2sCMRSE3wv9D+EUfKvZrlB1NYpXKKUi3t5PN6e7&#10;W5OTZZPq9t+bQsHHYWa+YcbT1hpxocZXjhW8dBMQxLnTFRcKjof18wCED8gajWNS8EseppPHhzFm&#10;2l15R5d9KESEsM9QQRlCnUnp85Is+q6riaP35RqLIcqmkLrBa4RbI9MkeZUWK44LJda0KCk/73+s&#10;gvV2ab7TzW52kmGx6n+awft8+aFU56mdjUAEasM9/N9+0wrSdNjrw9+deAXk5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L5K3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KtS8UA&#10;AADeAAAADwAAAGRycy9kb3ducmV2LnhtbERPTWvCQBC9F/wPywheSt0YqaTRVUQQU2ihpgWvY3ZM&#10;gtnZkN0m6b/vHgo9Pt73ZjeaRvTUudqygsU8AkFcWF1zqeDr8/iUgHAeWWNjmRT8kIPddvKwwVTb&#10;gc/U574UIYRdigoq79tUSldUZNDNbUscuJvtDPoAu1LqDocQbhoZR9FKGqw5NFTY0qGi4p5/GwX9&#10;x9u1zHrXvt6TR/e8vJ5O7/qi1Gw67tcgPI3+X/znzrSCOH5Zhr3hTr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Yq1L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J2zckA&#10;AADeAAAADwAAAGRycy9kb3ducmV2LnhtbESPT2vCQBTE7wW/w/KE3uqmaS0muooWCr0I9c9Bb8/s&#10;axLMvo27W0399F1B6HGYmd8wk1lnGnEm52vLCp4HCQjiwuqaSwXbzcfTCIQPyBoby6TglzzMpr2H&#10;CebaXnhF53UoRYSwz1FBFUKbS+mLigz6gW2Jo/dtncEQpSuldniJcNPINEnepMGa40KFLb1XVBzX&#10;P0bBIhstTl+vvLyuDnva7w7HYeoSpR773XwMIlAX/sP39qdWkKbZSwa3O/EKyO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0J2zckAAADeAAAADwAAAAAAAAAAAAAAAACYAgAA&#10;ZHJzL2Rvd25yZXYueG1sUEsFBgAAAAAEAAQA9QAAAI4DAAAAAA==&#10;" fillcolor="black" stroked="f"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2iLccA&#10;AADeAAAADwAAAGRycy9kb3ducmV2LnhtbESPy2rCQBSG94LvMByhO50YrGh0lFpbKNQuvCxcHjPH&#10;ZEjmTMhMNe3TdxZClz//jW+57mwtbtR641jBeJSAIM6dNlwoOB3fhzMQPiBrrB2Tgh/ysF71e0vM&#10;tLvznm6HUIg4wj5DBWUITSalz0uy6EeuIY7e1bUWQ5RtIXWL9zhua5kmyVRaNBwfSmzotaS8Onxb&#10;BefPqZntDaWX3e/mTe+eq83XtlLqadC9LEAE6sJ/+NH+0ArSdD6JABEnoo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9oi3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NqhMcA&#10;AADeAAAADwAAAGRycy9kb3ducmV2LnhtbESPQWsCMRSE70L/Q3hCb5p1KcWuRpGW0l56qFa8PjbP&#10;zbqbl20SdfXXNwXB4zAz3zDzZW9bcSIfascKJuMMBHHpdM2Vgp/N+2gKIkRkja1jUnChAMvFw2CO&#10;hXZn/qbTOlYiQTgUqMDE2BVShtKQxTB2HXHy9s5bjEn6SmqP5wS3rcyz7FlarDktGOzo1VDZrI9W&#10;gV/t3porH7dNdv26hI9D/ztFo9TjsF/NQETq4z18a39qBXn+8jSB/zvpCs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jaoT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BCuMYA&#10;AADeAAAADwAAAGRycy9kb3ducmV2LnhtbESPUUsDMRCE3wX/Q1ihL2JzhmLt2bSIIBRahNb+gPWy&#10;3h0mm+Oyttf++kYQ+jjMzDfMfDkErw7UpzayhcdxAYq4iq7l2sL+8/3hGVQSZIc+Mlk4UYLl4vZm&#10;jqWLR97SYSe1yhBOJVpoRLpS61Q1FDCNY0ecve/YB5Qs+1q7Ho8ZHrw2RfGkA7acFxrs6K2h6mf3&#10;Gyx48+Vn62nayGmvN8U5yPb+w1k7uhteX0AJDXIN/7dXzoIxs4mBvzv5Cu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BCu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ymecgA&#10;AADeAAAADwAAAGRycy9kb3ducmV2LnhtbESPzWrDMBCE74W8g9hCbo1cp5TWjRLyQ8CXHuqm5Lqx&#10;NpaJtDKWkjh9+qpQ6HGYmW+Y2WJwVlyoD61nBY+TDARx7XXLjYLd5/bhBUSIyBqtZ1JwowCL+ehu&#10;hoX2V/6gSxUbkSAcClRgYuwKKUNtyGGY+I44eUffO4xJ9o3UPV4T3FmZZ9mzdNhyWjDY0dpQfarO&#10;TsGm6my+K80q7L/eDwdbfm9pv1FqfD8s30BEGuJ/+K9dagV5/vo0hd876QrI+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nKZ5yAAAAN4AAAAPAAAAAAAAAAAAAAAAAJgCAABk&#10;cnMvZG93bnJldi54bWxQSwUGAAAAAAQABAD1AAAAjQ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CMO8UA&#10;AADeAAAADwAAAGRycy9kb3ducmV2LnhtbESPQWsCMRSE7wX/Q3iCt5q4iK2rUaRUEHqq1YO3R/Lc&#10;Xd28LJvorv/eFAo9DjPzDbNc964Wd2pD5VnDZKxAEBtvKy40HH62r+8gQkS2WHsmDQ8KsF4NXpaY&#10;W9/xN933sRAJwiFHDWWMTS5lMCU5DGPfECfv7FuHMcm2kLbFLsFdLTOlZtJhxWmhxIY+SjLX/c1p&#10;uGzllzcKzfFw7Hb27fQ5o1ppPRr2mwWISH38D/+1d1ZDls2nU/i9k6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cIw7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Tax8cA&#10;AADeAAAADwAAAGRycy9kb3ducmV2LnhtbESPQWvCQBSE7wX/w/KE3urGtIpGV7GFQql4qIp4fGaf&#10;SUj2bdhdNf33XUHocZiZb5j5sjONuJLzlWUFw0ECgji3uuJCwX73+TIB4QOyxsYyKfglD8tF72mO&#10;mbY3/qHrNhQiQthnqKAMoc2k9HlJBv3AtsTRO1tnMETpCqkd3iLcNDJNkrE0WHFcKLGlj5Lyensx&#10;Co6XNZ83r98r9x4Ottv5Oj1NaqWe+91qBiJQF/7Dj/aXVpCm07cR3O/EK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U2sf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uRwscA&#10;AADeAAAADwAAAGRycy9kb3ducmV2LnhtbESPQWsCMRSE7wX/Q3iCt5p1saKrUVQQeilU24Penpvn&#10;7uLmZU2ibv31jVDocZiZb5jZojW1uJHzlWUFg34Cgji3uuJCwffX5nUMwgdkjbVlUvBDHhbzzssM&#10;M23vvKXbLhQiQthnqKAMocmk9HlJBn3fNsTRO1lnMETpCqkd3iPc1DJNkpE0WHFcKLGhdUn5eXc1&#10;ClaT8eryOeSPx/Z4oMP+eH5LXaJUr9supyACteE//Nd+1wrSdDIcwfNOv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bkcLHAAAA3gAAAA8AAAAAAAAAAAAAAAAAmAIAAGRy&#10;cy9kb3ducmV2LnhtbFBLBQYAAAAABAAEAPUAAACMAwAAAAA=&#10;" fillcolor="black" stroked="f"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E/88YA&#10;AADeAAAADwAAAGRycy9kb3ducmV2LnhtbESPQUsDMRSE74L/IbyCN5vtKlbXpmUpiOJp2ypeXzfP&#10;zeLmZUliuv57Iwg9DjPzDbPaTHYQiXzoHStYzAsQxK3TPXcK3g5P1/cgQkTWODgmBT8UYLO+vFhh&#10;pd2Jd5T2sRMZwqFCBSbGsZIytIYshrkbibP36bzFmKXvpPZ4ynA7yLIo7qTFnvOCwZG2htqv/bdV&#10;kI7bpr5JH8nsXn3dedc8vx8bpa5mU/0IItIUz+H/9otWUJYPt0v4u5Ov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E/8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viMQA&#10;AADeAAAADwAAAGRycy9kb3ducmV2LnhtbERPz2vCMBS+C/4P4QneZmoZop1RhujQXdyqMI+P5tmU&#10;NS+libXbX78cBh4/vt/LdW9r0VHrK8cKppMEBHHhdMWlgvNp9zQH4QOyxtoxKfghD+vVcLDETLs7&#10;f1KXh1LEEPYZKjAhNJmUvjBk0U9cQxy5q2sthgjbUuoW7zHc1jJNkpm0WHFsMNjQxlDxnd+sAj/d&#10;bL/e7e+iu7wZPuYHM/sojVLjUf/6AiJQHx7if/deK0jTxXPcG+/EK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S74j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E3FD0" w:rsidRDefault="008E3FD0" w:rsidP="008E3F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E3FD0" w:rsidRPr="003B50D1" w:rsidRDefault="008E3FD0" w:rsidP="008E3F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E3FD0" w:rsidRPr="003B50D1" w:rsidRDefault="008E3FD0" w:rsidP="008E3FD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E3FD0" w:rsidRPr="003B50D1" w:rsidRDefault="008E3FD0" w:rsidP="008E3F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E3FD0" w:rsidRPr="003B50D1" w:rsidRDefault="008E3FD0" w:rsidP="008E3F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E3FD0" w:rsidRPr="003B50D1" w:rsidRDefault="008E3FD0" w:rsidP="008E3F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E3FD0" w:rsidRPr="003B50D1" w:rsidRDefault="008E3FD0" w:rsidP="008E3F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E3FD0" w:rsidRPr="003B50D1" w:rsidRDefault="008E3FD0" w:rsidP="008E3F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8E3FD0" w:rsidRPr="003B50D1" w:rsidRDefault="008E3FD0" w:rsidP="008E3F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E3FD0" w:rsidRPr="003B50D1" w:rsidRDefault="008E3FD0" w:rsidP="008E3F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E3FD0" w:rsidRPr="003B50D1" w:rsidRDefault="008E3FD0" w:rsidP="008E3F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E3FD0" w:rsidRPr="003B50D1" w:rsidRDefault="008E3FD0" w:rsidP="008E3F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E3FD0" w:rsidRPr="003B50D1" w:rsidRDefault="008E3FD0" w:rsidP="008E3F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E3FD0" w:rsidRPr="003B50D1" w:rsidRDefault="008E3FD0" w:rsidP="008E3FD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E3FD0" w:rsidRPr="003B50D1" w:rsidRDefault="008E3FD0" w:rsidP="008E3FD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E3FD0" w:rsidRPr="003B50D1" w:rsidRDefault="008E3FD0" w:rsidP="008E3FD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8E3FD0" w:rsidRPr="003B50D1" w:rsidRDefault="008E3FD0" w:rsidP="008E3FD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E3FD0" w:rsidRPr="003B50D1" w:rsidRDefault="008E3FD0" w:rsidP="008E3FD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8E3FD0" w:rsidRPr="003B50D1" w:rsidRDefault="008E3FD0" w:rsidP="008E3F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8E3FD0" w:rsidRPr="003B50D1" w:rsidRDefault="008E3FD0" w:rsidP="008E3F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8E3FD0" w:rsidRPr="003B50D1" w:rsidRDefault="008E3FD0" w:rsidP="008E3FD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О. М.</w:t>
      </w:r>
    </w:p>
    <w:p w:rsidR="008E3FD0" w:rsidRPr="003B50D1" w:rsidRDefault="008E3FD0" w:rsidP="008E3F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8E3FD0" w:rsidRPr="003B50D1" w:rsidRDefault="008E3FD0" w:rsidP="008E3F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8E3FD0" w:rsidRPr="003B50D1" w:rsidRDefault="008E3FD0" w:rsidP="008E3F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до пункту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  <w:proofErr w:type="gramEnd"/>
    </w:p>
    <w:p w:rsidR="008E3FD0" w:rsidRPr="003B50D1" w:rsidRDefault="008E3FD0" w:rsidP="008E3F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8E3FD0" w:rsidRPr="003B50D1" w:rsidRDefault="008E3FD0" w:rsidP="008E3FD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E3FD0" w:rsidRPr="003B50D1" w:rsidRDefault="008E3FD0" w:rsidP="00B826B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Оксані Миколаївні,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B826B0" w:rsidRPr="00B826B0">
        <w:rPr>
          <w:rFonts w:ascii="Times New Roman" w:eastAsia="Calibri" w:hAnsi="Times New Roman" w:cs="Times New Roman"/>
          <w:sz w:val="24"/>
        </w:rPr>
        <w:t>_</w:t>
      </w:r>
      <w:r w:rsidR="00B826B0">
        <w:rPr>
          <w:rFonts w:ascii="Times New Roman" w:eastAsia="Calibri" w:hAnsi="Times New Roman" w:cs="Times New Roman"/>
          <w:sz w:val="24"/>
          <w:lang w:val="ru-RU"/>
        </w:rPr>
        <w:t>___________________________________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0,1300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 w:rsidRPr="00B01A79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</w:rPr>
        <w:t>,  яка розташована Хмельницька область Шепетівський район, с</w:t>
      </w:r>
      <w:r w:rsidRPr="003B50D1"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Calibri" w:hAnsi="Times New Roman" w:cs="Times New Roman"/>
          <w:sz w:val="24"/>
        </w:rPr>
        <w:t xml:space="preserve"> Крупець.</w:t>
      </w:r>
    </w:p>
    <w:p w:rsidR="008E3FD0" w:rsidRPr="003B50D1" w:rsidRDefault="008E3FD0" w:rsidP="008E3F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E3FD0" w:rsidRPr="003B50D1" w:rsidRDefault="008E3FD0" w:rsidP="008E3F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E3FD0" w:rsidRPr="008E3FD0" w:rsidRDefault="008E3FD0" w:rsidP="008E3FD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та благоустрою (Денисюк Т.В.).</w:t>
      </w:r>
    </w:p>
    <w:p w:rsidR="008E3FD0" w:rsidRPr="003B50D1" w:rsidRDefault="008E3FD0" w:rsidP="008E3F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E3FD0" w:rsidRPr="003B50D1" w:rsidRDefault="008E3FD0" w:rsidP="008E3F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E3FD0" w:rsidRPr="003B50D1" w:rsidRDefault="008E3FD0" w:rsidP="008E3FD0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sectPr w:rsidR="008E3FD0" w:rsidRPr="003B50D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FD0"/>
    <w:rsid w:val="008E3FD0"/>
    <w:rsid w:val="00A07FE4"/>
    <w:rsid w:val="00B8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FD0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FD0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2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2022-02-11T13:49:00Z</dcterms:created>
  <dcterms:modified xsi:type="dcterms:W3CDTF">2022-02-14T07:55:00Z</dcterms:modified>
</cp:coreProperties>
</file>