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1F4B" w:rsidRDefault="003B1F4B" w:rsidP="003B1F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2840355</wp:posOffset>
                </wp:positionH>
                <wp:positionV relativeFrom="paragraph">
                  <wp:posOffset>0</wp:posOffset>
                </wp:positionV>
                <wp:extent cx="436880" cy="613410"/>
                <wp:effectExtent l="1905" t="0" r="8890" b="5715"/>
                <wp:wrapNone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880" cy="613410"/>
                          <a:chOff x="3834" y="994"/>
                          <a:chExt cx="1142" cy="1718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Freeform 4"/>
                        <wps:cNvSpPr>
                          <a:spLocks/>
                        </wps:cNvSpPr>
                        <wps:spPr bwMode="auto">
                          <a:xfrm>
                            <a:off x="4000" y="1125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Freeform 5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Freeform 6"/>
                        <wps:cNvSpPr>
                          <a:spLocks/>
                        </wps:cNvSpPr>
                        <wps:spPr bwMode="auto">
                          <a:xfrm>
                            <a:off x="4443" y="2305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Freeform 7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Freeform 8"/>
                        <wps:cNvSpPr>
                          <a:spLocks/>
                        </wps:cNvSpPr>
                        <wps:spPr bwMode="auto">
                          <a:xfrm>
                            <a:off x="4296" y="2305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Freeform 9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" name="Freeform 10"/>
                        <wps:cNvSpPr>
                          <a:spLocks/>
                        </wps:cNvSpPr>
                        <wps:spPr bwMode="auto">
                          <a:xfrm>
                            <a:off x="4579" y="2004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" name="Freeform 11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" name="Freeform 12"/>
                        <wps:cNvSpPr>
                          <a:spLocks/>
                        </wps:cNvSpPr>
                        <wps:spPr bwMode="auto">
                          <a:xfrm>
                            <a:off x="4057" y="2004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" name="Freeform 13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" name="Freeform 14"/>
                        <wps:cNvSpPr>
                          <a:spLocks/>
                        </wps:cNvSpPr>
                        <wps:spPr bwMode="auto">
                          <a:xfrm>
                            <a:off x="4443" y="2132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" name="Freeform 15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Freeform 16"/>
                        <wps:cNvSpPr>
                          <a:spLocks/>
                        </wps:cNvSpPr>
                        <wps:spPr bwMode="auto">
                          <a:xfrm>
                            <a:off x="4280" y="2133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" name="Freeform 17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" name="Freeform 18"/>
                        <wps:cNvSpPr>
                          <a:spLocks/>
                        </wps:cNvSpPr>
                        <wps:spPr bwMode="auto">
                          <a:xfrm>
                            <a:off x="4312" y="1839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Freeform 19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Freeform 20"/>
                        <wps:cNvSpPr>
                          <a:spLocks/>
                        </wps:cNvSpPr>
                        <wps:spPr bwMode="auto">
                          <a:xfrm>
                            <a:off x="4639" y="1356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Freeform 21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Freeform 22"/>
                        <wps:cNvSpPr>
                          <a:spLocks/>
                        </wps:cNvSpPr>
                        <wps:spPr bwMode="auto">
                          <a:xfrm>
                            <a:off x="4055" y="1356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3834" y="1424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Freeform 24"/>
                        <wps:cNvSpPr>
                          <a:spLocks/>
                        </wps:cNvSpPr>
                        <wps:spPr bwMode="auto">
                          <a:xfrm>
                            <a:off x="3834" y="2172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4" name="Freeform 25"/>
                        <wps:cNvSpPr>
                          <a:spLocks/>
                        </wps:cNvSpPr>
                        <wps:spPr bwMode="auto">
                          <a:xfrm>
                            <a:off x="3834" y="2333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26"/>
                        <wps:cNvSpPr>
                          <a:spLocks/>
                        </wps:cNvSpPr>
                        <wps:spPr bwMode="auto">
                          <a:xfrm>
                            <a:off x="3994" y="2506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27"/>
                        <wps:cNvSpPr>
                          <a:spLocks/>
                        </wps:cNvSpPr>
                        <wps:spPr bwMode="auto">
                          <a:xfrm>
                            <a:off x="4397" y="2506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28"/>
                        <wps:cNvSpPr>
                          <a:spLocks/>
                        </wps:cNvSpPr>
                        <wps:spPr bwMode="auto">
                          <a:xfrm>
                            <a:off x="4802" y="2333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29"/>
                        <wps:cNvSpPr>
                          <a:spLocks/>
                        </wps:cNvSpPr>
                        <wps:spPr bwMode="auto">
                          <a:xfrm>
                            <a:off x="4936" y="994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405" y="994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" name="Freeform 31"/>
                        <wps:cNvSpPr>
                          <a:spLocks/>
                        </wps:cNvSpPr>
                        <wps:spPr bwMode="auto">
                          <a:xfrm>
                            <a:off x="3834" y="994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Freeform 32"/>
                        <wps:cNvSpPr>
                          <a:spLocks/>
                        </wps:cNvSpPr>
                        <wps:spPr bwMode="auto">
                          <a:xfrm>
                            <a:off x="3834" y="1014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223.65pt;margin-top:0;width:34.4pt;height:48.3pt;z-index:251659264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">
                <v:shape id="Freeform 3" o:spid="_x0000_s102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4ICcMA&#10;AADaAAAADwAAAGRycy9kb3ducmV2LnhtbESPT2sCMRTE70K/Q3gFb5o1gsrWKFKpCJ7809LjY/O6&#10;u3TzsiRx3X77RhA8DjPzG2a57m0jOvKhdqxhMs5AEBfO1FxquJw/RgsQISIbbByThj8KsF69DJaY&#10;G3fjI3WnWIoE4ZCjhirGNpcyFBVZDGPXEifvx3mLMUlfSuPxluC2kSrLZtJizWmhwpbeKyp+T1er&#10;4dCp2df3bmvP01LNfTH93Kq60Xr42m/eQETq4zP8aO+NBgX3K+kGyN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Y4ICcMAAADa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4" o:spid="_x0000_s1028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fij7MQA&#10;AADaAAAADwAAAGRycy9kb3ducmV2LnhtbESPQWvCQBSE74X+h+UVvBSziUIrMasUoVAVCsaC10f2&#10;mUSzb0N2m8R/7wqFHoeZ+YbJ1qNpRE+dqy0rSKIYBHFhdc2lgp/j53QBwnlkjY1lUnAjB+vV81OG&#10;qbYDH6jPfSkChF2KCirv21RKV1Rk0EW2JQ7e2XYGfZBdKXWHQ4CbRs7i+E0arDksVNjSpqLimv8a&#10;BfKYb/32vTavye70PSb2stkXF6UmL+PHEoSn0f+H/9pfWsEcHlfCDZCr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34o+zEAAAA2gAAAA8AAAAAAAAAAAAAAAAAmAIAAGRycy9k&#10;b3ducmV2LnhtbFBLBQYAAAAABAAEAPUAAACJ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    </v:shape>
                <v:shape id="Freeform 5" o:spid="_x0000_s1029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aFxMUA&#10;AADaAAAADwAAAGRycy9kb3ducmV2LnhtbESPQWsCMRSE70L/Q3gFL1KzFS3r1iitoEgPglrvr5vX&#10;3a2bl20SdfXXm4LQ4zAz3zCTWWtqcSLnK8sKnvsJCOLc6ooLBZ+7xVMKwgdkjbVlUnAhD7PpQ2eC&#10;mbZn3tBpGwoRIewzVFCG0GRS+rwkg75vG+LofVtnMETpCqkdniPc1HKQJC/SYMVxocSG5iXlh+3R&#10;KFis6DDeN7/L4dWNivTna/3xvusp1X1s315BBGrDf/jeXmkFQ/i7Em+An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UZoXExQAAANo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6" o:spid="_x0000_s1030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qxWXMEA&#10;AADaAAAADwAAAGRycy9kb3ducmV2LnhtbESPQYvCMBSE74L/ITzBm00VXKSaFlEUwdO6otdn82yr&#10;zUtpou3++83Cwh6HmfmGWWW9qcWbWldZVjCNYhDEudUVFwrOX7vJAoTzyBpry6Tgmxxk6XCwwkTb&#10;jj/pffKFCBB2CSoovW8SKV1ekkEX2YY4eHfbGvRBtoXULXYBbmo5i+MPabDisFBiQ5uS8ufpZRTE&#10;x3l9u1+4X1y3+/z56HbcVVOlxqN+vQThqff/4b/2QSuYw++VcANk+g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6sVlzBAAAA2g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    </v:shape>
                <v:shape id="Freeform 7" o:spid="_x0000_s103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i+KMUA&#10;AADaAAAADwAAAGRycy9kb3ducmV2LnhtbESPQWsCMRSE70L/Q3gFL1KzFSvr1iitoEgPQrXeXzev&#10;u1s3L9sk6uqvN4LQ4zAz3zCTWWtqcSTnK8sKnvsJCOLc6ooLBV/bxVMKwgdkjbVlUnAmD7PpQ2eC&#10;mbYn/qTjJhQiQthnqKAMocmk9HlJBn3fNsTR+7HOYIjSFVI7PEW4qeUgSUbSYMVxocSG5iXl+83B&#10;KFisaD/eNX/L4cW9FOnv9/rjfdtTqvvYvr2CCNSG//C9vdIKRnC7Em+An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L+L4oxQAAANo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8" o:spid="_x0000_s103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JtsMIA&#10;AADaAAAADwAAAGRycy9kb3ducmV2LnhtbESPS4vCQBCE74L/YWjBm05c8EF0EsTFZcGTD/TaZtok&#10;mukJmVmT/ffOwoLHoqq+olZpZyrxpMaVlhVMxhEI4szqknMFp+N2tADhPLLGyjIp+CUHadLvrTDW&#10;tuU9PQ8+FwHCLkYFhfd1LKXLCjLoxrYmDt7NNgZ9kE0udYNtgJtKfkTRTBosOSwUWNOmoOxx+DEK&#10;ot20ut7O3C0un1/Z495uuS0nSg0H3XoJwlPn3+H/9rdWMIe/K+EGyO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xMm2wwgAAANoAAAAPAAAAAAAAAAAAAAAAAJgCAABkcnMvZG93&#10;bnJldi54bWxQSwUGAAAAAAQABAD1AAAAhw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    </v:shape>
                <v:shape id="Freeform 9" o:spid="_x0000_s1033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CubIcAA&#10;AADaAAAADwAAAGRycy9kb3ducmV2LnhtbERPu2rDMBTdA/0HcQvZYjkxlNS1EoLbQte4ztDt1rp+&#10;YOvKWKrj9OujodDxcN7ZcTGDmGlynWUF2ygGQVxZ3XGjoPx83+xBOI+scbBMCm7k4Hh4WGWYanvl&#10;M82Fb0QIYZeigtb7MZXSVS0ZdJEdiQNX28mgD3BqpJ7wGsLNIHdx/CQNdhwaWhwpb6nqix+j4PLa&#10;98kzx8nv15zvXf5dlrv6Tan143J6AeFp8f/iP/eHVhC2hivhBsjD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CubIcAAAADaAAAADwAAAAAAAAAAAAAAAACYAgAAZHJzL2Rvd25y&#10;ZXYueG1sUEsFBgAAAAAEAAQA9QAAAIU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0" o:spid="_x0000_s1034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y6QsYA&#10;AADaAAAADwAAAGRycy9kb3ducmV2LnhtbESPW2vCQBSE3wX/w3IEX0Q3ShGNriKlhRbsgxe8vB2y&#10;xySYPZtmtzHtr3cLgo/DzHzDzJeNKURNlcstKxgOIhDEidU5pwr2u/f+BITzyBoLy6TglxwsF+3W&#10;HGNtb7yheutTESDsYlSQeV/GUrokI4NuYEvi4F1sZdAHWaVSV3gLcFPIURSNpcGcw0KGJb1mlFy3&#10;P0bBC9Wn1frv/HU4fb95e+kdP93wqFS306xmIDw1/hl+tD+0gin8Xwk3QC7u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jny6QsYAAADaAAAADwAAAAAAAAAAAAAAAACYAgAAZHJz&#10;L2Rvd25yZXYueG1sUEsFBgAAAAAEAAQA9QAAAIsDAAAAAA==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    </v:shape>
                <v:shape id="Freeform 11" o:spid="_x0000_s1035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uDmRsQA&#10;AADbAAAADwAAAGRycy9kb3ducmV2LnhtbESPQW/CMAyF75P2HyJP2m2kgISgEBDqNmnXQTlwM41p&#10;qzZO1WSl26+fD0jcbL3n9z5vdqNr1UB9qD0bmE4SUMSFtzWXBvLj59sSVIjIFlvPZOCXAuy2z08b&#10;TK2/8TcNh1gqCeGQooEqxi7VOhQVOQwT3xGLdvW9wyhrX2rb403CXatnSbLQDmuWhgo7yioqmsOP&#10;M3B6b5r5ipP533nIliG75Pns+mHM68u4X4OKNMaH+X79ZQVf6OUXGUB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g5kb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2" o:spid="_x0000_s1036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PfScQA&#10;AADbAAAADwAAAGRycy9kb3ducmV2LnhtbERPS2vCQBC+C/6HZQq9FN2klFKiGxFRUGgPtcXHbchO&#10;HjQ7G7NrTP31bqHgbT6+50xnvalFR62rLCuIxxEI4szqigsF31+r0RsI55E11pZJwS85mKXDwRQT&#10;bS/8Sd3WFyKEsEtQQel9k0jpspIMurFtiAOX29agD7AtpG7xEsJNLZ+j6FUarDg0lNjQoqTsZ3s2&#10;Cl6oO8zfr8eP3eG09DZ/2m9cvFfq8aGfT0B46v1d/O9e6zA/hr9fwgEyvQ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oT30nEAAAA2w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    </v:shape>
                <v:shape id="Freeform 13" o:spid="_x0000_s103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I+ltcQA&#10;AADbAAAADwAAAGRycy9kb3ducmV2LnhtbERP32vCMBB+H+x/CDfY20x1Y5NqlOFQBwPBKvp6NGdT&#10;bS61ibbbX78MBr7dx/fzxtPOVuJKjS8dK+j3EhDEudMlFwq2m/nTEIQPyBorx6TgmzxMJ/d3Y0y1&#10;a3lN1ywUIoawT1GBCaFOpfS5IYu+52riyB1cYzFE2BRSN9jGcFvJQZK8SoslxwaDNc0M5afsYhXs&#10;X55Xziwzd2k/Fj+n9fntuJt9KfX40L2PQATqwk387/7Ucf4A/n6JB8jJ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yPpbXEAAAA2w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4" o:spid="_x0000_s1038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gRbz8AA&#10;AADbAAAADwAAAGRycy9kb3ducmV2LnhtbERPS4vCMBC+L/gfwgje1lTFRapRVFRk97Q+7kMztsVm&#10;UptY47/fCMLe5uN7zmwRTCVaalxpWcGgn4AgzqwuOVdwOm4/JyCcR9ZYWSYFT3KwmHc+Zphq++Bf&#10;ag8+FzGEXYoKCu/rVEqXFWTQ9W1NHLmLbQz6CJtc6gYfMdxUcpgkX9JgybGhwJrWBWXXw90oGH2P&#10;bzu9yjdtNdm5n/1lG8pwVqrXDcspCE/B/4vf7r2O80fw+iUeIOd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gRbz8AAAADbAAAADwAAAAAAAAAAAAAAAACYAgAAZHJzL2Rvd25y&#10;ZXYueG1sUEsFBgAAAAAEAAQA9QAAAIUDAAAAAA=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    </v:shape>
                <v:shape id="Freeform 15" o:spid="_x0000_s1039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2CYcAA&#10;AADbAAAADwAAAGRycy9kb3ducmV2LnhtbERPTYvCMBC9C/6HMMLeNFXE1WoqogjC4mHVg8ehGZvS&#10;ZlKaWLv/frOw4G0e73M2297WoqPWl44VTCcJCOLc6ZILBbfrcbwE4QOyxtoxKfghD9tsONhgqt2L&#10;v6m7hELEEPYpKjAhNKmUPjdk0U9cQxy5h2sthgjbQuoWXzHc1nKWJAtpseTYYLChvaG8ujytgvvq&#10;vJr25pB8dZ+7U8gZseoWSn2M+t0aRKA+vMX/7pOO8+fw90s8QGa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X2CYcAAAADb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6" o:spid="_x0000_s1040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+sWl8IA&#10;AADbAAAADwAAAGRycy9kb3ducmV2LnhtbERPS2vCQBC+F/wPywi91Y0pFY2uIgWLFw++PQ7ZMYlm&#10;Z2N21dRf7wqF3ubje85o0phS3Kh2hWUF3U4Egji1uuBMwWY9++iDcB5ZY2mZFPySg8m49TbCRNs7&#10;L+m28pkIIewSVJB7XyVSujQng65jK+LAHW1t0AdYZ1LXeA/hppRxFPWkwYJDQ44VfeeUnldXo2Df&#10;XTwG1WezjQ/+Mj/FP5d0tusp9d5upkMQnhr/L/5zz3WY/wWvX8IBcvwE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L6xaXwgAAANsAAAAPAAAAAAAAAAAAAAAAAJgCAABkcnMvZG93&#10;bnJldi54bWxQSwUGAAAAAAQABAD1AAAAhwMAAAAA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    </v:shape>
                <v:shape id="Freeform 17" o:spid="_x0000_s104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ypihL8A&#10;AADbAAAADwAAAGRycy9kb3ducmV2LnhtbERP3WrCMBS+H/gO4QjezdQhVapRimPg2JXVBzg0x7ba&#10;nIQks93bL4OBd+fj+z3b/Wh68SAfOssKFvMMBHFtdceNgsv543UNIkRkjb1lUvBDAfa7ycsWC20H&#10;PtGjio1IIRwKVNDG6AopQ92SwTC3jjhxV+sNxgR9I7XHIYWbXr5lWS4NdpwaWnR0aKm+V99GAXq3&#10;eneVHE757QuPt8+SlrZUajYdyw2ISGN8iv/dR53m5/D3SzpA7n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fKmKEvwAAANsAAAAPAAAAAAAAAAAAAAAAAJgCAABkcnMvZG93bnJl&#10;di54bWxQSwUGAAAAAAQABAD1AAAAhAMAAAAA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8" o:spid="_x0000_s104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ELbK8MA&#10;AADbAAAADwAAAGRycy9kb3ducmV2LnhtbERPTWvCQBC9C/0PyxR6040KVaKr2GpAai6NevA2ZMck&#10;mJ0N2VXT/nq3IPQ2j/c582VnanGj1lWWFQwHEQji3OqKCwWHfdKfgnAeWWNtmRT8kIPl4qU3x1jb&#10;O3/TLfOFCCHsYlRQet/EUrq8JINuYBviwJ1ta9AH2BZSt3gP4aaWoyh6lwYrDg0lNvRZUn7JrkZB&#10;mqRNuuPN9LS+foxP29/jhL8Spd5eu9UMhKfO/4uf7q0O8yfw90s4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ELbK8MAAADb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    </v:shape>
                <v:shape id="Freeform 19" o:spid="_x0000_s1043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0ZA68UA&#10;AADbAAAADwAAAGRycy9kb3ducmV2LnhtbESPQWvCQBCF74X+h2UK3uqmHqSNriKC2IIVqoI9TrNj&#10;EpqdjbtrTP995yB4m+G9ee+b6bx3jeooxNqzgZdhBoq48Lbm0sBhv3p+BRUTssXGMxn4owjz2ePD&#10;FHPrr/xF3S6VSkI45migSqnNtY5FRQ7j0LfEop18cJhkDaW2Aa8S7ho9yrKxdlizNFTY0rKi4nd3&#10;cQa25/Fl0x2/1z+hX7Xn5mP5ad9qYwZP/WICKlGf7ubb9bsVfIGVX2QAPfs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7RkDrxQAAANsAAAAPAAAAAAAAAAAAAAAAAJgCAABkcnMv&#10;ZG93bnJldi54bWxQSwUGAAAAAAQABAD1AAAAig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0" o:spid="_x0000_s1044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DC5LMEA&#10;AADbAAAADwAAAGRycy9kb3ducmV2LnhtbERP3WrCMBS+F3yHcITdaepgc+uMRQbdhghi5wMcmmNT&#10;TE5KE7Xb0y8Dwbvz8f2eZTE4Ky7Uh9azgvksA0Fce91yo+DwXU5fQISIrNF6JgU/FKBYjUdLzLW/&#10;8p4uVWxECuGQowITY5dLGWpDDsPMd8SJO/reYUywb6Tu8ZrCnZWPWfYsHbacGgx29G6oPlVnp4Az&#10;We62tdXy4/ew2HyaavN0rpR6mAzrNxCRhngX39xfOs1/hf9f0gFy9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wwuSzBAAAA2w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    </v:shape>
                <v:shape id="Freeform 21" o:spid="_x0000_s1045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jSqmMEA&#10;AADbAAAADwAAAGRycy9kb3ducmV2LnhtbERPTYvCMBC9C/6HMII3TdVVtBpF3RVWb1ZBvA3N2Bab&#10;SWmy2t1fvzkIHh/ve7FqTCkeVLvCsoJBPwJBnFpdcKbgfNr1piCcR9ZYWiYFv+RgtWy3Fhhr++Qj&#10;PRKfiRDCLkYFufdVLKVLczLo+rYiDtzN1gZ9gHUmdY3PEG5KOYyiiTRYcGjIsaJtTuk9+TEKktv1&#10;qjf89bGfjt32cBj9zS67T6W6nWY9B+Gp8W/xy/2tFQzD+vAl/AC5/A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I0qpjBAAAA2w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shape id="Freeform 22" o:spid="_x0000_s1046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sllab8A&#10;AADbAAAADwAAAGRycy9kb3ducmV2LnhtbESPzQrCMBCE74LvEFbwpqkKItUoIgoePPj3AEuzNtVm&#10;U5uo9e2NIHgcZr4ZZrZobCmeVPvCsYJBPwFBnDldcK7gfNr0JiB8QNZYOiYFb/KwmLdbM0y1e/GB&#10;nseQi1jCPkUFJoQqldJnhiz6vquIo3dxtcUQZZ1LXeMrlttSDpNkLC0WHBcMVrQylN2OD6tgeF5e&#10;V5f9aHe9jxJeW9OsHwejVLfTLKcgAjXhH/7RWx25AXy/xB8g5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eyWVpvwAAANsAAAAPAAAAAAAAAAAAAAAAAJgCAABkcnMvZG93bnJl&#10;di54bWxQSwUGAAAAAAQABAD1AAAAhA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    </v:shape>
                <v:rect id="Rectangle 23" o:spid="_x0000_s1047" style="position:absolute;left:3834;top:1424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F3fM8UA&#10;AADbAAAADwAAAGRycy9kb3ducmV2LnhtbESPQWvCQBSE74L/YXmCN900aLFpVqmC0Iugtod6e8m+&#10;JsHs23R3q2l/fVcQehxm5hsmX/WmFRdyvrGs4GGagCAurW64UvD+tp0sQPiArLG1TAp+yMNqORzk&#10;mGl75QNdjqESEcI+QwV1CF0mpS9rMuintiOO3qd1BkOUrpLa4TXCTSvTJHmUBhuOCzV2tKmpPB+/&#10;jYL102L9tZ/x7vdQnOj0UZznqUuUGo/6l2cQgfrwH763X7WCNIXbl/gD5PI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4Xd8zxQAAANsAAAAPAAAAAAAAAAAAAAAAAJgCAABkcnMv&#10;ZG93bnJldi54bWxQSwUGAAAAAAQABAD1AAAAigMAAAAA&#10;" fillcolor="black" stroked="f"/>
                <v:shape id="Freeform 24" o:spid="_x0000_s1048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tqOF8QA&#10;AADbAAAADwAAAGRycy9kb3ducmV2LnhtbESPT4vCMBTE7wt+h/CEvSyaVpci1SgiCrtexH/g8dE8&#10;22LzUppYu9/eCAseh5n5DTNbdKYSLTWutKwgHkYgiDOrS84VnI6bwQSE88gaK8uk4I8cLOa9jxmm&#10;2j54T+3B5yJA2KWooPC+TqV0WUEG3dDWxMG72sagD7LJpW7wEeCmkqMoSqTBksNCgTWtCspuh7tR&#10;sJVZ+/X7TfEuby+39W5yNsk+Vuqz3y2nIDx1/h3+b/9oBaMxvL6EHyDnT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rajhfEAAAA2wAAAA8AAAAAAAAAAAAAAAAAmAIAAGRycy9k&#10;b3ducmV2LnhtbFBLBQYAAAAABAAEAPUAAACJAwAAAAA=&#10;" path="m400,1615r,9l400,,,,,1624r,8l,1624r,3l1,1632r399,-17xe" fillcolor="black" stroked="f">
                  <v:path arrowok="t" o:connecttype="custom" o:connectlocs="40,161;40,162;40,0;0,0;0,162;0,163;0,162;0,163;0,163;40,161" o:connectangles="0,0,0,0,0,0,0,0,0,0"/>
                </v:shape>
                <v:shape id="Freeform 25" o:spid="_x0000_s1049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RvOIsMA&#10;AADbAAAADwAAAGRycy9kb3ducmV2LnhtbESPUWvCQBCE3wv+h2OFvtWLosVGTxFRsFAoVX/Acrcm&#10;wdxeyK0m9df3CoU+DjPfDLNc975Wd2pjFdjAeJSBIrbBVVwYOJ/2L3NQUZAd1oHJwDdFWK8GT0vM&#10;Xej4i+5HKVQq4ZijgVKkybWOtiSPcRQa4uRdQutRkmwL7VrsUrmv9STLXrXHitNCiQ1tS7LX480b&#10;mNysWP/2/vjYnWX2eWq6bDbfGPM87DcLUEK9/If/6INL3BR+v6QfoF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RvOIsMAAADbAAAADwAAAAAAAAAAAAAAAACYAgAAZHJzL2Rv&#10;d25yZXYueG1sUEsFBgAAAAAEAAQA9QAAAIgDAAAAAA==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    </v:shape>
                <v:shape id="Freeform 26" o:spid="_x0000_s1050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A8uE8UA&#10;AADbAAAADwAAAGRycy9kb3ducmV2LnhtbESPQWsCMRSE7wX/Q3gFbzXbLZayNUoRLQprRdtLb4/k&#10;uVm6eVk2Udd/b4SCx2FmvmEms9414kRdqD0reB5lIIi1NzVXCn6+l09vIEJENth4JgUXCjCbDh4m&#10;WBh/5h2d9rESCcKhQAU2xraQMmhLDsPIt8TJO/jOYUyyq6Tp8JzgrpF5lr1KhzWnBYstzS3pv/3R&#10;KdCfL+ViXf5afcy3m6r+2pZud1Bq+Nh/vIOI1Md7+L+9MgryMdy+pB8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0Dy4TxQAAANsAAAAPAAAAAAAAAAAAAAAAAJgCAABkcnMv&#10;ZG93bnJldi54bWxQSwUGAAAAAAQABAD1AAAAigMAAAAA&#10;" path="m4038,1660r152,l152,,,369,4038,2029r152,l4038,2029r77,31l4190,2029,4038,1660xe" fillcolor="black" stroked="f">
                  <v:path arrowok="t" o:connecttype="custom" o:connectlocs="404,166;419,166;15,0;0,37;404,203;419,203;404,203;412,206;419,203;404,166" o:connectangles="0,0,0,0,0,0,0,0,0,0"/>
                </v:shape>
                <v:shape id="Freeform 27" o:spid="_x0000_s1051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YPU8IA&#10;AADbAAAADwAAAGRycy9kb3ducmV2LnhtbESPT4vCMBTE78J+h/AEb5raQ5GuUaQg7F4E/yzu8dE8&#10;29LmpTTZtvrpjSDscZiZ3zDr7Wga0VPnKssKlosIBHFudcWFgst5P1+BcB5ZY2OZFNzJwXbzMVlj&#10;qu3AR+pPvhABwi5FBaX3bSqly0sy6Ba2JQ7ezXYGfZBdIXWHQ4CbRsZRlEiDFYeFElvKSsrr059R&#10;0JrHz+X3+9BHyyvGesh4qBNWajYdd58gPI3+P/xuf2kFcQKvL+EHyM0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Vg9TwgAAANsAAAAPAAAAAAAAAAAAAAAAAJgCAABkcnMvZG93&#10;bnJldi54bWxQSwUGAAAAAAQABAD1AAAAhwMAAAAA&#10;" path="m4042,r-4,2l,1662r152,369l4190,371r-4,1l4042,r-3,1l4038,2r4,-2xe" fillcolor="black" stroked="f">
                  <v:path arrowok="t" o:connecttype="custom" o:connectlocs="404,0;404,0;0,166;15,203;419,37;419,37;404,0;404,0;404,0;404,0" o:connectangles="0,0,0,0,0,0,0,0,0,0"/>
                </v:shape>
                <v:shape id="Freeform 28" o:spid="_x0000_s105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05/OcMA&#10;AADbAAAADwAAAGRycy9kb3ducmV2LnhtbESPQYvCMBSE78L+h/AWvNlUEd2tRpEFF0+CdqHr7dE8&#10;22LzUpqo1V9vBMHjMDPfMPNlZ2pxodZVlhUMoxgEcW51xYWCv3Q9+ALhPLLG2jIpuJGD5eKjN8dE&#10;2yvv6LL3hQgQdgkqKL1vEildXpJBF9mGOHhH2xr0QbaF1C1eA9zUchTHE2mw4rBQYkM/JeWn/dko&#10;GP9/r9KMDvdT9mszuUm3drs+K9X/7FYzEJ46/w6/2hutYDSF55fwA+Ti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105/OcMAAADb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    </v:shape>
                <v:shape id="Freeform 29" o:spid="_x0000_s1053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0Ix8EA&#10;AADbAAAADwAAAGRycy9kb3ducmV2LnhtbERPXWvCMBR9H/gfwhV8m6kVilSjiCJMBoOp4Ou1uba1&#10;zU1NMq3/fnkY7PFwvher3rTiQc7XlhVMxgkI4sLqmksFp+PufQbCB2SNrWVS8CIPq+XgbYG5tk/+&#10;pschlCKGsM9RQRVCl0vpi4oM+rHtiCN3tc5giNCVUjt8xnDTyjRJMmmw5thQYUebiorm8GMU3Kfb&#10;5stdzrfL5372yprinsp9ptRo2K/nIAL14V/85/7QCtI4Nn6JP0Au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B9CMfBAAAA2wAAAA8AAAAAAAAAAAAAAAAAmAIAAGRycy9kb3du&#10;cmV2LnhtbFBLBQYAAAAABAAEAPUAAACGAwAAAAA=&#10;" path="m199,400l,200,,13403r400,l400,200,199,,400,200,400,,199,r,400xe" fillcolor="black" stroked="f">
                  <v:path arrowok="t" o:connecttype="custom" o:connectlocs="20,40;0,20;0,1340;40,1340;40,20;20,0;40,20;40,0;20,0;20,40" o:connectangles="0,0,0,0,0,0,0,0,0,0"/>
                </v:shape>
                <v:rect id="Rectangle 30" o:spid="_x0000_s1054" style="position:absolute;left:4405;top:994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vlNQsYA&#10;AADbAAAADwAAAGRycy9kb3ducmV2LnhtbESPQWvCQBSE74X+h+UVvNWNQUWja6iFQi9CtT3o7Zl9&#10;JiHZt+nuVtP+ercgeBxm5htmmfemFWdyvrasYDRMQBAXVtdcKvj6fHuegfABWWNrmRT8kod89fiw&#10;xEzbC2/pvAuliBD2GSqoQugyKX1RkUE/tB1x9E7WGQxRulJqh5cIN61Mk2QqDdYcFyrs6LWiotn9&#10;GAXr+Wz9/THmzd/2eKDD/thMUpcoNXjqXxYgAvXhHr6137WCdA7/X+IPkKsr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vlNQsYAAADbAAAADwAAAAAAAAAAAAAAAACYAgAAZHJz&#10;L2Rvd25yZXYueG1sUEsFBgAAAAAEAAQA9QAAAIsDAAAAAA==&#10;" fillcolor="black" stroked="f"/>
                <v:shape id="Freeform 31" o:spid="_x0000_s1055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3rcNcEA&#10;AADbAAAADwAAAGRycy9kb3ducmV2LnhtbERP3WrCMBS+H+wdwhl4M2aqgrhqlDEcOCwUfx7g2Bzb&#10;YnJSkky7tzcXgpcf3/9i1VsjruRD61jBaJiBIK6cbrlWcDz8fMxAhIis0TgmBf8UYLV8fVlgrt2N&#10;d3Tdx1qkEA45Kmhi7HIpQ9WQxTB0HXHizs5bjAn6WmqPtxRujRxn2VRabDk1NNjRd0PVZf9nFazH&#10;J1+ecGuq7FCb4rcs3j/LQqnBW/81BxGpj0/xw73RCiZpffqSfoBc3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963DXBAAAA2wAAAA8AAAAAAAAAAAAAAAAAmAIAAGRycy9kb3du&#10;cmV2LnhtbFBLBQYAAAAABAAEAPUAAACGAwAAAAA=&#10;" path="m400,200l201,400r5510,l5711,,201,,,200,201,,,,,200r400,xe" fillcolor="black" stroked="f">
                  <v:path arrowok="t" o:connecttype="custom" o:connectlocs="40,20;20,40;571,40;571,0;20,0;0,20;20,0;0,0;0,20;40,20" o:connectangles="0,0,0,0,0,0,0,0,0,0"/>
                </v:shape>
                <v:shape id="Freeform 32" o:spid="_x0000_s1056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8IdxcQA&#10;AADbAAAADwAAAGRycy9kb3ducmV2LnhtbESPQWsCMRSE7wX/Q3iCN81aQexqFBUWBKFV68Hjc/Pc&#10;LG5etptU139vCkKPw8x8w8wWra3EjRpfOlYwHCQgiHOnSy4UHL+z/gSED8gaK8ek4EEeFvPO2wxT&#10;7e68p9shFCJC2KeowIRQp1L63JBFP3A1cfQurrEYomwKqRu8R7it5HuSjKXFkuOCwZrWhvLr4dcq&#10;sBJP52Kc5Z/L0fZr+1Gudj+ZUarXbZdTEIHa8B9+tTdawWgIf1/iD5DzJ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CHcXEAAAA2wAAAA8AAAAAAAAAAAAAAAAAmAIAAGRycy9k&#10;b3ducmV2LnhtbFBLBQYAAAAABAAEAPUAAACJAwAAAAA=&#10;" path="m201,4097r199,l400,,,,,4097r201,xe" fillcolor="black" stroked="f">
                  <v:path arrowok="t" o:connecttype="custom" o:connectlocs="20,410;40,410;40,0;0,0;0,410;20,410" o:connectangles="0,0,0,0,0,0"/>
                </v:shape>
              </v:group>
            </w:pict>
          </mc:Fallback>
        </mc:AlternateContent>
      </w:r>
    </w:p>
    <w:p w:rsidR="003B1F4B" w:rsidRDefault="003B1F4B" w:rsidP="003B1F4B"/>
    <w:p w:rsidR="003B1F4B" w:rsidRDefault="003B1F4B" w:rsidP="003B1F4B"/>
    <w:p w:rsidR="003B1F4B" w:rsidRDefault="003B1F4B" w:rsidP="003B1F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3B1F4B" w:rsidRDefault="003B1F4B" w:rsidP="003B1F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3B1F4B" w:rsidRDefault="003B1F4B" w:rsidP="003B1F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3B1F4B" w:rsidRDefault="003B1F4B" w:rsidP="003B1F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3B1F4B" w:rsidRDefault="003B1F4B" w:rsidP="003B1F4B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B1F4B" w:rsidRDefault="003B1F4B" w:rsidP="003B1F4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3B1F4B" w:rsidRDefault="003B1F4B" w:rsidP="003B1F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B1F4B" w:rsidRDefault="003B1F4B" w:rsidP="003B1F4B">
      <w:pPr>
        <w:spacing w:after="0" w:line="240" w:lineRule="auto"/>
        <w:jc w:val="center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ХХХІХ сесії сільської ради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ІІ скликання</w:t>
      </w:r>
    </w:p>
    <w:p w:rsidR="003B1F4B" w:rsidRDefault="003B1F4B" w:rsidP="003B1F4B">
      <w:pPr>
        <w:shd w:val="clear" w:color="auto" w:fill="FFFFFF"/>
        <w:spacing w:before="100" w:beforeAutospacing="1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24.07.2020  року                                        Крупець                                                   №36</w:t>
      </w:r>
    </w:p>
    <w:p w:rsidR="003B1F4B" w:rsidRPr="00C804C9" w:rsidRDefault="003B1F4B" w:rsidP="003B1F4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B1F4B" w:rsidRPr="00C804C9" w:rsidRDefault="003B1F4B" w:rsidP="003B1F4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>Про затвердження технічної документації</w:t>
      </w:r>
    </w:p>
    <w:p w:rsidR="003B1F4B" w:rsidRPr="00C804C9" w:rsidRDefault="003B1F4B" w:rsidP="003B1F4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 xml:space="preserve">із землеустрою щодо поділу та об’єднання </w:t>
      </w:r>
    </w:p>
    <w:p w:rsidR="003B1F4B" w:rsidRPr="00070BC2" w:rsidRDefault="003B1F4B" w:rsidP="003B1F4B">
      <w:pPr>
        <w:tabs>
          <w:tab w:val="left" w:pos="4424"/>
        </w:tabs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804C9">
        <w:rPr>
          <w:rFonts w:ascii="Times New Roman" w:hAnsi="Times New Roman" w:cs="Times New Roman"/>
          <w:b/>
          <w:sz w:val="24"/>
          <w:szCs w:val="24"/>
        </w:rPr>
        <w:t>земельних ділянок Крупецької сільської ради</w:t>
      </w:r>
    </w:p>
    <w:p w:rsidR="003B1F4B" w:rsidRPr="00C804C9" w:rsidRDefault="003B1F4B" w:rsidP="003B1F4B">
      <w:pPr>
        <w:tabs>
          <w:tab w:val="left" w:pos="4424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3B1F4B" w:rsidRDefault="003B1F4B" w:rsidP="003B1F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    Відповідно до пункту 34 частини 1 статті 26,  </w:t>
      </w:r>
      <w:r>
        <w:rPr>
          <w:rFonts w:ascii="Times New Roman" w:hAnsi="Times New Roman" w:cs="Times New Roman"/>
          <w:sz w:val="24"/>
          <w:szCs w:val="24"/>
        </w:rPr>
        <w:t xml:space="preserve">частини 2 </w:t>
      </w:r>
      <w:r w:rsidRPr="00C804C9">
        <w:rPr>
          <w:rFonts w:ascii="Times New Roman" w:hAnsi="Times New Roman" w:cs="Times New Roman"/>
          <w:sz w:val="24"/>
          <w:szCs w:val="24"/>
        </w:rPr>
        <w:t>статті 42 Закону України «Про місцеве самоврядув</w:t>
      </w:r>
      <w:r>
        <w:rPr>
          <w:rFonts w:ascii="Times New Roman" w:hAnsi="Times New Roman" w:cs="Times New Roman"/>
          <w:sz w:val="24"/>
          <w:szCs w:val="24"/>
        </w:rPr>
        <w:t>ання в Україні», статей 12,  122</w:t>
      </w:r>
      <w:r w:rsidRPr="00C804C9">
        <w:rPr>
          <w:rFonts w:ascii="Times New Roman" w:hAnsi="Times New Roman" w:cs="Times New Roman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</w:t>
      </w:r>
      <w:r>
        <w:rPr>
          <w:rFonts w:ascii="Times New Roman" w:hAnsi="Times New Roman" w:cs="Times New Roman"/>
          <w:sz w:val="24"/>
          <w:szCs w:val="24"/>
        </w:rPr>
        <w:t xml:space="preserve"> їх обтяжень»,</w:t>
      </w:r>
      <w:r w:rsidRPr="00C804C9">
        <w:rPr>
          <w:rFonts w:ascii="Times New Roman" w:hAnsi="Times New Roman" w:cs="Times New Roman"/>
          <w:sz w:val="24"/>
          <w:szCs w:val="24"/>
        </w:rPr>
        <w:t xml:space="preserve"> сільська  рада </w:t>
      </w:r>
    </w:p>
    <w:p w:rsidR="003B1F4B" w:rsidRPr="00C804C9" w:rsidRDefault="003B1F4B" w:rsidP="003B1F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>ВИРІШИЛА:</w:t>
      </w:r>
    </w:p>
    <w:p w:rsidR="003B1F4B" w:rsidRPr="00C804C9" w:rsidRDefault="003B1F4B" w:rsidP="003B1F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1. Затвердити </w:t>
      </w:r>
      <w:r w:rsidRPr="00C804C9">
        <w:rPr>
          <w:rFonts w:ascii="Times New Roman" w:eastAsia="Calibri" w:hAnsi="Times New Roman" w:cs="Times New Roman"/>
          <w:sz w:val="24"/>
          <w:szCs w:val="24"/>
          <w:lang w:eastAsia="en-US"/>
        </w:rPr>
        <w:t>Крупецькій сільській раді,</w:t>
      </w:r>
      <w:r w:rsidRPr="00C804C9">
        <w:rPr>
          <w:rFonts w:ascii="Times New Roman" w:hAnsi="Times New Roman" w:cs="Times New Roman"/>
          <w:sz w:val="24"/>
          <w:szCs w:val="24"/>
        </w:rPr>
        <w:t xml:space="preserve"> технічну документацію із землеустрою щодо поділу та об’єднання земельних ділянок,</w:t>
      </w:r>
      <w:r w:rsidRPr="00C804C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>та передати її у комунальну власність, площею 12,7915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804C9">
        <w:rPr>
          <w:rFonts w:ascii="Times New Roman" w:hAnsi="Times New Roman" w:cs="Times New Roman"/>
          <w:sz w:val="24"/>
          <w:szCs w:val="24"/>
        </w:rPr>
        <w:t>га, (кадастровий номер:6823984000:01:017:0018), землі сільськогосподарського призначення (земельні ділянки кожної категорії земель, які не надані у власність або користування громадянам чи юридичним особам), яка розташована Хмельницька область, Славутський  район,Крупецька сільська рада за межами села Крупець.</w:t>
      </w:r>
      <w:r w:rsidRPr="00C804C9"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</w:p>
    <w:p w:rsidR="003B1F4B" w:rsidRPr="00C804C9" w:rsidRDefault="003B1F4B" w:rsidP="003B1F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color w:val="FF0000"/>
          <w:sz w:val="24"/>
          <w:szCs w:val="24"/>
        </w:rPr>
        <w:t xml:space="preserve">      </w:t>
      </w:r>
      <w:r w:rsidRPr="00C804C9">
        <w:rPr>
          <w:rFonts w:ascii="Times New Roman" w:hAnsi="Times New Roman" w:cs="Times New Roman"/>
          <w:sz w:val="24"/>
          <w:szCs w:val="24"/>
        </w:rPr>
        <w:t>2. Крупецькій сільській радів особі сільського голови Михалюка В.А., посвідчити своє право  в  установленому  законом  порядку.</w:t>
      </w:r>
    </w:p>
    <w:p w:rsidR="003B1F4B" w:rsidRPr="00C804C9" w:rsidRDefault="003B1F4B" w:rsidP="003B1F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3B1F4B" w:rsidRPr="00C804C9" w:rsidRDefault="003B1F4B" w:rsidP="003B1F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3B1F4B" w:rsidRPr="00C804C9" w:rsidRDefault="003B1F4B" w:rsidP="003B1F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1F4B" w:rsidRPr="00C804C9" w:rsidRDefault="003B1F4B" w:rsidP="003B1F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1F4B" w:rsidRPr="00C804C9" w:rsidRDefault="003B1F4B" w:rsidP="003B1F4B">
      <w:pPr>
        <w:tabs>
          <w:tab w:val="left" w:pos="4424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3B1F4B" w:rsidRPr="00C804C9" w:rsidRDefault="003B1F4B" w:rsidP="003B1F4B">
      <w:pPr>
        <w:tabs>
          <w:tab w:val="left" w:pos="2160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804C9">
        <w:rPr>
          <w:rFonts w:ascii="Times New Roman" w:hAnsi="Times New Roman" w:cs="Times New Roman"/>
          <w:sz w:val="24"/>
          <w:szCs w:val="24"/>
        </w:rPr>
        <w:t xml:space="preserve">Секретар сільської ради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В.М. Мазур </w:t>
      </w:r>
    </w:p>
    <w:p w:rsidR="009220AF" w:rsidRDefault="009220AF">
      <w:bookmarkStart w:id="0" w:name="_GoBack"/>
      <w:bookmarkEnd w:id="0"/>
    </w:p>
    <w:sectPr w:rsidR="009220AF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F4B"/>
    <w:rsid w:val="00171A2E"/>
    <w:rsid w:val="00304C90"/>
    <w:rsid w:val="003B1F4B"/>
    <w:rsid w:val="00505B6D"/>
    <w:rsid w:val="006D3977"/>
    <w:rsid w:val="007D6C18"/>
    <w:rsid w:val="009220AF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1</Pages>
  <Words>257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2020-07-29T13:55:00Z</dcterms:created>
  <dcterms:modified xsi:type="dcterms:W3CDTF">2020-07-29T13:55:00Z</dcterms:modified>
</cp:coreProperties>
</file>