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5F" w:rsidRPr="00CB71B2" w:rsidRDefault="006D735F" w:rsidP="006D735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2448" name="Группа 12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4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55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" fillcolor="black" stroked="f"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" fillcolor="black" stroked="f"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 w:eastAsia="uk-UA"/>
        </w:rPr>
      </w:pP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6D735F" w:rsidRPr="00CB71B2" w:rsidRDefault="006D735F" w:rsidP="006D735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12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5F" w:rsidRDefault="006D735F" w:rsidP="006D73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8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735F" w:rsidRDefault="006D735F" w:rsidP="006D73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D735F" w:rsidRPr="00CB71B2" w:rsidRDefault="006D735F" w:rsidP="006D735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B71B2">
        <w:rPr>
          <w:rFonts w:ascii="Times New Roman" w:eastAsia="Calibri" w:hAnsi="Times New Roman" w:cs="Times New Roman"/>
          <w:b/>
        </w:rPr>
        <w:t>РІШЕННЯ</w:t>
      </w:r>
    </w:p>
    <w:p w:rsidR="006D735F" w:rsidRPr="00CB71B2" w:rsidRDefault="006D735F" w:rsidP="006D735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D735F" w:rsidRPr="00CB71B2" w:rsidRDefault="006D735F" w:rsidP="006D73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D735F" w:rsidRPr="00CB71B2" w:rsidRDefault="006D735F" w:rsidP="006D735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735F" w:rsidRPr="00CB71B2" w:rsidRDefault="006D735F" w:rsidP="006D73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D735F" w:rsidRPr="00CB71B2" w:rsidRDefault="006D735F" w:rsidP="006D73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D735F" w:rsidRPr="00CB71B2" w:rsidRDefault="006D735F" w:rsidP="006D735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CB71B2">
        <w:rPr>
          <w:rFonts w:ascii="Times New Roman" w:eastAsia="Calibri" w:hAnsi="Times New Roman" w:cs="Times New Roman"/>
          <w:sz w:val="24"/>
        </w:rPr>
        <w:t>22.04.2021р.                                                 Крупець                                        №_____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 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Поліщука В.М.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розглянувши заяву  Поліщука В.М.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сільська  рада 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Поліщуку Василю Миколайовичу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B6A4A">
        <w:rPr>
          <w:rFonts w:ascii="Times New Roman" w:eastAsia="Calibri" w:hAnsi="Times New Roman" w:cs="Times New Roman"/>
          <w:sz w:val="24"/>
        </w:rPr>
        <w:t>_____________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1B6A4A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1B2">
        <w:rPr>
          <w:rFonts w:ascii="Times New Roman" w:eastAsia="Calibri" w:hAnsi="Times New Roman" w:cs="Times New Roman"/>
          <w:sz w:val="24"/>
        </w:rPr>
        <w:t xml:space="preserve">Шепетівського району, </w:t>
      </w:r>
      <w:r w:rsidRPr="00CB71B2"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CB71B2">
        <w:rPr>
          <w:rFonts w:ascii="Times New Roman" w:eastAsia="Calibri" w:hAnsi="Times New Roman" w:cs="Times New Roman"/>
          <w:sz w:val="24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иватну власність,  площею 0,1910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кадастров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ий номер: 6823982100:01:007:0047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д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Шепетівський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вулиця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Хотічинська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2. Поліщуку В.М.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D735F" w:rsidRPr="00CB71B2" w:rsidRDefault="006D735F" w:rsidP="006D735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D735F" w:rsidRPr="00CB71B2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17BDB" w:rsidRPr="006D735F" w:rsidRDefault="006D735F" w:rsidP="006D73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717BDB" w:rsidRPr="006D735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5F"/>
    <w:rsid w:val="00171A2E"/>
    <w:rsid w:val="001B6A4A"/>
    <w:rsid w:val="00304C90"/>
    <w:rsid w:val="00505B6D"/>
    <w:rsid w:val="006D3977"/>
    <w:rsid w:val="006D735F"/>
    <w:rsid w:val="00717BDB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5365B"/>
  <w15:docId w15:val="{8873B8E2-65D0-4943-B6B9-B226CB07B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35F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2021-04-14T11:57:00Z</dcterms:created>
  <dcterms:modified xsi:type="dcterms:W3CDTF">2021-04-15T12:13:00Z</dcterms:modified>
</cp:coreProperties>
</file>