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20" w:rsidRPr="00B623A8" w:rsidRDefault="00464720" w:rsidP="0046472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720" w:rsidRDefault="00464720" w:rsidP="004647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WTnHcAAAJ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AkA0t3dmHZuCbXykRbSpiza3K1YNLSICG47N3Okd9A5FloZnGSZlxTqAYHZ1HZ&#10;rsmVM8yN9ClwTa4deJo6cRO6JlfQMMhX76bQULvggC/NvbjND05c5q68z3ejfNR2LtdRDzMgqb28&#10;1PfwYsjjzHUESlFHrtARbFpxaYE37mP0MJ1uo9Pp6ssDe53w0+FE3uPGuwo/n5/I2UcuKLi3jt67&#10;BRagIheVQIzZE7H3tJnEmBYRR+eYzhlriogn9qTpxFgsRLzsIqZlQNTQcvBZ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2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5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M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2acVk5x3&#10;AAACWQQADgAAAAAAAAAAAAAAAAAuAgAAZHJzL2Uyb0RvYy54bWxQSwECLQAUAAYACAAAACEAsh1M&#10;m+AAAAAKAQAADwAAAAAAAAAAAAAAAAD2eQAAZHJzL2Rvd25yZXYueG1sUEsFBgAAAAAEAAQA8wAA&#10;AA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4720" w:rsidRDefault="00464720" w:rsidP="004647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64720" w:rsidRDefault="00464720" w:rsidP="0046472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4720" w:rsidRDefault="00464720" w:rsidP="004647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64720" w:rsidRDefault="00464720" w:rsidP="004647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4720" w:rsidRDefault="00464720" w:rsidP="0046472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___.11.2020 року                                            Крупець                                                       №_</w:t>
      </w:r>
    </w:p>
    <w:p w:rsidR="00464720" w:rsidRPr="00072BEB" w:rsidRDefault="00464720" w:rsidP="0046472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4720" w:rsidRPr="007F6DAF" w:rsidRDefault="00464720" w:rsidP="00464720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 w:rsidRPr="007F6DAF">
        <w:rPr>
          <w:sz w:val="24"/>
          <w:szCs w:val="24"/>
        </w:rPr>
        <w:t>Про  внесення змін до рішення Крупецької</w:t>
      </w:r>
    </w:p>
    <w:p w:rsidR="00464720" w:rsidRPr="007F6DAF" w:rsidRDefault="00464720" w:rsidP="00464720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 w:rsidRPr="007F6DAF">
        <w:rPr>
          <w:sz w:val="24"/>
          <w:szCs w:val="24"/>
        </w:rPr>
        <w:t xml:space="preserve">сільської ради від 22 жовтня 2019 №14 «Про </w:t>
      </w:r>
    </w:p>
    <w:p w:rsidR="00464720" w:rsidRPr="007F6DAF" w:rsidRDefault="00464720" w:rsidP="00464720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 w:rsidRPr="007F6DAF">
        <w:rPr>
          <w:sz w:val="24"/>
          <w:szCs w:val="24"/>
        </w:rPr>
        <w:t>структуру та загальну чисельність апарату</w:t>
      </w:r>
    </w:p>
    <w:p w:rsidR="00464720" w:rsidRPr="007F6DAF" w:rsidRDefault="00464720" w:rsidP="00464720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 w:rsidRPr="007F6DAF">
        <w:rPr>
          <w:sz w:val="24"/>
          <w:szCs w:val="24"/>
        </w:rPr>
        <w:t xml:space="preserve">ради, її виконавчих органів та </w:t>
      </w:r>
      <w:r w:rsidRPr="007F6DAF">
        <w:rPr>
          <w:bCs w:val="0"/>
          <w:sz w:val="24"/>
          <w:szCs w:val="24"/>
        </w:rPr>
        <w:t>штатний розпис</w:t>
      </w:r>
      <w:r w:rsidRPr="007F6DAF">
        <w:rPr>
          <w:sz w:val="24"/>
          <w:szCs w:val="24"/>
        </w:rPr>
        <w:t>»</w:t>
      </w:r>
    </w:p>
    <w:p w:rsidR="00464720" w:rsidRPr="007F6DAF" w:rsidRDefault="00464720" w:rsidP="00464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4720" w:rsidRPr="007F6DAF" w:rsidRDefault="00464720" w:rsidP="004647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6DAF"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1 статті 26 Закону України «Про місцеве самоврядування в Україні», сільська рада   </w:t>
      </w:r>
    </w:p>
    <w:p w:rsidR="00464720" w:rsidRPr="007F6DAF" w:rsidRDefault="00464720" w:rsidP="0046472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DAF">
        <w:rPr>
          <w:rFonts w:ascii="Times New Roman" w:hAnsi="Times New Roman" w:cs="Times New Roman"/>
          <w:sz w:val="24"/>
          <w:szCs w:val="24"/>
        </w:rPr>
        <w:t>ВИРІШИЛА:</w:t>
      </w:r>
    </w:p>
    <w:p w:rsidR="00464720" w:rsidRPr="007F6DAF" w:rsidRDefault="00464720" w:rsidP="00464720">
      <w:pPr>
        <w:pStyle w:val="af1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 w:rsidRPr="007F6DAF">
        <w:rPr>
          <w:sz w:val="24"/>
          <w:szCs w:val="24"/>
        </w:rPr>
        <w:t xml:space="preserve">Внести  зміни до </w:t>
      </w:r>
      <w:r w:rsidRPr="007F6DAF">
        <w:rPr>
          <w:bCs/>
          <w:sz w:val="24"/>
          <w:szCs w:val="24"/>
        </w:rPr>
        <w:t>рішення ХХVІІІ сесії Крупецької сільської ради від 22 жовтня 2019 року №14 «Про структуру та загальну чисельність апарату ради, її виконавчих органів та штатний розпис»</w:t>
      </w:r>
      <w:r w:rsidRPr="007F6DAF">
        <w:rPr>
          <w:sz w:val="24"/>
          <w:szCs w:val="24"/>
        </w:rPr>
        <w:t>, а саме:</w:t>
      </w:r>
    </w:p>
    <w:p w:rsidR="00464720" w:rsidRPr="007F6DAF" w:rsidRDefault="00464720" w:rsidP="00464720">
      <w:pPr>
        <w:pStyle w:val="af1"/>
        <w:numPr>
          <w:ilvl w:val="1"/>
          <w:numId w:val="4"/>
        </w:numPr>
        <w:spacing w:after="0"/>
        <w:ind w:left="0" w:firstLine="709"/>
        <w:jc w:val="both"/>
        <w:rPr>
          <w:bCs/>
          <w:sz w:val="24"/>
          <w:szCs w:val="24"/>
        </w:rPr>
      </w:pPr>
      <w:r w:rsidRPr="007F6DAF">
        <w:rPr>
          <w:bCs/>
          <w:sz w:val="24"/>
          <w:szCs w:val="24"/>
        </w:rPr>
        <w:t>Ввести до структури виконавчих органів Крупецької сільської ради виконавчий орган ради – фінансовий відділ Крупецької сільської ради, зі штатною чисельністю 3 штатні одиниці: - начальник відділу – 1 штатна одиниця; - головний спеціаліст – 2 штатні одиниці.</w:t>
      </w:r>
    </w:p>
    <w:p w:rsidR="00464720" w:rsidRPr="007F6DAF" w:rsidRDefault="00464720" w:rsidP="00464720">
      <w:pPr>
        <w:pStyle w:val="af1"/>
        <w:numPr>
          <w:ilvl w:val="1"/>
          <w:numId w:val="4"/>
        </w:numPr>
        <w:spacing w:after="0"/>
        <w:ind w:left="0" w:firstLine="709"/>
        <w:jc w:val="both"/>
        <w:rPr>
          <w:bCs/>
          <w:sz w:val="24"/>
          <w:szCs w:val="24"/>
        </w:rPr>
      </w:pPr>
      <w:r w:rsidRPr="007F6DAF">
        <w:rPr>
          <w:sz w:val="24"/>
          <w:szCs w:val="24"/>
        </w:rPr>
        <w:t>Викласти підпункт 1.1 пункту 1 в новій редакції: «Загальну чисельність апарату ради та її виконавчих органів в кількості  41 штатна одиниця».</w:t>
      </w:r>
    </w:p>
    <w:p w:rsidR="00464720" w:rsidRPr="007F6DAF" w:rsidRDefault="00464720" w:rsidP="00464720">
      <w:pPr>
        <w:pStyle w:val="af1"/>
        <w:numPr>
          <w:ilvl w:val="1"/>
          <w:numId w:val="4"/>
        </w:numPr>
        <w:spacing w:after="0"/>
        <w:ind w:left="0" w:firstLine="709"/>
        <w:jc w:val="both"/>
        <w:rPr>
          <w:bCs/>
          <w:sz w:val="24"/>
          <w:szCs w:val="24"/>
        </w:rPr>
      </w:pPr>
      <w:r w:rsidRPr="007F6DAF">
        <w:rPr>
          <w:sz w:val="24"/>
          <w:szCs w:val="24"/>
        </w:rPr>
        <w:t>Викласти додаток 1 «Структура апарату Крупецької сільської ради, її виконавчих органів» в новій редакції, що додається.</w:t>
      </w:r>
    </w:p>
    <w:p w:rsidR="00464720" w:rsidRPr="007F6DAF" w:rsidRDefault="00464720" w:rsidP="00464720">
      <w:pPr>
        <w:pStyle w:val="af1"/>
        <w:numPr>
          <w:ilvl w:val="1"/>
          <w:numId w:val="4"/>
        </w:numPr>
        <w:spacing w:after="0"/>
        <w:ind w:left="0" w:firstLine="709"/>
        <w:jc w:val="both"/>
        <w:rPr>
          <w:bCs/>
          <w:sz w:val="24"/>
          <w:szCs w:val="24"/>
        </w:rPr>
      </w:pPr>
      <w:r w:rsidRPr="007F6DAF">
        <w:rPr>
          <w:sz w:val="24"/>
          <w:szCs w:val="24"/>
        </w:rPr>
        <w:t xml:space="preserve"> Викласти додаток 2 «Штатний розпис апарату сільської ради, її виконавчих органів» в новій редакції, що додається. </w:t>
      </w:r>
    </w:p>
    <w:p w:rsidR="00464720" w:rsidRPr="00464720" w:rsidRDefault="00464720" w:rsidP="00464720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  <w:lang w:val="en-US"/>
        </w:rPr>
      </w:pPr>
      <w:r w:rsidRPr="007F6DAF">
        <w:rPr>
          <w:b w:val="0"/>
          <w:sz w:val="24"/>
          <w:szCs w:val="24"/>
        </w:rPr>
        <w:t xml:space="preserve">            2. Контроль за виконанням цього рішення покласти на сільського голову Михалюка В.А.</w:t>
      </w: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DAF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464720" w:rsidRPr="007F6DAF" w:rsidRDefault="00464720" w:rsidP="00464720">
      <w:pPr>
        <w:shd w:val="clear" w:color="auto" w:fill="FFFFFF"/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64720" w:rsidRPr="007F6DAF" w:rsidRDefault="00464720" w:rsidP="00464720">
      <w:pPr>
        <w:shd w:val="clear" w:color="auto" w:fill="FFFFFF"/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6DAF">
        <w:rPr>
          <w:rFonts w:ascii="Times New Roman" w:hAnsi="Times New Roman" w:cs="Times New Roman"/>
          <w:bCs/>
          <w:color w:val="000000"/>
          <w:sz w:val="24"/>
          <w:szCs w:val="24"/>
        </w:rPr>
        <w:t>Додаток 1</w:t>
      </w:r>
    </w:p>
    <w:p w:rsidR="00464720" w:rsidRPr="007F6DAF" w:rsidRDefault="00464720" w:rsidP="00464720">
      <w:pPr>
        <w:shd w:val="clear" w:color="auto" w:fill="FFFFFF"/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6DAF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</w:p>
    <w:p w:rsidR="00464720" w:rsidRPr="007F6DAF" w:rsidRDefault="00464720" w:rsidP="00464720">
      <w:pPr>
        <w:shd w:val="clear" w:color="auto" w:fill="FFFFFF"/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6DA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Крупецької сільської ради  </w:t>
      </w:r>
    </w:p>
    <w:p w:rsidR="00464720" w:rsidRPr="007F6DAF" w:rsidRDefault="00464720" w:rsidP="00464720">
      <w:pPr>
        <w:shd w:val="clear" w:color="auto" w:fill="FFFFFF"/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6DAF">
        <w:rPr>
          <w:rFonts w:ascii="Times New Roman" w:hAnsi="Times New Roman" w:cs="Times New Roman"/>
          <w:bCs/>
          <w:color w:val="000000"/>
          <w:sz w:val="24"/>
          <w:szCs w:val="24"/>
        </w:rPr>
        <w:t>VІІ скликання від 22.10.2019 року № 14</w:t>
      </w:r>
    </w:p>
    <w:p w:rsidR="00464720" w:rsidRPr="007F6DAF" w:rsidRDefault="00464720" w:rsidP="00464720">
      <w:pPr>
        <w:pStyle w:val="Pro"/>
        <w:spacing w:after="57" w:line="276" w:lineRule="auto"/>
        <w:ind w:left="4678" w:right="0"/>
        <w:rPr>
          <w:b w:val="0"/>
          <w:iCs/>
          <w:sz w:val="24"/>
          <w:szCs w:val="24"/>
        </w:rPr>
      </w:pPr>
      <w:r w:rsidRPr="007F6DAF">
        <w:rPr>
          <w:b w:val="0"/>
          <w:iCs/>
          <w:sz w:val="24"/>
          <w:szCs w:val="24"/>
        </w:rPr>
        <w:t>(у редакції рішення від 19.11.2020 року №1)</w:t>
      </w:r>
    </w:p>
    <w:p w:rsidR="00464720" w:rsidRPr="007F6DAF" w:rsidRDefault="00464720" w:rsidP="0046472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F6DAF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F6DAF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F6DAF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F6DAF"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DAF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464720" w:rsidRPr="007F6DAF" w:rsidRDefault="00464720" w:rsidP="00464720">
      <w:pPr>
        <w:pStyle w:val="af1"/>
        <w:numPr>
          <w:ilvl w:val="0"/>
          <w:numId w:val="1"/>
        </w:numPr>
        <w:spacing w:after="0"/>
        <w:ind w:left="720"/>
        <w:rPr>
          <w:sz w:val="24"/>
          <w:szCs w:val="24"/>
        </w:rPr>
      </w:pPr>
      <w:r w:rsidRPr="007F6DAF">
        <w:rPr>
          <w:sz w:val="24"/>
          <w:szCs w:val="24"/>
        </w:rPr>
        <w:t>Сільський голова;</w:t>
      </w:r>
    </w:p>
    <w:p w:rsidR="00464720" w:rsidRPr="007F6DAF" w:rsidRDefault="00464720" w:rsidP="00464720">
      <w:pPr>
        <w:pStyle w:val="af1"/>
        <w:numPr>
          <w:ilvl w:val="0"/>
          <w:numId w:val="1"/>
        </w:numPr>
        <w:spacing w:after="0"/>
        <w:ind w:left="720"/>
        <w:rPr>
          <w:sz w:val="24"/>
          <w:szCs w:val="24"/>
        </w:rPr>
      </w:pPr>
      <w:r w:rsidRPr="007F6DAF">
        <w:rPr>
          <w:sz w:val="24"/>
          <w:szCs w:val="24"/>
        </w:rPr>
        <w:t>Секретар сільської ради;</w:t>
      </w:r>
    </w:p>
    <w:p w:rsidR="00464720" w:rsidRPr="007F6DAF" w:rsidRDefault="00464720" w:rsidP="00464720">
      <w:pPr>
        <w:pStyle w:val="af1"/>
        <w:numPr>
          <w:ilvl w:val="0"/>
          <w:numId w:val="1"/>
        </w:numPr>
        <w:spacing w:after="0"/>
        <w:ind w:left="720"/>
        <w:rPr>
          <w:sz w:val="24"/>
          <w:szCs w:val="24"/>
        </w:rPr>
      </w:pPr>
      <w:r w:rsidRPr="007F6DAF">
        <w:rPr>
          <w:sz w:val="24"/>
          <w:szCs w:val="24"/>
        </w:rPr>
        <w:t>Заступник сільського голови  з питань діяльності виконавчих органів ради;</w:t>
      </w:r>
    </w:p>
    <w:p w:rsidR="00464720" w:rsidRPr="007F6DAF" w:rsidRDefault="00464720" w:rsidP="00464720">
      <w:pPr>
        <w:pStyle w:val="af1"/>
        <w:numPr>
          <w:ilvl w:val="0"/>
          <w:numId w:val="1"/>
        </w:numPr>
        <w:spacing w:after="0"/>
        <w:ind w:left="720"/>
        <w:rPr>
          <w:sz w:val="24"/>
          <w:szCs w:val="24"/>
        </w:rPr>
      </w:pPr>
      <w:r w:rsidRPr="007F6DAF">
        <w:rPr>
          <w:sz w:val="24"/>
          <w:szCs w:val="24"/>
        </w:rPr>
        <w:t>Керуючий справами (секретар) виконавчого комітету сільської ради;</w:t>
      </w:r>
    </w:p>
    <w:p w:rsidR="00464720" w:rsidRPr="007F6DAF" w:rsidRDefault="00464720" w:rsidP="00464720">
      <w:pPr>
        <w:pStyle w:val="af1"/>
        <w:numPr>
          <w:ilvl w:val="0"/>
          <w:numId w:val="1"/>
        </w:numPr>
        <w:spacing w:after="0"/>
        <w:ind w:left="720"/>
        <w:rPr>
          <w:sz w:val="24"/>
          <w:szCs w:val="24"/>
        </w:rPr>
      </w:pPr>
      <w:r w:rsidRPr="007F6DAF">
        <w:rPr>
          <w:sz w:val="24"/>
          <w:szCs w:val="24"/>
        </w:rPr>
        <w:t>Старости;</w:t>
      </w: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DAF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464720" w:rsidRPr="007F6DAF" w:rsidRDefault="00464720" w:rsidP="00464720">
      <w:pPr>
        <w:pStyle w:val="af1"/>
        <w:numPr>
          <w:ilvl w:val="0"/>
          <w:numId w:val="2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Загальний відділ;</w:t>
      </w:r>
    </w:p>
    <w:p w:rsidR="00464720" w:rsidRPr="007F6DAF" w:rsidRDefault="00464720" w:rsidP="00464720">
      <w:pPr>
        <w:pStyle w:val="af1"/>
        <w:numPr>
          <w:ilvl w:val="0"/>
          <w:numId w:val="2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Відділ бухгалтерського обліку.</w:t>
      </w:r>
    </w:p>
    <w:p w:rsidR="00464720" w:rsidRPr="007F6DAF" w:rsidRDefault="00464720" w:rsidP="00464720">
      <w:pPr>
        <w:pStyle w:val="af1"/>
        <w:numPr>
          <w:ilvl w:val="0"/>
          <w:numId w:val="2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Відділ з організаційно-кадрової роботи.</w:t>
      </w:r>
    </w:p>
    <w:p w:rsidR="00464720" w:rsidRPr="007F6DAF" w:rsidRDefault="00464720" w:rsidP="00464720">
      <w:pPr>
        <w:pStyle w:val="af1"/>
        <w:rPr>
          <w:sz w:val="24"/>
          <w:szCs w:val="24"/>
        </w:rPr>
      </w:pP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F6DAF"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DAF">
        <w:rPr>
          <w:rFonts w:ascii="Times New Roman" w:hAnsi="Times New Roman" w:cs="Times New Roman"/>
          <w:b/>
          <w:sz w:val="24"/>
          <w:szCs w:val="24"/>
        </w:rPr>
        <w:t>Відділи та інші структурні підрозділи виконавчого комітету:</w:t>
      </w:r>
    </w:p>
    <w:p w:rsidR="00464720" w:rsidRPr="007F6DAF" w:rsidRDefault="00464720" w:rsidP="00464720">
      <w:pPr>
        <w:pStyle w:val="af1"/>
        <w:numPr>
          <w:ilvl w:val="0"/>
          <w:numId w:val="3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Відділ фінансів;</w:t>
      </w:r>
    </w:p>
    <w:p w:rsidR="00464720" w:rsidRPr="007F6DAF" w:rsidRDefault="00464720" w:rsidP="00464720">
      <w:pPr>
        <w:pStyle w:val="af1"/>
        <w:numPr>
          <w:ilvl w:val="0"/>
          <w:numId w:val="3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Відділ комунальної власності, охорони навколишнього середовища та земельних відносин;</w:t>
      </w:r>
    </w:p>
    <w:p w:rsidR="00464720" w:rsidRPr="007F6DAF" w:rsidRDefault="00464720" w:rsidP="00464720">
      <w:pPr>
        <w:pStyle w:val="af1"/>
        <w:numPr>
          <w:ilvl w:val="0"/>
          <w:numId w:val="3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 xml:space="preserve">Відділ освіти, культури, молоді, спорту та соціального захисту населення; </w:t>
      </w:r>
    </w:p>
    <w:p w:rsidR="00464720" w:rsidRPr="007F6DAF" w:rsidRDefault="00464720" w:rsidP="00464720">
      <w:pPr>
        <w:pStyle w:val="af1"/>
        <w:numPr>
          <w:ilvl w:val="0"/>
          <w:numId w:val="3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Відділ з питань організації надання адміністративних послуг;</w:t>
      </w:r>
    </w:p>
    <w:p w:rsidR="00464720" w:rsidRPr="007F6DAF" w:rsidRDefault="00464720" w:rsidP="00464720">
      <w:pPr>
        <w:pStyle w:val="af1"/>
        <w:numPr>
          <w:ilvl w:val="0"/>
          <w:numId w:val="3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Будинки культури, клуби;</w:t>
      </w:r>
    </w:p>
    <w:p w:rsidR="00464720" w:rsidRPr="007F6DAF" w:rsidRDefault="00464720" w:rsidP="00464720">
      <w:pPr>
        <w:pStyle w:val="af1"/>
        <w:numPr>
          <w:ilvl w:val="0"/>
          <w:numId w:val="3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Бібліотеки;</w:t>
      </w:r>
    </w:p>
    <w:p w:rsidR="00464720" w:rsidRPr="007F6DAF" w:rsidRDefault="00464720" w:rsidP="00464720">
      <w:pPr>
        <w:pStyle w:val="af1"/>
        <w:numPr>
          <w:ilvl w:val="0"/>
          <w:numId w:val="3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t>Соціальні робітники;</w:t>
      </w:r>
    </w:p>
    <w:p w:rsidR="00464720" w:rsidRPr="007F6DAF" w:rsidRDefault="00464720" w:rsidP="004647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7F6DAF">
        <w:rPr>
          <w:rFonts w:ascii="Times New Roman" w:hAnsi="Times New Roman" w:cs="Times New Roman"/>
          <w:sz w:val="24"/>
          <w:szCs w:val="24"/>
        </w:rPr>
        <w:t>7.  Працівники позашкільної освіти;</w:t>
      </w:r>
    </w:p>
    <w:p w:rsidR="00464720" w:rsidRPr="007F6DAF" w:rsidRDefault="00464720" w:rsidP="0046472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DAF">
        <w:rPr>
          <w:rFonts w:ascii="Times New Roman" w:hAnsi="Times New Roman" w:cs="Times New Roman"/>
          <w:sz w:val="24"/>
          <w:szCs w:val="24"/>
        </w:rPr>
        <w:t xml:space="preserve">      8.  Обслуговуючий персонал.</w:t>
      </w:r>
    </w:p>
    <w:p w:rsidR="00464720" w:rsidRPr="007F6DAF" w:rsidRDefault="00464720" w:rsidP="00464720">
      <w:pPr>
        <w:pStyle w:val="af1"/>
        <w:rPr>
          <w:sz w:val="24"/>
          <w:szCs w:val="24"/>
        </w:rPr>
      </w:pPr>
    </w:p>
    <w:p w:rsidR="00464720" w:rsidRPr="007F6DAF" w:rsidRDefault="00464720" w:rsidP="00464720">
      <w:pPr>
        <w:pStyle w:val="af1"/>
        <w:jc w:val="center"/>
        <w:rPr>
          <w:b/>
          <w:sz w:val="24"/>
          <w:szCs w:val="24"/>
        </w:rPr>
      </w:pPr>
      <w:r w:rsidRPr="007F6DAF">
        <w:rPr>
          <w:b/>
          <w:sz w:val="24"/>
          <w:szCs w:val="24"/>
        </w:rPr>
        <w:t>ВИКОНАВЧІ ОРГАНИ СІЛЬСЬКОЇ РАДИ</w:t>
      </w:r>
    </w:p>
    <w:p w:rsidR="00464720" w:rsidRPr="007F6DAF" w:rsidRDefault="00464720" w:rsidP="00464720">
      <w:pPr>
        <w:pStyle w:val="af1"/>
        <w:numPr>
          <w:ilvl w:val="1"/>
          <w:numId w:val="1"/>
        </w:numPr>
        <w:spacing w:after="0"/>
        <w:rPr>
          <w:sz w:val="24"/>
          <w:szCs w:val="24"/>
        </w:rPr>
      </w:pPr>
      <w:r w:rsidRPr="007F6DAF">
        <w:rPr>
          <w:sz w:val="24"/>
          <w:szCs w:val="24"/>
        </w:rPr>
        <w:lastRenderedPageBreak/>
        <w:t>Фінансовий відділ</w:t>
      </w: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DAF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720" w:rsidRPr="007F6DAF" w:rsidRDefault="00464720" w:rsidP="004647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720" w:rsidRPr="007F6DAF" w:rsidRDefault="00464720" w:rsidP="00464720">
      <w:pPr>
        <w:shd w:val="clear" w:color="auto" w:fill="FFFFFF"/>
        <w:spacing w:after="0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7F6DAF">
        <w:rPr>
          <w:rFonts w:ascii="Times New Roman" w:hAnsi="Times New Roman" w:cs="Times New Roman"/>
          <w:sz w:val="24"/>
          <w:szCs w:val="24"/>
        </w:rPr>
        <w:t>Додаток 2</w:t>
      </w:r>
    </w:p>
    <w:p w:rsidR="00464720" w:rsidRPr="007F6DAF" w:rsidRDefault="00464720" w:rsidP="00464720">
      <w:pPr>
        <w:shd w:val="clear" w:color="auto" w:fill="FFFFFF"/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6DAF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</w:p>
    <w:p w:rsidR="00464720" w:rsidRPr="007F6DAF" w:rsidRDefault="00464720" w:rsidP="00464720">
      <w:pPr>
        <w:shd w:val="clear" w:color="auto" w:fill="FFFFFF"/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6DA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Крупецької сільської ради  </w:t>
      </w:r>
    </w:p>
    <w:p w:rsidR="00464720" w:rsidRPr="007F6DAF" w:rsidRDefault="00464720" w:rsidP="00464720">
      <w:pPr>
        <w:shd w:val="clear" w:color="auto" w:fill="FFFFFF"/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6DAF">
        <w:rPr>
          <w:rFonts w:ascii="Times New Roman" w:hAnsi="Times New Roman" w:cs="Times New Roman"/>
          <w:bCs/>
          <w:color w:val="000000"/>
          <w:sz w:val="24"/>
          <w:szCs w:val="24"/>
        </w:rPr>
        <w:t>VІІ скликання від 22.10.2019 року № 14</w:t>
      </w:r>
    </w:p>
    <w:p w:rsidR="00464720" w:rsidRPr="007F6DAF" w:rsidRDefault="00464720" w:rsidP="00464720">
      <w:pPr>
        <w:pStyle w:val="Pro"/>
        <w:spacing w:after="57" w:line="276" w:lineRule="auto"/>
        <w:ind w:left="4678" w:right="0"/>
        <w:rPr>
          <w:b w:val="0"/>
          <w:iCs/>
          <w:sz w:val="24"/>
          <w:szCs w:val="24"/>
        </w:rPr>
      </w:pPr>
      <w:r w:rsidRPr="007F6DAF">
        <w:rPr>
          <w:b w:val="0"/>
          <w:iCs/>
          <w:sz w:val="24"/>
          <w:szCs w:val="24"/>
        </w:rPr>
        <w:t>(у редакції рішення від 19.11.2020 року №1)</w:t>
      </w: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DAF"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DAF"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ОРГАНІВ</w:t>
      </w:r>
    </w:p>
    <w:p w:rsidR="00464720" w:rsidRPr="007F6DAF" w:rsidRDefault="00464720" w:rsidP="004647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"/>
        <w:gridCol w:w="33"/>
        <w:gridCol w:w="6774"/>
        <w:gridCol w:w="2230"/>
      </w:tblGrid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</w:tr>
      <w:tr w:rsidR="00464720" w:rsidRPr="007F6DAF" w:rsidTr="0032690F">
        <w:trPr>
          <w:trHeight w:val="45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Керуючий справами (секретар) 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64720" w:rsidRPr="007F6DAF" w:rsidTr="0032690F">
        <w:trPr>
          <w:trHeight w:val="301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64720" w:rsidRPr="007F6DAF" w:rsidTr="0032690F">
        <w:trPr>
          <w:trHeight w:val="383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r w:rsidRPr="007F6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4720" w:rsidRPr="007F6DAF" w:rsidTr="0032690F">
        <w:trPr>
          <w:trHeight w:val="415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Відділ фінансів</w:t>
            </w:r>
          </w:p>
        </w:tc>
      </w:tr>
      <w:tr w:rsidR="00464720" w:rsidRPr="007F6DAF" w:rsidTr="0032690F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tabs>
                <w:tab w:val="center" w:pos="32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4720" w:rsidRPr="007F6DAF" w:rsidTr="0032690F">
        <w:trPr>
          <w:trHeight w:val="275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720" w:rsidRPr="007F6DAF" w:rsidTr="0032690F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Охорони навколишнього середовища та земельних відносин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4720" w:rsidRPr="007F6DAF" w:rsidTr="0032690F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464720" w:rsidRPr="007F6DAF" w:rsidTr="0032690F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4720" w:rsidRPr="007F6DAF" w:rsidTr="0032690F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з питань організації надання адміністративних послуг 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4720" w:rsidRPr="007F6DAF" w:rsidTr="0032690F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Відділ з організаційно-кадрової роботи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4720" w:rsidRPr="007F6DAF" w:rsidTr="0032690F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Обслуговуючий персонал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720" w:rsidRPr="007F6DAF" w:rsidTr="0032690F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4720" w:rsidRPr="007F6DAF" w:rsidTr="0032690F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Виконавчі органи сільської ради</w:t>
            </w:r>
          </w:p>
        </w:tc>
      </w:tr>
      <w:tr w:rsidR="00464720" w:rsidRPr="007F6DAF" w:rsidTr="0032690F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Фінансовий відділ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720" w:rsidRPr="007F6DAF" w:rsidTr="0032690F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720" w:rsidRPr="007F6DAF" w:rsidTr="0032690F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4720" w:rsidRPr="007F6DAF" w:rsidTr="0032690F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720" w:rsidRPr="007F6DAF" w:rsidRDefault="00464720" w:rsidP="003269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DAF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</w:tr>
    </w:tbl>
    <w:p w:rsidR="00464720" w:rsidRPr="007F6DAF" w:rsidRDefault="00464720" w:rsidP="00464720">
      <w:pPr>
        <w:rPr>
          <w:rFonts w:ascii="Times New Roman" w:hAnsi="Times New Roman" w:cs="Times New Roman"/>
          <w:b/>
          <w:sz w:val="24"/>
          <w:szCs w:val="24"/>
        </w:rPr>
      </w:pPr>
    </w:p>
    <w:p w:rsidR="00464720" w:rsidRPr="007F6DAF" w:rsidRDefault="00464720" w:rsidP="00464720">
      <w:pPr>
        <w:rPr>
          <w:rFonts w:ascii="Times New Roman" w:hAnsi="Times New Roman" w:cs="Times New Roman"/>
          <w:b/>
          <w:sz w:val="24"/>
          <w:szCs w:val="24"/>
        </w:rPr>
      </w:pPr>
    </w:p>
    <w:p w:rsidR="00FF4AB3" w:rsidRPr="00464720" w:rsidRDefault="0046472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F6DAF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Валерій МИХАЛЮК</w:t>
      </w:r>
      <w:bookmarkStart w:id="0" w:name="_GoBack"/>
      <w:bookmarkEnd w:id="0"/>
    </w:p>
    <w:sectPr w:rsidR="00FF4AB3" w:rsidRPr="004647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0C21"/>
    <w:multiLevelType w:val="multilevel"/>
    <w:tmpl w:val="8648DD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20"/>
    <w:rsid w:val="00171A2E"/>
    <w:rsid w:val="00304C90"/>
    <w:rsid w:val="00464720"/>
    <w:rsid w:val="00505B6D"/>
    <w:rsid w:val="006D3977"/>
    <w:rsid w:val="007D6C18"/>
    <w:rsid w:val="00D1641A"/>
    <w:rsid w:val="00FF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464720"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6472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6472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64720"/>
    <w:rPr>
      <w:rFonts w:ascii="Consolas" w:hAnsi="Consolas"/>
      <w:sz w:val="20"/>
      <w:szCs w:val="20"/>
      <w:lang w:val="ru-RU" w:eastAsia="ru-RU" w:bidi="ar-SA"/>
    </w:rPr>
  </w:style>
  <w:style w:type="paragraph" w:customStyle="1" w:styleId="Pro">
    <w:name w:val="Pro"/>
    <w:basedOn w:val="a"/>
    <w:uiPriority w:val="99"/>
    <w:rsid w:val="0046472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464720"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6472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6472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64720"/>
    <w:rPr>
      <w:rFonts w:ascii="Consolas" w:hAnsi="Consolas"/>
      <w:sz w:val="20"/>
      <w:szCs w:val="20"/>
      <w:lang w:val="ru-RU" w:eastAsia="ru-RU" w:bidi="ar-SA"/>
    </w:rPr>
  </w:style>
  <w:style w:type="paragraph" w:customStyle="1" w:styleId="Pro">
    <w:name w:val="Pro"/>
    <w:basedOn w:val="a"/>
    <w:uiPriority w:val="99"/>
    <w:rsid w:val="0046472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4</Pages>
  <Words>690</Words>
  <Characters>3933</Characters>
  <Application>Microsoft Office Word</Application>
  <DocSecurity>0</DocSecurity>
  <Lines>32</Lines>
  <Paragraphs>9</Paragraphs>
  <ScaleCrop>false</ScaleCrop>
  <Company>Microsoft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2020-11-17T14:45:00Z</dcterms:created>
  <dcterms:modified xsi:type="dcterms:W3CDTF">2020-11-17T14:46:00Z</dcterms:modified>
</cp:coreProperties>
</file>