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6EA" w:rsidRDefault="00017801" w:rsidP="002736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736EA" w:rsidRDefault="002736EA" w:rsidP="002736EA"/>
    <w:p w:rsidR="002736EA" w:rsidRDefault="002736EA" w:rsidP="002736EA"/>
    <w:p w:rsidR="002736EA" w:rsidRDefault="002736EA" w:rsidP="002736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736EA" w:rsidRDefault="002736EA" w:rsidP="002736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736EA" w:rsidRDefault="002736EA" w:rsidP="002736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736EA" w:rsidRDefault="002736EA" w:rsidP="002736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736EA" w:rsidRDefault="002736EA" w:rsidP="002736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6EA" w:rsidRDefault="002736EA" w:rsidP="002736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736EA" w:rsidRDefault="002736EA" w:rsidP="002736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36EA" w:rsidRDefault="002736EA" w:rsidP="002736E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736EA" w:rsidRPr="008B14B1" w:rsidRDefault="002736EA" w:rsidP="002736E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60</w:t>
      </w:r>
    </w:p>
    <w:p w:rsidR="002736EA" w:rsidRPr="004A7F1D" w:rsidRDefault="002736EA" w:rsidP="002736E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2736EA" w:rsidRPr="004A7F1D" w:rsidRDefault="002736EA" w:rsidP="002736E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736EA" w:rsidRPr="004A7F1D" w:rsidRDefault="002736EA" w:rsidP="002736E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736EA" w:rsidRPr="004A7F1D" w:rsidRDefault="002736EA" w:rsidP="002736E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2736EA" w:rsidRPr="004A7F1D" w:rsidRDefault="002736EA" w:rsidP="002736E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Троцюк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Л.В.</w:t>
      </w:r>
    </w:p>
    <w:p w:rsidR="002736EA" w:rsidRPr="004A7F1D" w:rsidRDefault="002736EA" w:rsidP="002736E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2736EA" w:rsidRPr="004A7F1D" w:rsidRDefault="002736EA" w:rsidP="002736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Троцюк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Л.В.,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2736EA" w:rsidRPr="004A7F1D" w:rsidRDefault="002736EA" w:rsidP="002736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2736EA" w:rsidRPr="004A7F1D" w:rsidRDefault="002736EA" w:rsidP="002736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Троцюк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Лідії Василівни, яка зареєстрована за адресою: </w:t>
      </w:r>
      <w:r w:rsidR="00017801" w:rsidRPr="0001780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1,25 га, за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за межами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пункту села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2736EA" w:rsidRPr="004A7F1D" w:rsidRDefault="002736EA" w:rsidP="002736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Троцюк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Л.В.,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2736EA" w:rsidRPr="004A7F1D" w:rsidRDefault="002736EA" w:rsidP="002736E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A7F1D">
        <w:rPr>
          <w:rFonts w:ascii="Times New Roman" w:hAnsi="Times New Roman" w:cs="Times New Roman"/>
          <w:sz w:val="24"/>
          <w:szCs w:val="24"/>
        </w:rPr>
        <w:t xml:space="preserve">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736EA" w:rsidRPr="004A7F1D" w:rsidRDefault="002736EA" w:rsidP="002736E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736EA" w:rsidRPr="004A7F1D" w:rsidRDefault="002736EA" w:rsidP="002736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2736EA" w:rsidRPr="004A7F1D" w:rsidRDefault="002736EA" w:rsidP="002736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2736EA" w:rsidRPr="004A7F1D" w:rsidRDefault="002736EA" w:rsidP="002736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C09C6" w:rsidRPr="002736EA" w:rsidRDefault="002736EA" w:rsidP="002736E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1C09C6" w:rsidRPr="002736EA" w:rsidSect="001C0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736EA"/>
    <w:rsid w:val="00017801"/>
    <w:rsid w:val="00171A2E"/>
    <w:rsid w:val="001C09C6"/>
    <w:rsid w:val="002736EA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E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236</Words>
  <Characters>1350</Characters>
  <Application>Microsoft Office Word</Application>
  <DocSecurity>0</DocSecurity>
  <Lines>11</Lines>
  <Paragraphs>3</Paragraphs>
  <ScaleCrop>false</ScaleCrop>
  <Company>Microsoft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2020-03-16T13:10:00Z</dcterms:created>
  <dcterms:modified xsi:type="dcterms:W3CDTF">2020-03-17T06:37:00Z</dcterms:modified>
</cp:coreProperties>
</file>