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E0F" w:rsidRPr="00D815F3" w:rsidRDefault="00E00E0F" w:rsidP="00E00E0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  <w:r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E00E0F" w:rsidRPr="001869AA" w:rsidRDefault="00E00E0F" w:rsidP="00E00E0F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909" name="Группа 118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91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1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84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X3sUA&#10;AADeAAAADwAAAGRycy9kb3ducmV2LnhtbESPQYvCQAyF7wv+hyGCt3VahV2tjiKi4kFYdNd76MS2&#10;2MmUzqj1328OgreEvLz3vvmyc7W6UxsqzwbSYQKKOPe24sLA3+/2cwIqRGSLtWcy8KQAy0XvY46Z&#10;9Q8+0v0UCyUmHDI0UMbYZFqHvCSHYegbYrldfOswytoW2rb4EHNX61GSfGmHFUtCiQ2tS8qvp5sz&#10;4Me7/eFcjI7jDX9HXv1MLufuYMyg361moCJ18S1+fe+t1E+nqQAIjs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5Ffe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xA5sYA&#10;AADeAAAADwAAAGRycy9kb3ducmV2LnhtbERPS2sCMRC+F/wPYQpeRLPbg62rUUTYvg4FreB12Ew3&#10;224mSxJ16683QqG3+fies1j1thUn8qFxrCCfZCCIK6cbrhXsP8vxE4gQkTW2jknBLwVYLQd3Cyy0&#10;O/OWTrtYixTCoUAFJsaukDJUhiyGieuIE/flvMWYoK+l9nhO4baVD1k2lRYbTg0GO9oYqn52R6vg&#10;u/wwh83j5dmPZlu6jMr3l/ZtqtTwvl/PQUTq47/4z/2q0/x8ludweyfd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GxA5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16kMYA&#10;AADeAAAADwAAAGRycy9kb3ducmV2LnhtbESPzWrDMBCE74W8g9hCLiWRnUJJnCjGhLoUX0J+HmCx&#10;NpaptTKWGjtvXxUKve0ys/PN7vLJduJOg28dK0iXCQji2umWGwXXS7lYg/ABWWPnmBQ8yEO+nz3t&#10;MNNu5BPdz6ERMYR9hgpMCH0mpa8NWfRL1xNH7eYGiyGuQyP1gGMMt51cJcmbtNhyJBjs6WCo/jp/&#10;2wg5vuKxuo2X8mPCEd8rwy/FSan581RsQQSawr/57/pTx/rpJl3B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16k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XKMcUA&#10;AADeAAAADwAAAGRycy9kb3ducmV2LnhtbERPTUsDMRC9C/0PYQRvNrtVq12bFqkKUvBgFaS3YTPd&#10;XbqZhGTsrv/eCIK3ebzPWa5H16sTxdR5NlBOC1DEtbcdNwY+3p8v70AlQbbYeyYD35RgvZqcLbGy&#10;fuA3Ou2kUTmEU4UGWpFQaZ3qlhymqQ/EmTv46FAyjI22EYcc7no9K4q5dthxbmgx0Kal+rj7cgZe&#10;h6ewvZ3fHMI+Xs90erTyuRFjLs7Hh3tQQqP8i//cLzbPLxflF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Zcox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hHf8UA&#10;AADeAAAADwAAAGRycy9kb3ducmV2LnhtbESP3YrCMBCF74V9hzALeyNrWhVZq1FkURFvxJ8HGJqx&#10;KTaT0mRt9+2NIHg3wzlzvjPzZWcrcafGl44VpIMEBHHudMmFgst58/0DwgdkjZVjUvBPHpaLj94c&#10;M+1aPtL9FAoRQ9hnqMCEUGdS+tyQRT9wNXHUrq6xGOLaFFI32MZwW8lhkkykxZIjwWBNv4by2+nP&#10;RshhhIf9tT1vth22uN4b7q+OSn19dqsZiEBdeJtf1zsd66fTdAzPd+IM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CEd/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D33sUA&#10;AADeAAAADwAAAGRycy9kb3ducmV2LnhtbERPTUsDMRC9C/6HMII3m91iW12bltIqiNBDqyDehs10&#10;d3EzCcnYXf+9EQRv83ifs1yPrldniqnzbKCcFKCIa287bgy8vT7d3IFKgmyx90wGvinBenV5scTK&#10;+oEPdD5Ko3IIpwoNtCKh0jrVLTlMEx+IM3fy0aFkGBttIw453PV6WhRz7bDj3NBioG1L9efxyxnY&#10;D4/hZTGfncJHvJ3qtLPyvhVjrq/GzQMooVH+xX/uZ5vnl/flD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wPf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d0QMUA&#10;AADeAAAADwAAAGRycy9kb3ducmV2LnhtbERPW2vCMBR+H/gfwhnsZWjajYl2RtFBmLDB8AJ7PTTH&#10;tqw5KUlm6783wmBv5+O7nsVqsK04kw+NYwX5JANBXDrTcKXgeNDjGYgQkQ22jknBhQKslqO7BRbG&#10;9byj8z5WIoVwKFBBHWNXSBnKmiyGieuIE3dy3mJM0FfSeOxTuG3lU5ZNpcWGU0ONHb3VVP7sf62C&#10;zVdfPfvHcjO4j9P794vWRn9qpR7uh/UriEhD/Bf/ubcmzc/n+RR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F3R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ubJMMA&#10;AADeAAAADwAAAGRycy9kb3ducmV2LnhtbERP3WrCMBS+H/gO4Qi7m2llm64ziiiFIbvx5wEOzVnT&#10;2ZyUJNbu7RdB8O58fL9nsRpsK3ryoXGsIJ9kIIgrpxuuFZyO5cscRIjIGlvHpOCPAqyWo6cFFtpd&#10;eU/9IdYihXAoUIGJsSukDJUhi2HiOuLE/ThvMSboa6k9XlO4beU0y96lxYZTg8GONoaq8+FiFZS7&#10;6Xd/vmhfuvXwaunN/M63Rqnn8bD+BBFpiA/x3f2l0/z8I5/B7Z10g1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ubJ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8RFqccA&#10;AADeAAAADwAAAGRycy9kb3ducmV2LnhtbESPT0vDQBDF74LfYRnBi9hNFIum3RYrLAoK0j/gdchO&#10;k9DsbNhdm/jtnYPgbYb35r3fLNeT79WZYuoCGyhnBSjiOriOGwOHvb19BJUyssM+MBn4oQTr1eXF&#10;EisXRt7SeZcbJSGcKjTQ5jxUWqe6JY9pFgZi0Y4hesyyxka7iKOE+17fFcVce+xYGloc6KWl+rT7&#10;9gY2n2NzH2/qzRTej69fD9Y6+2GNub6anhegMk353/x3/eYEv3wqhVfekRn06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/ERan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iqzcIA&#10;AADeAAAADwAAAGRycy9kb3ducmV2LnhtbERP3WrCMBS+H/gO4Qx2N9OKDu2MIkphiDdTH+DQnDWd&#10;zUlJYu3efhEE787H93uW68G2oicfGscK8nEGgrhyuuFawflUvs9BhIissXVMCv4owHo1elliod2N&#10;v6k/xlqkEA4FKjAxdoWUoTJkMYxdR5y4H+ctxgR9LbXHWwq3rZxk2Ye02HBqMNjR1lB1OV6tgnI/&#10;OfSXq/al2wxTSzPzO98Zpd5eh80niEhDfIof7i+d5ueLfAH3d9IN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uKr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BXBcQA&#10;AADeAAAADwAAAGRycy9kb3ducmV2LnhtbESPzW7CQAyE75V4h5WReiub8FNBYEEVElU5kvIAVtYk&#10;EVlvyG5JePv6gMTNlscz8212g2vUnbpQezaQThJQxIW3NZcGzr+HjyWoEJEtNp7JwIMC7Lajtw1m&#10;1vd8onseSyUmHDI0UMXYZlqHoiKHYeJbYrldfOcwytqV2nbYi7lr9DRJPrXDmiWhwpb2FRXX/M8Z&#10;mD/671u+uCYH6yg9ztojx2JhzPt4+FqDijTEl/j5/WOlfrqaCoDgyAx6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EgVw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7kMcEA&#10;AADeAAAADwAAAGRycy9kb3ducmV2LnhtbERPy6rCMBDdC/5DmAvuNG0Xor1GkSuKuNL6WA/N2Jbb&#10;TEoTtf69EQR3czjPmS06U4s7ta6yrCAeRSCIc6srLhScjuvhBITzyBpry6TgSQ4W835vhqm2Dz7Q&#10;PfOFCCHsUlRQet+kUrq8JINuZBviwF1ta9AH2BZSt/gI4aaWSRSNpcGKQ0OJDf2VlP9nN6PgNr4k&#10;J77u9D5bPTfT1Xrp5LlQavDTLX9BeOr8V/xxb3WYH0+TGN7vhBvk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Bu5D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PKW8YA&#10;AADeAAAADwAAAGRycy9kb3ducmV2LnhtbERPTWvCQBC9F/oflhG8NRtjCRpdpQqC7aGibQ+9jdkx&#10;SZudjdlV03/vFgRv83ifM513phZnal1lWcEgikEQ51ZXXCj4/Fg9jUA4j6yxtkwK/sjBfPb4MMVM&#10;2wtv6bzzhQgh7DJUUHrfZFK6vCSDLrINceAOtjXoA2wLqVu8hHBTyySOU2mw4tBQYkPLkvLf3cko&#10;+NqM0vFm8fr88/a+x6HRx29dpUr1e93LBISnzt/FN/dah/mDcZLA/zvhBj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9PKW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4VMMA&#10;AADeAAAADwAAAGRycy9kb3ducmV2LnhtbERPS4vCMBC+C/6HMMLeNLUu4laj+GBVPLkqeB2a2bZs&#10;MylNVqu/3giCt/n4njOZNaYUF6pdYVlBvxeBIE6tLjhTcDp+d0cgnEfWWFomBTdyMJu2WxNMtL3y&#10;D10OPhMhhF2CCnLvq0RKl+Zk0PVsRRy4X1sb9AHWmdQ1XkO4KWUcRUNpsODQkGNFy5zSv8O/UXAf&#10;nnHvNvFiNdCebp+jtd3t10p9dJr5GISnxr/FL/dWh/n9r3gAz3fCDXL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b4V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YJjsMA&#10;AADeAAAADwAAAGRycy9kb3ducmV2LnhtbERPzYrCMBC+L/gOYQRva2rpLlqNIqLgbdfqAwzNmBab&#10;SW2iVp9+s7Cwt/n4fmex6m0j7tT52rGCyTgBQVw6XbNRcDru3qcgfEDW2DgmBU/ysFoO3haYa/fg&#10;A92LYEQMYZ+jgiqENpfSlxVZ9GPXEkfu7DqLIcLOSN3hI4bbRqZJ8ikt1hwbKmxpU1F5KW5WwdWl&#10;H7ovtvh12c6+a2Oy6+uQKTUa9us5iEB9+Bf/ufc6zp/M0gx+34k3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YJj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bK/sQA&#10;AADeAAAADwAAAGRycy9kb3ducmV2LnhtbERPyW7CMBC9V+o/WFOJW3EAQUmKg1okJK4shx6n9mSB&#10;eJzGbkj79RipUm/z9NZZrQfbiJ46XztWMBknIIi1MzWXCk7H7fMShA/IBhvHpOCHPKzzx4cVZsZd&#10;eU/9IZQihrDPUEEVQptJ6XVFFv3YtcSRK1xnMUTYldJ0eI3htpHTJFlIizXHhgpb2lSkL4dvq2BX&#10;f9J8oYvULt/1/uP3K8xezkap0dPw9goi0BD+xX/unYnzJ+l0Dvd34g0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Gyv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WtXsUA&#10;AADeAAAADwAAAGRycy9kb3ducmV2LnhtbERPXYvCMBB8F/wPYYV709Q+yFmNcgoHJ3cKfnD3ujR7&#10;TbHZlCbW+u+NIPg2u7MzszNfdrYSLTW+dKxgPEpAEOdOl1woOB0/h+8gfEDWWDkmBTfysFz0e3PM&#10;tLvyntpDKEQ0YZ+hAhNCnUnpc0MW/cjVxJH7d43FEMemkLrBazS3lUyTZCItlhwTDNa0NpSfDxer&#10;oMXdLfkzq+10U/7k6W71+63jXr0Nuo8ZiEBdeB0/1V86vj+ephN41IkY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ta1e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TXX8MA&#10;AADeAAAADwAAAGRycy9kb3ducmV2LnhtbERPPU/DMBDdkfofrKvERp1mKBDqVlWloo4QGBiP+Bqn&#10;xHeRbZrAr8dISGz39D5vvZ18ry4UYidsYLkoQBE3YjtuDby+HG7uQMWEbLEXJgNfFGG7mV2tsbIy&#10;8jNd6tSqHMKxQgMupaHSOjaOPMaFDMSZO0nwmDIMrbYBxxzue10WxUp77Dg3OBxo76j5qD+9gfGx&#10;eT+XpzfrvsMgh/pJzmUvxlzPp90DqERT+hf/uY82z1/el7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fTXX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NTOsgA&#10;AADeAAAADwAAAGRycy9kb3ducmV2LnhtbESPT0/DMAzF70h8h8hI3Fi6HmB0y6axMQmhIbR/d9OY&#10;tpA4VRO27tvPh0ncbL3n936ezHrv1JG62AQ2MBxkoIjLYBuuDOx3q4cRqJiQLbrAZOBMEWbT25sJ&#10;FjaceEPHbaqUhHAs0ECdUltoHcuaPMZBaIlF+w6dxyRrV2nb4UnCvdN5lj1qjw1LQ40tLWoqf7d/&#10;3sDqc+l+8o/N/KDT4vXpy43eX5ZrY+7v+vkYVKI+/Zuv129W8IfPufDKOzKDnl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k1M6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krNcQA&#10;AADeAAAADwAAAGRycy9kb3ducmV2LnhtbERPTYvCMBC9C/6HMIIXWVMVRatRRBBdcGF1F/Y6NmNb&#10;bCalibX7740geJvH+5zFqjGFqKlyuWUFg34EgjixOudUwe/P9mMKwnlkjYVlUvBPDlbLdmuBsbZ3&#10;PlJ98qkIIexiVJB5X8ZSuiQjg65vS+LAXWxl0AdYpVJXeA/hppDDKJpIgzmHhgxL2mSUXE83o6D+&#10;PpzTfe3Kz+u058aj8273pf+U6naa9RyEp8a/xS/3Xof5g9lwBs93wg1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pKzX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ZqaMkA&#10;AADeAAAADwAAAGRycy9kb3ducmV2LnhtbESPQW/CMAyF70j7D5En7QYpjE3QEdCYNIkL0mA7jJtp&#10;vLaicbokg8Kvxwek3Wz5+b33zRada9SRQqw9GxgOMlDEhbc1lwa+Pt/7E1AxIVtsPJOBM0VYzO96&#10;M8ytP/GGjttUKjHhmKOBKqU21zoWFTmMA98Sy+3HB4dJ1lBqG/Ak5q7Royx71g5rloQKW3qrqDhs&#10;/5yB5XSy/P0Y8/qy2e9o970/PI1CZszDfff6AipRl/7Ft++VlfrD6aMACI7MoO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KaZqaMkAAADeAAAADwAAAAAAAAAAAAAAAACYAgAA&#10;ZHJzL2Rvd25yZXYueG1sUEsFBgAAAAAEAAQA9QAAAI4DAAAAAA==&#10;" fillcolor="black" stroked="f"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nB88YA&#10;AADeAAAADwAAAGRycy9kb3ducmV2LnhtbERPS2vCQBC+F/wPyxR6q5tYKpq6ivYBgnrwcfA4zU6T&#10;JdnZkN1q7K/vCoK3+fieM5l1thYnar1xrCDtJyCIc6cNFwoO+6/nEQgfkDXWjknBhTzMpr2HCWba&#10;nXlLp10oRAxhn6GCMoQmk9LnJVn0fdcQR+7HtRZDhG0hdYvnGG5rOUiSobRoODaU2NB7SXm1+7UK&#10;jquhGW0NDb7Xf4tPvX6tFpuPSqmnx27+BiJQF+7im3up4/x0/JLC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nB8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kytsQA&#10;AADeAAAADwAAAGRycy9kb3ducmV2LnhtbERPS2sCMRC+C/0PYQreNKtC0a1RpFLaSw8+Sq/DZrrZ&#10;7mayJlFXf30jCN7m43vOfNnZRpzIh8qxgtEwA0FcOF1xqWC/ex9MQYSIrLFxTAouFGC5eOrNMdfu&#10;zBs6bWMpUgiHHBWYGNtcylAYshiGriVO3K/zFmOCvpTa4zmF20aOs+xFWqw4NRhs6c1QUW+PVoFf&#10;/azrKx+/6+z6dQkff91hikap/nO3egURqYsP8d39qdP80Wwyhts76Qa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pMr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QhZsQA&#10;AADeAAAADwAAAGRycy9kb3ducmV2LnhtbERP22oCMRB9F/oPYYS+SM2qoHVrlFIoFBRB6wdMN9Pd&#10;xWSybKa69uuNIPg2h3OdxarzTp2ojXVgA6NhBoq4CLbm0sDh+/PlFVQUZIsuMBm4UITV8qm3wNyG&#10;M+/otJdSpRCOORqoRJpc61hU5DEOQ0OcuN/QepQE21LbFs8p3Ds9zrKp9lhzaqiwoY+KiuP+zxtw&#10;4x83X8/iRi4Hvcn+vewGW2vMc797fwMl1MlDfHd/2TR/NJ9M4PZOukEv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UIW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34SMUA&#10;AADeAAAADwAAAGRycy9kb3ducmV2LnhtbERPTWsCMRC9F/ofwhS81axaSrsapSrCXjx0a/E6bsbN&#10;0mSybKKu/fWmUPA2j/c5s0XvrDhTFxrPCkbDDARx5XXDtYLd1+b5DUSIyBqtZ1JwpQCL+ePDDHPt&#10;L/xJ5zLWIoVwyFGBibHNpQyVIYdh6FvixB195zAm2NVSd3hJ4c7KcZa9SocNpwaDLa0MVT/lySlY&#10;l60d7wqzDPvv7eFgi98N7ddKDZ76jymISH28i//dhU7zR++TF/h7J90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rfhI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+Tv5cQA&#10;AADeAAAADwAAAGRycy9kb3ducmV2LnhtbERPS2sCMRC+C/0PYQq9uYmV2na7UYooCJ58HXobkunu&#10;tpvJsonu9t83guBtPr7nFIvBNeJCXag9a5hkCgSx8bbmUsPxsB6/gQgR2WLjmTT8UYDF/GFUYG59&#10;zzu67GMpUgiHHDVUMba5lMFU5DBkviVO3LfvHMYEu1LaDvsU7hr5rNRMOqw5NVTY0rIi87s/Ow0/&#10;a7n1RqE5HU/9xr5+rWbUKK2fHofPDxCRhngX39wbm+ZP3qcvcH0n3SD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Pk7+X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zD+scA&#10;AADeAAAADwAAAGRycy9kb3ducmV2LnhtbESPQWvCQBCF74X+h2UKvdWNVkpIXcUWBKl4qErpcZod&#10;k5DsbNhdNf33zkHwNsO8ee99s8XgOnWmEBvPBsajDBRx6W3DlYHDfvWSg4oJ2WLnmQz8U4TF/PFh&#10;hoX1F/6m8y5VSkw4FmigTqkvtI5lTQ7jyPfEcjv64DDJGiptA17E3HV6kmVv2mHDklBjT581le3u&#10;5Az8njZ83L5+LcNH+vHDPraTv7w15vlpWL6DSjSku/j2vbZSf5xPBUBwZAY9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cw/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2zE8YA&#10;AADeAAAADwAAAGRycy9kb3ducmV2LnhtbERPS2vCQBC+C/6HZQq96SZiS4yuooVCLwUfPdTbmJ0m&#10;wexsurvV6K/vCoK3+fieM1t0phEncr62rCAdJiCIC6trLhV87d4HGQgfkDU2lknBhTws5v3eDHNt&#10;z7yh0zaUIoawz1FBFUKbS+mLigz6oW2JI/djncEQoSuldniO4aaRoyR5lQZrjg0VtvRWUXHc/hkF&#10;q0m2+l2P+fO6Oexp/304voxcotTzU7ecggjUhYf47v7QcX6ajVO4vRNv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2zE8YAAADeAAAADwAAAAAAAAAAAAAAAACYAgAAZHJz&#10;L2Rvd25yZXYueG1sUEsFBgAAAAAEAAQA9QAAAIsDAAAAAA==&#10;" fillcolor="black" stroked="f"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kmzsMA&#10;AADeAAAADwAAAGRycy9kb3ducmV2LnhtbERPS0sDMRC+C/0PYQrebLZVpKxNy1IQxdP2hdfpZrpZ&#10;upksSUzXf28Ewdt8fM9ZbUbbi0Q+dI4VzGcFCOLG6Y5bBcfD68MSRIjIGnvHpOCbAmzWk7sVltrd&#10;eEdpH1uRQziUqMDEOJRShsaQxTBzA3HmLs5bjBn6VmqPtxxue7koimdpsePcYHCgraHmuv+yCtJ5&#10;W1eP6TOZ3YevWu/qt9O5Vup+OlYvICKN8V/8537Xef58+bSA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2kmz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HXMUA&#10;AADeAAAADwAAAGRycy9kb3ducmV2LnhtbERPTWvCQBC9F/wPywje6iZtEY2uUqQV24s1CnocsmM2&#10;NDsbsmtM++u7hUJv83ifs1j1thYdtb5yrCAdJyCIC6crLhUcD6/3UxA+IGusHZOCL/KwWg7uFphp&#10;d+M9dXkoRQxhn6ECE0KTSekLQxb92DXEkbu41mKIsC2lbvEWw20tH5JkIi1WHBsMNrQ2VHzmV6vA&#10;p+uX07v9nnXnjeFd/mYmH6VRajTsn+cgAvXhX/zn3uo4P50+Pc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icdc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00E0F" w:rsidRPr="00D815F3" w:rsidRDefault="00E00E0F" w:rsidP="00E00E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val="ru-RU" w:eastAsia="uk-UA"/>
        </w:rPr>
      </w:pPr>
    </w:p>
    <w:p w:rsidR="00E00E0F" w:rsidRPr="001869AA" w:rsidRDefault="00E00E0F" w:rsidP="00E00E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00E0F" w:rsidRPr="001869AA" w:rsidRDefault="00E00E0F" w:rsidP="00E00E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00E0F" w:rsidRPr="001869AA" w:rsidRDefault="00E00E0F" w:rsidP="00E00E0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00E0F" w:rsidRPr="00D815F3" w:rsidRDefault="00E00E0F" w:rsidP="00E00E0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16"/>
          <w:szCs w:val="16"/>
          <w:lang w:val="ru-RU" w:eastAsia="uk-UA"/>
        </w:rPr>
      </w:pPr>
    </w:p>
    <w:p w:rsidR="00E00E0F" w:rsidRPr="001869AA" w:rsidRDefault="00E00E0F" w:rsidP="00E00E0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E00E0F" w:rsidRPr="001869AA" w:rsidRDefault="00E00E0F" w:rsidP="00E00E0F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E00E0F" w:rsidRPr="001869AA" w:rsidRDefault="00E00E0F" w:rsidP="00E00E0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E00E0F" w:rsidRPr="001869AA" w:rsidRDefault="00E00E0F" w:rsidP="00E00E0F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E00E0F" w:rsidRPr="001869AA" w:rsidRDefault="00E00E0F" w:rsidP="00E00E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1869AA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" name="Группа 118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E0F" w:rsidRDefault="00E00E0F" w:rsidP="00E00E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18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0E0F" w:rsidRDefault="00E00E0F" w:rsidP="00E00E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E00E0F" w:rsidRDefault="00E00E0F" w:rsidP="00E00E0F">
      <w:pPr>
        <w:spacing w:after="0" w:line="240" w:lineRule="auto"/>
        <w:jc w:val="center"/>
        <w:rPr>
          <w:rFonts w:ascii="Times New Roman" w:hAnsi="Times New Roman"/>
          <w:b/>
        </w:rPr>
      </w:pPr>
      <w:r w:rsidRPr="001869AA">
        <w:rPr>
          <w:rFonts w:ascii="Times New Roman" w:hAnsi="Times New Roman"/>
          <w:b/>
        </w:rPr>
        <w:t>РІШЕННЯ</w:t>
      </w:r>
    </w:p>
    <w:p w:rsidR="00E00E0F" w:rsidRPr="001869AA" w:rsidRDefault="00E00E0F" w:rsidP="00E00E0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E00E0F" w:rsidRDefault="00E00E0F" w:rsidP="00E00E0F">
      <w:pPr>
        <w:spacing w:after="0" w:line="240" w:lineRule="auto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  <w:lang w:val="en-US"/>
        </w:rPr>
        <w:t>III</w:t>
      </w:r>
      <w:r w:rsidRPr="001869AA">
        <w:rPr>
          <w:rFonts w:ascii="Times New Roman" w:hAnsi="Times New Roman"/>
          <w:color w:val="FF0000"/>
        </w:rPr>
        <w:t xml:space="preserve">  </w:t>
      </w:r>
      <w:r w:rsidRPr="001869AA">
        <w:rPr>
          <w:rFonts w:ascii="Times New Roman" w:hAnsi="Times New Roman"/>
        </w:rPr>
        <w:t>сесії</w:t>
      </w:r>
      <w:proofErr w:type="gramEnd"/>
      <w:r w:rsidRPr="001869AA">
        <w:rPr>
          <w:rFonts w:ascii="Times New Roman" w:hAnsi="Times New Roman"/>
        </w:rPr>
        <w:t xml:space="preserve"> сільської ради  </w:t>
      </w:r>
      <w:r>
        <w:rPr>
          <w:rFonts w:ascii="Times New Roman" w:hAnsi="Times New Roman"/>
          <w:lang w:val="en-US"/>
        </w:rPr>
        <w:t>VIII</w:t>
      </w:r>
      <w:r w:rsidRPr="001869AA">
        <w:rPr>
          <w:rFonts w:ascii="Times New Roman" w:hAnsi="Times New Roman"/>
        </w:rPr>
        <w:t xml:space="preserve"> скликання</w:t>
      </w:r>
    </w:p>
    <w:p w:rsidR="00E00E0F" w:rsidRPr="001869AA" w:rsidRDefault="00E00E0F" w:rsidP="00E00E0F">
      <w:pPr>
        <w:spacing w:after="0" w:line="240" w:lineRule="auto"/>
        <w:jc w:val="center"/>
        <w:rPr>
          <w:rFonts w:ascii="Times New Roman" w:hAnsi="Times New Roman"/>
        </w:rPr>
      </w:pPr>
    </w:p>
    <w:p w:rsidR="00E00E0F" w:rsidRPr="004C78CD" w:rsidRDefault="00E00E0F" w:rsidP="00E00E0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_____.11</w:t>
      </w:r>
      <w:r w:rsidRPr="00312454">
        <w:rPr>
          <w:rFonts w:ascii="Times New Roman" w:hAnsi="Times New Roman"/>
          <w:sz w:val="24"/>
        </w:rPr>
        <w:t xml:space="preserve">.2020р.                         Крупець                       </w:t>
      </w:r>
      <w:r>
        <w:rPr>
          <w:rFonts w:ascii="Times New Roman" w:hAnsi="Times New Roman"/>
          <w:sz w:val="24"/>
        </w:rPr>
        <w:t xml:space="preserve">                 №____</w:t>
      </w:r>
    </w:p>
    <w:p w:rsidR="00E00E0F" w:rsidRPr="008E2C07" w:rsidRDefault="00E00E0F" w:rsidP="00E00E0F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  <w:lang w:val="ru-RU"/>
        </w:rPr>
      </w:pP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r w:rsidRPr="008E2C07">
        <w:rPr>
          <w:rFonts w:ascii="Times New Roman" w:hAnsi="Times New Roman"/>
          <w:b/>
          <w:sz w:val="24"/>
          <w:lang w:val="ru-RU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із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  <w:proofErr w:type="spellStart"/>
      <w:r w:rsidRPr="008E2C07">
        <w:rPr>
          <w:rFonts w:ascii="Times New Roman" w:hAnsi="Times New Roman"/>
          <w:b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  <w:lang w:val="ru-RU"/>
        </w:rPr>
        <w:t>ділянки</w:t>
      </w:r>
      <w:proofErr w:type="spellEnd"/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Павлюку С.С.</w:t>
      </w: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  <w:lang w:val="ru-RU"/>
        </w:rPr>
      </w:pP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Відповідно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до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gramStart"/>
      <w:r w:rsidRPr="008E2C07">
        <w:rPr>
          <w:rFonts w:ascii="Times New Roman" w:hAnsi="Times New Roman"/>
          <w:sz w:val="24"/>
          <w:lang w:val="ru-RU"/>
        </w:rPr>
        <w:t>пункту</w:t>
      </w:r>
      <w:proofErr w:type="gramEnd"/>
      <w:r w:rsidRPr="008E2C07">
        <w:rPr>
          <w:rFonts w:ascii="Times New Roman" w:hAnsi="Times New Roman"/>
          <w:sz w:val="24"/>
          <w:lang w:val="ru-RU"/>
        </w:rPr>
        <w:t xml:space="preserve"> 34 </w:t>
      </w:r>
      <w:proofErr w:type="spellStart"/>
      <w:r w:rsidRPr="008E2C07">
        <w:rPr>
          <w:rFonts w:ascii="Times New Roman" w:hAnsi="Times New Roman"/>
          <w:sz w:val="24"/>
          <w:lang w:val="ru-RU"/>
        </w:rPr>
        <w:t>частини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1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статті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місцеве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самоврядуванн</w:t>
      </w:r>
      <w:r>
        <w:rPr>
          <w:rFonts w:ascii="Times New Roman" w:hAnsi="Times New Roman"/>
          <w:sz w:val="24"/>
          <w:lang w:val="ru-RU"/>
        </w:rPr>
        <w:t>я</w:t>
      </w:r>
      <w:proofErr w:type="spellEnd"/>
      <w:r>
        <w:rPr>
          <w:rFonts w:ascii="Times New Roman" w:hAnsi="Times New Roman"/>
          <w:sz w:val="24"/>
          <w:lang w:val="ru-RU"/>
        </w:rPr>
        <w:t xml:space="preserve"> в </w:t>
      </w:r>
      <w:proofErr w:type="spellStart"/>
      <w:r>
        <w:rPr>
          <w:rFonts w:ascii="Times New Roman" w:hAnsi="Times New Roman"/>
          <w:sz w:val="24"/>
          <w:lang w:val="ru-RU"/>
        </w:rPr>
        <w:t>Україні</w:t>
      </w:r>
      <w:proofErr w:type="spellEnd"/>
      <w:r>
        <w:rPr>
          <w:rFonts w:ascii="Times New Roman" w:hAnsi="Times New Roman"/>
          <w:sz w:val="24"/>
          <w:lang w:val="ru-RU"/>
        </w:rPr>
        <w:t>», статей 12,  118,</w:t>
      </w:r>
      <w:r w:rsidRPr="008E2C07">
        <w:rPr>
          <w:rFonts w:ascii="Times New Roman" w:hAnsi="Times New Roman"/>
          <w:sz w:val="24"/>
          <w:lang w:val="ru-RU"/>
        </w:rPr>
        <w:t xml:space="preserve"> 121</w:t>
      </w:r>
      <w:r>
        <w:rPr>
          <w:rFonts w:ascii="Times New Roman" w:hAnsi="Times New Roman"/>
          <w:sz w:val="24"/>
          <w:lang w:val="ru-RU"/>
        </w:rPr>
        <w:t xml:space="preserve"> та 123</w:t>
      </w:r>
      <w:r w:rsidRPr="008E2C07">
        <w:rPr>
          <w:rFonts w:ascii="Times New Roman" w:hAnsi="Times New Roman"/>
          <w:sz w:val="24"/>
          <w:lang w:val="ru-RU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  <w:lang w:val="ru-RU"/>
        </w:rPr>
        <w:t>України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землеустрій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», </w:t>
      </w:r>
      <w:r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р</w:t>
      </w:r>
      <w:r>
        <w:rPr>
          <w:rFonts w:ascii="Times New Roman" w:hAnsi="Times New Roman"/>
          <w:sz w:val="24"/>
          <w:lang w:val="ru-RU"/>
        </w:rPr>
        <w:t>озглянувши</w:t>
      </w:r>
      <w:proofErr w:type="spellEnd"/>
      <w:r>
        <w:rPr>
          <w:rFonts w:ascii="Times New Roman" w:hAnsi="Times New Roman"/>
          <w:sz w:val="24"/>
          <w:lang w:val="ru-RU"/>
        </w:rPr>
        <w:t xml:space="preserve">   </w:t>
      </w:r>
      <w:proofErr w:type="spellStart"/>
      <w:r>
        <w:rPr>
          <w:rFonts w:ascii="Times New Roman" w:hAnsi="Times New Roman"/>
          <w:sz w:val="24"/>
          <w:lang w:val="ru-RU"/>
        </w:rPr>
        <w:t>заяву</w:t>
      </w:r>
      <w:proofErr w:type="spellEnd"/>
      <w:r>
        <w:rPr>
          <w:rFonts w:ascii="Times New Roman" w:hAnsi="Times New Roman"/>
          <w:sz w:val="24"/>
          <w:lang w:val="ru-RU"/>
        </w:rPr>
        <w:t xml:space="preserve">    </w:t>
      </w:r>
      <w:proofErr w:type="spellStart"/>
      <w:r>
        <w:rPr>
          <w:rFonts w:ascii="Times New Roman" w:hAnsi="Times New Roman"/>
          <w:sz w:val="24"/>
          <w:lang w:val="ru-RU"/>
        </w:rPr>
        <w:t>Павлюк</w:t>
      </w:r>
      <w:proofErr w:type="spellEnd"/>
      <w:r>
        <w:rPr>
          <w:rFonts w:ascii="Times New Roman" w:hAnsi="Times New Roman"/>
          <w:sz w:val="24"/>
          <w:lang w:val="ru-RU"/>
        </w:rPr>
        <w:t xml:space="preserve"> С.С.,</w:t>
      </w:r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ільська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рада </w:t>
      </w: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>ВИРІШИЛА:</w:t>
      </w: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00E0F" w:rsidRPr="008E2C07" w:rsidRDefault="00E00E0F" w:rsidP="00E00E0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070D4B">
        <w:rPr>
          <w:rFonts w:ascii="Times New Roman" w:hAnsi="Times New Roman"/>
          <w:sz w:val="24"/>
        </w:rPr>
        <w:t xml:space="preserve">       1. Надати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Павлюку Сергію Сергійовичу</w:t>
      </w:r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який  зареєстрований </w:t>
      </w:r>
      <w:r w:rsidRPr="008E2C07">
        <w:rPr>
          <w:rFonts w:ascii="Times New Roman" w:hAnsi="Times New Roman"/>
          <w:sz w:val="24"/>
        </w:rPr>
        <w:t xml:space="preserve"> за адре</w:t>
      </w:r>
      <w:r>
        <w:rPr>
          <w:rFonts w:ascii="Times New Roman" w:hAnsi="Times New Roman"/>
          <w:sz w:val="24"/>
        </w:rPr>
        <w:t xml:space="preserve">сою: </w:t>
      </w:r>
      <w:r w:rsidR="007168D6">
        <w:rPr>
          <w:rFonts w:ascii="Times New Roman" w:hAnsi="Times New Roman"/>
          <w:sz w:val="24"/>
          <w:lang w:val="en-US"/>
        </w:rPr>
        <w:t>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r w:rsidRPr="008E2C07">
        <w:rPr>
          <w:rFonts w:ascii="Times New Roman" w:hAnsi="Times New Roman"/>
          <w:sz w:val="24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hAnsi="Times New Roman"/>
          <w:sz w:val="24"/>
          <w:lang w:val="ru-RU"/>
        </w:rPr>
        <w:t>0,1200</w:t>
      </w:r>
      <w:r w:rsidRPr="008E2C07">
        <w:rPr>
          <w:rFonts w:ascii="Times New Roman" w:hAnsi="Times New Roman"/>
          <w:sz w:val="24"/>
          <w:lang w:val="ru-RU"/>
        </w:rPr>
        <w:t xml:space="preserve">га, </w:t>
      </w:r>
      <w:r w:rsidRPr="008E2C07">
        <w:rPr>
          <w:rFonts w:ascii="Times New Roman" w:hAnsi="Times New Roman"/>
          <w:sz w:val="24"/>
        </w:rPr>
        <w:t>для ведення особистого селянського господарства</w:t>
      </w:r>
      <w:r w:rsidRPr="008E2C07">
        <w:rPr>
          <w:rFonts w:ascii="Times New Roman" w:hAnsi="Times New Roman"/>
          <w:sz w:val="24"/>
          <w:lang w:val="ru-RU"/>
        </w:rPr>
        <w:t>,</w:t>
      </w:r>
      <w:r>
        <w:rPr>
          <w:rFonts w:ascii="Times New Roman" w:hAnsi="Times New Roman"/>
          <w:sz w:val="24"/>
          <w:lang w:val="ru-RU"/>
        </w:rPr>
        <w:t xml:space="preserve"> </w:t>
      </w:r>
      <w:r w:rsidRPr="008E2C07">
        <w:rPr>
          <w:rFonts w:ascii="Times New Roman" w:hAnsi="Times New Roman"/>
          <w:sz w:val="24"/>
          <w:lang w:val="ru-RU"/>
        </w:rPr>
        <w:t xml:space="preserve"> яка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розташована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території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 </w:t>
      </w:r>
      <w:proofErr w:type="spellStart"/>
      <w:r w:rsidRPr="008E2C07">
        <w:rPr>
          <w:rFonts w:ascii="Times New Roman" w:hAnsi="Times New Roman"/>
          <w:sz w:val="24"/>
          <w:lang w:val="ru-RU"/>
        </w:rPr>
        <w:t>Крупець</w:t>
      </w:r>
      <w:r>
        <w:rPr>
          <w:rFonts w:ascii="Times New Roman" w:hAnsi="Times New Roman"/>
          <w:sz w:val="24"/>
          <w:lang w:val="ru-RU"/>
        </w:rPr>
        <w:t>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>
        <w:rPr>
          <w:rFonts w:ascii="Times New Roman" w:hAnsi="Times New Roman"/>
          <w:sz w:val="24"/>
          <w:lang w:val="ru-RU"/>
        </w:rPr>
        <w:t>сільської</w:t>
      </w:r>
      <w:proofErr w:type="spellEnd"/>
      <w:r>
        <w:rPr>
          <w:rFonts w:ascii="Times New Roman" w:hAnsi="Times New Roman"/>
          <w:sz w:val="24"/>
          <w:lang w:val="ru-RU"/>
        </w:rPr>
        <w:t xml:space="preserve"> ради, в  </w:t>
      </w:r>
      <w:proofErr w:type="spellStart"/>
      <w:r>
        <w:rPr>
          <w:rFonts w:ascii="Times New Roman" w:hAnsi="Times New Roman"/>
          <w:sz w:val="24"/>
          <w:lang w:val="ru-RU"/>
        </w:rPr>
        <w:t>с</w:t>
      </w:r>
      <w:r w:rsidRPr="008E2C07">
        <w:rPr>
          <w:rFonts w:ascii="Times New Roman" w:hAnsi="Times New Roman"/>
          <w:sz w:val="24"/>
          <w:lang w:val="ru-RU"/>
        </w:rPr>
        <w:t>.</w:t>
      </w:r>
      <w:r>
        <w:rPr>
          <w:rFonts w:ascii="Times New Roman" w:hAnsi="Times New Roman"/>
          <w:sz w:val="24"/>
          <w:lang w:val="ru-RU"/>
        </w:rPr>
        <w:t>Колом’є</w:t>
      </w:r>
      <w:proofErr w:type="spellEnd"/>
      <w:r>
        <w:rPr>
          <w:rFonts w:ascii="Times New Roman" w:hAnsi="Times New Roman"/>
          <w:sz w:val="24"/>
          <w:lang w:val="ru-RU"/>
        </w:rPr>
        <w:t>.</w:t>
      </w: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  <w:r w:rsidRPr="008E2C07">
        <w:rPr>
          <w:rFonts w:ascii="Times New Roman" w:hAnsi="Times New Roman"/>
          <w:sz w:val="24"/>
          <w:lang w:val="ru-RU"/>
        </w:rPr>
        <w:t xml:space="preserve">       2</w:t>
      </w:r>
      <w:r>
        <w:rPr>
          <w:rFonts w:ascii="Times New Roman" w:hAnsi="Times New Roman"/>
          <w:sz w:val="24"/>
        </w:rPr>
        <w:t>. Павлюку С.С.</w:t>
      </w:r>
      <w:r w:rsidRPr="008E2C07">
        <w:rPr>
          <w:rFonts w:ascii="Times New Roman" w:hAnsi="Times New Roman"/>
          <w:sz w:val="24"/>
          <w:lang w:val="ru-RU"/>
        </w:rPr>
        <w:t xml:space="preserve">,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розробити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землеустрою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щодо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відведення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земельної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ділянки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  <w:lang w:val="ru-RU"/>
        </w:rPr>
        <w:t>передачі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її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у </w:t>
      </w:r>
      <w:proofErr w:type="spellStart"/>
      <w:r w:rsidRPr="008E2C07">
        <w:rPr>
          <w:rFonts w:ascii="Times New Roman" w:hAnsi="Times New Roman"/>
          <w:sz w:val="24"/>
          <w:lang w:val="ru-RU"/>
        </w:rPr>
        <w:t>власність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  <w:lang w:val="ru-RU"/>
        </w:rPr>
        <w:t>розгляд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r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сесії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</w:t>
      </w:r>
      <w:proofErr w:type="spellStart"/>
      <w:r w:rsidRPr="008E2C07">
        <w:rPr>
          <w:rFonts w:ascii="Times New Roman" w:hAnsi="Times New Roman"/>
          <w:sz w:val="24"/>
          <w:lang w:val="ru-RU"/>
        </w:rPr>
        <w:t>сільської</w:t>
      </w:r>
      <w:proofErr w:type="spellEnd"/>
      <w:r w:rsidRPr="008E2C07">
        <w:rPr>
          <w:rFonts w:ascii="Times New Roman" w:hAnsi="Times New Roman"/>
          <w:sz w:val="24"/>
          <w:lang w:val="ru-RU"/>
        </w:rPr>
        <w:t xml:space="preserve"> ради.</w:t>
      </w:r>
    </w:p>
    <w:p w:rsidR="00E00E0F" w:rsidRPr="008E2C07" w:rsidRDefault="00E00E0F" w:rsidP="00E00E0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00E0F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00E0F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E00E0F" w:rsidRPr="008E2C07" w:rsidRDefault="00E00E0F" w:rsidP="00E00E0F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  <w:lang w:val="ru-RU"/>
        </w:rPr>
      </w:pPr>
    </w:p>
    <w:p w:rsidR="00A07F45" w:rsidRPr="00E00E0F" w:rsidRDefault="00E00E0F" w:rsidP="00E00E0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  <w:lang w:val="en-US" w:eastAsia="uk-UA"/>
        </w:rPr>
      </w:pPr>
      <w:r w:rsidRPr="00E12288">
        <w:rPr>
          <w:rFonts w:ascii="Times New Roman" w:eastAsia="Arial Unicode MS" w:hAnsi="Times New Roman"/>
          <w:sz w:val="24"/>
          <w:szCs w:val="24"/>
          <w:lang w:eastAsia="uk-UA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Валерій   МИХАЛЮК</w:t>
      </w:r>
    </w:p>
    <w:sectPr w:rsidR="00A07F45" w:rsidRPr="00E00E0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E0F"/>
    <w:rsid w:val="00171A2E"/>
    <w:rsid w:val="00304C90"/>
    <w:rsid w:val="00505B6D"/>
    <w:rsid w:val="006D3977"/>
    <w:rsid w:val="007168D6"/>
    <w:rsid w:val="007D6C18"/>
    <w:rsid w:val="00A07F45"/>
    <w:rsid w:val="00D1641A"/>
    <w:rsid w:val="00E00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0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E0F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224</Words>
  <Characters>1283</Characters>
  <Application>Microsoft Office Word</Application>
  <DocSecurity>0</DocSecurity>
  <Lines>10</Lines>
  <Paragraphs>3</Paragraphs>
  <ScaleCrop>false</ScaleCrop>
  <Company>Microsoft</Company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2020-11-17T16:19:00Z</dcterms:created>
  <dcterms:modified xsi:type="dcterms:W3CDTF">2020-11-18T07:05:00Z</dcterms:modified>
</cp:coreProperties>
</file>