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721" w:rsidRPr="0039473A" w:rsidRDefault="00DE0721" w:rsidP="00DE072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0721" w:rsidRDefault="00DA6EB3" w:rsidP="00DE0721">
      <w:pPr>
        <w:jc w:val="both"/>
        <w:rPr>
          <w:rFonts w:ascii="Times New Roman" w:hAnsi="Times New Roman" w:cs="Times New Roman"/>
        </w:rPr>
      </w:pPr>
      <w:r w:rsidRPr="00DA6EB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E0721" w:rsidRDefault="00DE0721" w:rsidP="00DE07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E0721" w:rsidRDefault="00DE0721" w:rsidP="00DE07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0721" w:rsidRDefault="00DE0721" w:rsidP="00DE072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0721" w:rsidRDefault="00DE0721" w:rsidP="00DE07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0721" w:rsidRDefault="00DE0721" w:rsidP="00DE07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E0721" w:rsidRDefault="00DE0721" w:rsidP="00DE072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E0721" w:rsidRDefault="00DE0721" w:rsidP="00DE07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E0721" w:rsidRDefault="00DE0721" w:rsidP="00DE07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E0721" w:rsidRDefault="00DE0721" w:rsidP="00DE07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0721" w:rsidRDefault="00DE0721" w:rsidP="00DE07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E0721" w:rsidRDefault="00DE0721" w:rsidP="00DE07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0721" w:rsidRDefault="00DE0721" w:rsidP="00DE072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E0721" w:rsidRPr="0005326B" w:rsidRDefault="00DE0721" w:rsidP="00DE072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0721" w:rsidRPr="00867B7E" w:rsidRDefault="00DE0721" w:rsidP="00DE072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№66</w:t>
      </w:r>
    </w:p>
    <w:p w:rsidR="00DE0721" w:rsidRPr="006139BE" w:rsidRDefault="00DE0721" w:rsidP="00DE072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0721" w:rsidRPr="006139BE" w:rsidRDefault="00DE0721" w:rsidP="00DE0721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оємцю земельної частки (паю)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Пєрєвєрзєву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О.А. 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на території  Крупецької сільської  ради </w:t>
      </w:r>
    </w:p>
    <w:p w:rsidR="00DE0721" w:rsidRPr="006139BE" w:rsidRDefault="00DE0721" w:rsidP="00DE0721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DE0721" w:rsidRDefault="00DE0721" w:rsidP="00DE072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Пєрєвєрзєва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 </w:t>
      </w:r>
    </w:p>
    <w:p w:rsidR="00DE0721" w:rsidRPr="00E12E57" w:rsidRDefault="00DE0721" w:rsidP="00DE072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DE0721" w:rsidRPr="006139BE" w:rsidRDefault="00DE0721" w:rsidP="00DE072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Пєрєвєрзєву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Олександру Анатолійовичу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який зареєстрований за адресою: </w:t>
      </w:r>
      <w:r w:rsidR="00E36255" w:rsidRPr="00E3625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3 частки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104,  розміром 5,22 в умовних кадастрових гектарах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№0336985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яка розташована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на території Крупе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цької сільської ради. </w:t>
      </w:r>
    </w:p>
    <w:p w:rsidR="00DE0721" w:rsidRPr="006139BE" w:rsidRDefault="00DE0721" w:rsidP="00DE072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Пєрєвєрзєву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О.А.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DE0721" w:rsidRDefault="00DE0721" w:rsidP="00DE072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DE0721" w:rsidRPr="006139BE" w:rsidRDefault="00DE0721" w:rsidP="00DE072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E0721" w:rsidRDefault="00DE0721" w:rsidP="00DE072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E0721" w:rsidRDefault="00DE0721" w:rsidP="00DE072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E0721" w:rsidRPr="006139BE" w:rsidRDefault="00DE0721" w:rsidP="00DE072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E0721" w:rsidRDefault="00DE0721" w:rsidP="00DE072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9E3C31" w:rsidRDefault="009E3C31"/>
    <w:sectPr w:rsidR="009E3C31" w:rsidSect="009E3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E0721"/>
    <w:rsid w:val="00171A2E"/>
    <w:rsid w:val="00176EDC"/>
    <w:rsid w:val="00304C90"/>
    <w:rsid w:val="00505B6D"/>
    <w:rsid w:val="006D3977"/>
    <w:rsid w:val="007D6C18"/>
    <w:rsid w:val="009E3C31"/>
    <w:rsid w:val="00CE0B0D"/>
    <w:rsid w:val="00D1641A"/>
    <w:rsid w:val="00DA6EB3"/>
    <w:rsid w:val="00DE0721"/>
    <w:rsid w:val="00E36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72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358</Words>
  <Characters>2045</Characters>
  <Application>Microsoft Office Word</Application>
  <DocSecurity>0</DocSecurity>
  <Lines>17</Lines>
  <Paragraphs>4</Paragraphs>
  <ScaleCrop>false</ScaleCrop>
  <Company>Microsoft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2020-01-21T07:08:00Z</dcterms:created>
  <dcterms:modified xsi:type="dcterms:W3CDTF">2020-01-21T07:53:00Z</dcterms:modified>
</cp:coreProperties>
</file>