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E03" w:rsidRDefault="00522E03" w:rsidP="00522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42ED57" wp14:editId="18981B9E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5619" name="Группа 156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45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2E03" w:rsidRDefault="00522E03" w:rsidP="00522E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619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sDx8IA&#10;AADdAAAADwAAAGRycy9kb3ducmV2LnhtbERPS4vCMBC+C/6HMMLeNFV3fVSjyOIuHgTx0fvQTB/Y&#10;TEoTtf57s7DgbT6+5yzXranEnRpXWlYwHEQgiFOrS84VXM4//RkI55E1VpZJwZMcrFfdzhJjbR98&#10;pPvJ5yKEsItRQeF9HUvp0oIMuoGtiQOX2cagD7DJpW7wEcJNJUdRNJEGSw4NBdb0XVB6Pd2MAjv+&#10;3e2TfHQcb3nqeXOYZUm7V+qj124WIDy1/i3+d+90mP/5NYe/b8IJcvU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ewPH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uk6cgA&#10;AADdAAAADwAAAGRycy9kb3ducmV2LnhtbESPT0sDMRDF74LfIYzgpdisUrZ1bVqksP47CK2C12Ez&#10;blY3kyWJ7baf3jkI3mZ4b977zXI9+l7tKaYusIHraQGKuAm249bA+1t9tQCVMrLFPjAZOFKC9er8&#10;bImVDQfe0n6XWyUhnCo04HIeKq1T48hjmoaBWLTPED1mWWOrbcSDhPte3xRFqT12LA0OB9o4ar53&#10;P97AV/3qPjbz00Oc3G7pNKlfHvvn0pjLi/H+DlSmMf+b/66frODPSuGXb2QEvf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O6Tp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9jDcMA&#10;AADdAAAADwAAAGRycy9kb3ducmV2LnhtbESP3YrCMBCF7xd8hzCCN4umuiJSjSKisngj/jzA0IxN&#10;sZmUJtr69kYQvJvhnDnfmfmytaV4UO0LxwqGgwQEceZ0wbmCy3nbn4LwAVlj6ZgUPMnDctH5mWOq&#10;XcNHepxCLmII+xQVmBCqVEqfGbLoB64ijtrV1RZDXOtc6hqbGG5LOUqSibRYcCQYrGhtKLud7jZC&#10;Dn942F+b83bXYoObveHf1VGpXrddzUAEasPX/Ln+17H+eDKE9zdxB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9jD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Yo2sMA&#10;AADdAAAADwAAAGRycy9kb3ducmV2LnhtbERPTUvDQBC9C/0Pywje7MZQU4ndllIVRPDQVhBvQ3aa&#10;BLOzy+7YxH/vCoK3ebzPWW0mN6gzxdR7NnAzL0ARN9723Bp4Oz5d34FKgmxx8EwGvinBZj27WGFt&#10;/ch7Oh+kVTmEU40GOpFQa52ajhymuQ/EmTv56FAyjK22Eccc7gZdFkWlHfacGzoMtOuo+Tx8OQOv&#10;42N4WVa3p/ARF6VOD1bed2LM1eW0vQclNMm/+M/9bPP8RVXC7zf5BL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Yo2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FY4cUA&#10;AADdAAAADwAAAGRycy9kb3ducmV2LnhtbESP3WrCQBCF7wu+wzKCN0U3miISXUOQWkpuxJ8HGLJj&#10;NpidDdmtSd++Wyj0boZz5nxndvloW/Gk3jeOFSwXCQjiyumGawW363G+AeEDssbWMSn4Jg/5fvKy&#10;w0y7gc/0vIRaxBD2GSowIXSZlL4yZNEvXEcctbvrLYa49rXUPQ4x3LZylSRrabHhSDDY0cFQ9bh8&#10;2Qg5pXgq78P1+DHigO+l4dfirNRsOhZbEIHG8G/+u/7Usf7bOoXfb+II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MVj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MVNcMA&#10;AADdAAAADwAAAGRycy9kb3ducmV2LnhtbERPTUvDQBC9C/0Pywje7MYSU4ndllIVRPDQVhBvQ3aa&#10;BLOzy+7YxH/vCoK3ebzPWW0mN6gzxdR7NnAzL0ARN9723Bp4Oz5d34FKgmxx8EwGvinBZj27WGFt&#10;/ch7Oh+kVTmEU40GOpFQa52ajhymuQ/EmTv56FAyjK22Eccc7ga9KIpKO+w5N3QYaNdR83n4cgZe&#10;x8fwsqxuT+EjlgudHqy878SYq8tpew9KaJJ/8Z/72eb5ZVXC7zf5BL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MVN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8Q0MQA&#10;AADdAAAADwAAAGRycy9kb3ducmV2LnhtbERP22oCMRB9L/QfwhT6UjSrVSlbo6gQKlgoXqCvw2bc&#10;XbqZLEnqrn9vhELf5nCuM1/2thEX8qF2rGA0zEAQF87UXCo4HfXgDUSIyAYbx6TgSgGWi8eHOebG&#10;dbynyyGWIoVwyFFBFWObSxmKiiyGoWuJE3d23mJM0JfSeOxSuG3kOMtm0mLNqaHCljYVFT+HX6tg&#10;/dWVr/6lWPdud/74nmpt9KdW6vmpX72DiNTHf/Gfe2vS/MlsCvdv0gl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vEN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XU4sIA&#10;AADdAAAADwAAAGRycy9kb3ducmV2LnhtbERP3WrCMBS+F3yHcAa703TiilRTEUdhDG+mPsChOWu6&#10;NiclibV7+0UY7O58fL9nt59sL0byoXWs4GWZgSCunW65UXC9VIsNiBCRNfaOScEPBdiX89kOC+3u&#10;/EnjOTYihXAoUIGJcSikDLUhi2HpBuLEfTlvMSboG6k93lO47eUqy3JpseXUYHCgo6G6O9+sgupj&#10;dRq7m/aVO0xrS6/me/NmlHp+mg5bEJGm+C/+c7/rNH+d5/D4Jp0g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xdTi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rPMQA&#10;AADdAAAADwAAAGRycy9kb3ducmV2LnhtbERP22oCMRB9L/gPYYS+FM3ai5atUWohKLRQvICvw2bc&#10;XdxMliR11783hULf5nCuM1/2thEX8qF2rGAyzkAQF87UXCo47PXoFUSIyAYbx6TgSgGWi8HdHHPj&#10;Ot7SZRdLkUI45KigirHNpQxFRRbD2LXEiTs5bzEm6EtpPHYp3DbyMcum0mLNqaHClj4qKs67H6tg&#10;9d2VT/6hWPXu87Q+vmht9JdW6n7Yv7+BiNTHf/Gfe2PS/OfpDH6/SS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xKz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blC8QA&#10;AADdAAAADwAAAGRycy9kb3ducmV2LnhtbESPQWsCMRCF70L/Q5hCb5pVVGQ1irQslOKltj9g2Iyb&#10;1c1kSeK6/fedQ6G3Gd6b977ZHUbfqYFiagMbmM8KUMR1sC03Br6/qukGVMrIFrvAZOCHEhz2T5Md&#10;ljY8+JOGc26UhHAq0YDLuS+1TrUjj2kWemLRLiF6zLLGRtuIDwn3nV4UxVp7bFkaHPb06qi+ne/e&#10;QPWxOA23u41VOI5LTyt33bw5Y16ex+MWVKYx/5v/rt+t4C/XgivfyAh6/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5Q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9atsIA&#10;AADdAAAADwAAAGRycy9kb3ducmV2LnhtbERPzWqDQBC+F/IOywR6a1bTJLTGVULB0hxj+wCDO1GJ&#10;O2vcjZq37xYKuc3H9ztpPptOjDS41rKCeBWBIK6sbrlW8PNdvLyBcB5ZY2eZFNzJQZ4tnlJMtJ34&#10;RGPpaxFC2CWooPG+T6R0VUMG3cr2xIE728GgD3CopR5wCuGmk+so2kmDLYeGBnv6aKi6lDejYHOf&#10;Pq/l9hIV2lB8fO2P7KutUs/L+bAH4Wn2D/G/+0uH+ZvdO/x9E06Q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H1q2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586sUA&#10;AADdAAAADwAAAGRycy9kb3ducmV2LnhtbESPQWvCQBCF74X+h2UEb3WjiNrUVaSiiCdN1fOQHZPQ&#10;7GzIrhr/vXMo9DbDe/PeN/Nl52p1pzZUng0MBwko4tzbigsDp5/NxwxUiMgWa89k4EkBlov3tzmm&#10;1j/4SPcsFkpCOKRooIyxSbUOeUkOw8A3xKJdfeswytoW2rb4kHBX61GSTLTDiqWhxIa+S8p/s5sz&#10;cJtcRie+7u0hWz+3n+vNKuhzYUy/162+QEXq4r/573pnBX88FX75RkbQ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bnzq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GmdsYA&#10;AADdAAAADwAAAGRycy9kb3ducmV2LnhtbERPS2vCQBC+F/oflil4qxsfRBtdxRaEtgfFaA+9TbNj&#10;kjY7G7Nbjf/eFQRv8/E9ZzpvTSWO1LjSsoJeNwJBnFldcq5gt10+j0E4j6yxskwKzuRgPnt8mGKi&#10;7Yk3dEx9LkIIuwQVFN7XiZQuK8ig69qaOHB72xj0ATa51A2eQripZD+KYmmw5NBQYE1vBWV/6b9R&#10;8LUexy/r14/h7+fqBwdGH751GSvVeWoXExCeWn8X39zvOswfjnpw/SacIG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Gmd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v68sIA&#10;AADdAAAADwAAAGRycy9kb3ducmV2LnhtbERPS4vCMBC+C/6HMMLeNLUrKtUouovu4skXeB2asS02&#10;k9JErfvrjbDgbT6+50znjSnFjWpXWFbQ70UgiFOrC84UHA+r7hiE88gaS8uk4EEO5rN2a4qJtnfe&#10;0W3vMxFC2CWoIPe+SqR0aU4GXc9WxIE729qgD7DOpK7xHsJNKeMoGkqDBYeGHCv6yim97K9Gwd/w&#10;hFv3Ey+/P7Wnx2C8tpvtWqmPTrOYgPDU+Lf43/2rw/zBKIbXN+EE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K/ry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8M0cMA&#10;AADdAAAADwAAAGRycy9kb3ducmV2LnhtbERPS27CMBDdV+odrEFiVxwg5ZNiUIVAYlcIHGAUT52I&#10;eBxiA6Gnr5EqdTdP7zuLVWdrcaPWV44VDAcJCOLC6YqNgtNx+zYD4QOyxtoxKXiQh9Xy9WWBmXZ3&#10;PtAtD0bEEPYZKihDaDIpfVGSRT9wDXHkvl1rMUTYGqlbvMdwW8tRkkykxYpjQ4kNrUsqzvnVKri4&#10;0bvu8g1+nTfzfWVMevk5pEr1e93nB4hAXfgX/7l3Os5Pp2N4fhN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8M0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ezcMA&#10;AADdAAAADwAAAGRycy9kb3ducmV2LnhtbERPyW7CMBC9I/EP1iD1Bk5byhJiEFSqxJXlwHGwJwuN&#10;x2nsQtqvryshcZunt0626mwtrtT6yrGC51ECglg7U3Gh4Hj4GM5A+IBssHZMCn7Iw2rZ72WYGnfj&#10;HV33oRAxhH2KCsoQmlRKr0uy6EeuIY5c7lqLIcK2kKbFWwy3tXxJkom0WHFsKLGh95L05/7bKthW&#10;Z3qb6HxuZxu9O/1+hdfpxSj1NOjWCxCBuvAQ391bE+ePp2P4/yae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cez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JIosUA&#10;AADdAAAADwAAAGRycy9kb3ducmV2LnhtbERP0WrCQBB8F/oPxxb6ppdK1Zp6ihYKSjVQLe3rktvm&#10;grm9kDtj/PueIPg2u7MzszNbdLYSLTW+dKzgeZCAIM6dLrlQ8H346L+C8AFZY+WYFFzIw2L+0Jth&#10;qt2Zv6jdh0JEE/YpKjAh1KmUPjdk0Q9cTRy5P9dYDHFsCqkbPEdzW8lhkoylxZJjgsGa3g3lx/3J&#10;KmgxuyS/ZrWbbsptPsxWP5867tXTY7d8AxGoC/fjm3qt4/svkxFc20QI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Mkii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totcIA&#10;AADdAAAADwAAAGRycy9kb3ducmV2LnhtbERPTUvDQBC9C/0PyxS82U2DVIndllKoeNToweOYnWZT&#10;szNhd9tEf70rCN7m8T5nvZ18ry4UYidsYLkoQBE3YjtuDby9Hm7uQcWEbLEXJgNfFGG7mV2tsbIy&#10;8gtd6tSqHMKxQgMupaHSOjaOPMaFDMSZO0rwmDIMrbYBxxzue10WxUp77Dg3OBxo76j5rM/ewPjY&#10;fJzK47t132GQQ/0sp7IXY67n0+4BVKIp/Yv/3E82z7+9W8H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22i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yLicQA&#10;AADdAAAADwAAAGRycy9kb3ducmV2LnhtbERP22oCMRB9L/QfwhR8q1lFurIaxStIqYiXvk834+62&#10;yWTZRN3+fVMQfJvDuc542lojrtT4yrGCXjcBQZw7XXGh4HRcvw5B+ICs0TgmBb/kYTp5fhpjpt2N&#10;93Q9hELEEPYZKihDqDMpfV6SRd91NXHkzq6xGCJsCqkbvMVwa2Q/Sd6kxYpjQ4k1LUrKfw4Xq2C9&#10;W5rv/nY/+5RhsUq/zPB9vvxQqvPSzkYgArXhIb67NzrOH6Qp/H8TT5C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8i4n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TSQscA&#10;AADdAAAADwAAAGRycy9kb3ducmV2LnhtbESPQWvCQBCF70L/wzKFXkQ3bdVKdJVSKCooqC30OmbH&#10;JJidDdltTP995yB4m+G9ee+b+bJzlWqpCaVnA8/DBBRx5m3JuYHvr8/BFFSIyBYrz2TgjwIsFw+9&#10;OabWX/lA7THmSkI4pGigiLFOtQ5ZQQ7D0NfEop194zDK2uTaNniVcFfplySZaIclS0OBNX0UlF2O&#10;v85Au9+e8nUb6s1l2g/j19NqtbM/xjw9du8zUJG6eDffrtdW8EdvgivfyAh68Q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E0k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2E03" w:rsidRDefault="00522E03" w:rsidP="00522E0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kLEMQA&#10;AADdAAAADwAAAGRycy9kb3ducmV2LnhtbERPTWsCMRC9C/0PYQreNFuxVlej1ILgRajWg97Gzbi7&#10;uJlsk6hbf30jCN7m8T5nMmtMJS7kfGlZwVs3AUGcWV1yrmD7s+gMQfiArLGyTAr+yMNs+tKaYKrt&#10;ldd02YRcxBD2KSooQqhTKX1WkEHftTVx5I7WGQwRulxqh9cYbirZS5KBNFhybCiwpq+CstPmbBTM&#10;R8P573efV7f1YU/73eH03nOJUu3X5nMMIlATnuKHe6nj/P7HCO7fxBPk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pCxDEAAAA3QAAAA8AAAAAAAAAAAAAAAAAmAIAAGRycy9k&#10;b3ducmV2LnhtbFBLBQYAAAAABAAEAPUAAACJAwAAAAA=&#10;" fillcolor="black" stroked="f">
                  <v:textbox>
                    <w:txbxContent>
                      <w:p w:rsidR="00522E03" w:rsidRDefault="00522E03" w:rsidP="00522E0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8RpMgA&#10;AADdAAAADwAAAGRycy9kb3ducmV2LnhtbESPT2/CMAzF70j7DpEn7QYpaKCqEBDsjzRp7ADbgaPX&#10;eG3UxqmaDMo+/XyYtJut9/zez6vN4Ft1pj66wAamkwwUcRms48rAx/vzOAcVE7LFNjAZuFKEzfpm&#10;tMLChgsf6HxMlZIQjgUaqFPqCq1jWZPHOAkdsWhfofeYZO0rbXu8SLhv9SzLFtqjY2mosaOHmsrm&#10;+O0NnF4XLj84mn3uf3ZPdj9vdm+PjTF3t8N2CSrRkP7Nf9cvVvDvc+GXb2QEvf4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7xGk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aKisMA&#10;AADdAAAADwAAAGRycy9kb3ducmV2LnhtbERPTWsCMRC9F/wPYYTeatZSyrIaRZSilx5qFa/DZtys&#10;u5msSdTVX98UCr3N433OdN7bVlzJh9qxgvEoA0FcOl1zpWD3/fGSgwgRWWPrmBTcKcB8NniaYqHd&#10;jb/ouo2VSCEcClRgYuwKKUNpyGIYuY44cUfnLcYEfSW1x1sKt618zbJ3abHm1GCwo6WhstlerAK/&#10;OKyaB1/2Tfb4vIf1qT/naJR6HvaLCYhIffwX/7k3Os1/y8fw+006Qc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0aKi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CxT8MA&#10;AADdAAAADwAAAGRycy9kb3ducmV2LnhtbERP22rCQBB9L/gPywi+FN00lNamriIFQVAKXj5gmp0m&#10;wd3ZkB01+vXdQqFvczjXmS1679SFutgENvA0yUARl8E2XBk4HlbjKagoyBZdYDJwowiL+eBhhoUN&#10;V97RZS+VSiEcCzRQi7SF1rGsyWOchJY4cd+h8ygJdpW2HV5TuHc6z7IX7bHh1FBjSx81laf92Rtw&#10;+Zd727zGrdyOepvdveweP60xo2G/fAcl1Mu/+M+9tmn+8zSH32/SCX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sCxT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AbkMQA&#10;AADdAAAADwAAAGRycy9kb3ducmV2LnhtbERPTWsCMRC9F/wPYYTearZWimyN0laEvXhw3eJ13Ew3&#10;S5PJskl16683QsHbPN7nLFaDs+JEfWg9K3ieZCCIa69bbhRU+83THESIyBqtZ1LwRwFWy9HDAnPt&#10;z7yjUxkbkUI45KjAxNjlUobakMMw8R1x4r597zAm2DdS93hO4c7KaZa9SoctpwaDHX0aqn/KX6dg&#10;XXZ2WhXmIxy+tsejLS4bOqyVehwP728gIg3xLv53FzrNn81f4PZNOkE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AG5DEAAAA3Q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7MVcMA&#10;AADdAAAADwAAAGRycy9kb3ducmV2LnhtbERPTWvCQBC9F/wPywi91V2LpJK6iohCwFNtcvA27E6T&#10;tNnZkN2a9N+7hUJv83ifs9lNrhM3GkLrWcNyoUAQG29brjWU76enNYgQkS12nknDDwXYbWcPG8yt&#10;H/mNbpdYixTCIUcNTYx9LmUwDTkMC98TJ+7DDw5jgkMt7YBjCnedfFYqkw5bTg0N9nRoyHxdvp2G&#10;z5M8e6PQVGU1FvblesyoU1o/zqf9K4hIU/wX/7kLm+av1iv4/SadIL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7MVc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vL4MQA&#10;AADdAAAADwAAAGRycy9kb3ducmV2LnhtbERPS2vCQBC+F/wPywjedOOjJURXUUEQpYdqKT1Os2MS&#10;kp0Nu6um/74rCL3Nx/ecxaozjbiR85VlBeNRAoI4t7riQsHneTdMQfiArLGxTAp+ycNq2XtZYKbt&#10;nT/odgqFiCHsM1RQhtBmUvq8JIN+ZFviyF2sMxgidIXUDu8x3DRykiRv0mDFsaHElrYl5fXpahR8&#10;X498eZ8e1m4Tvmx39vXkJ62VGvS79RxEoC78i5/uvY7zZ+krPL6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ry+DEAAAA3Q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22E03" w:rsidRDefault="00522E03" w:rsidP="00522E0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PvRcQA&#10;AADdAAAADwAAAGRycy9kb3ducmV2LnhtbERPTWsCMRC9C/0PYQq9aVZRWVejaKHQS6FqD/U2bsbd&#10;xc1kTVJd/fWNIHibx/uc2aI1tTiT85VlBf1eAoI4t7riQsHP9qObgvABWWNtmRRcycNi/tKZYabt&#10;hdd03oRCxBD2GSooQ2gyKX1ekkHfsw1x5A7WGQwRukJqh5cYbmo5SJKxNFhxbCixofeS8uPmzyhY&#10;TdLV6XvIX7f1fke73/1xNHCJUm+v7XIKIlAbnuKH+1PH+cN0DPdv4gl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j70XEAAAA3QAAAA8AAAAAAAAAAAAAAAAAmAIAAGRycy9k&#10;b3ducmV2LnhtbFBLBQYAAAAABAAEAPUAAACJAwAAAAA=&#10;" fillcolor="black" stroked="f">
                  <v:textbox>
                    <w:txbxContent>
                      <w:p w:rsidR="00522E03" w:rsidRDefault="00522E03" w:rsidP="00522E0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Ow38MA&#10;AADdAAAADwAAAGRycy9kb3ducmV2LnhtbERPTUsDMRC9C/6HMEJvNqsVLWvTshSkxdO2Kl6nm3Gz&#10;uJksSZpu/31TELzN433OYjXaXiTyoXOs4GFagCBunO64VfD58XY/BxEissbeMSk4U4DV8vZmgaV2&#10;J95R2sdW5BAOJSowMQ6llKExZDFM3UCcuR/nLcYMfSu1x1MOt718LIpnabHj3GBwoLWh5nd/tArS&#10;YV1Xs/SdzO7dV6139ebrUCs1uRurVxCRxvgv/nNvdZ7/NH+B6zf5BLm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Ow38MAAADd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22E03" w:rsidRDefault="00522E03" w:rsidP="00522E0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vEX8cA&#10;AADdAAAADwAAAGRycy9kb3ducmV2LnhtbESPQWvCQBCF74X+h2UK3urGImKjq4hUaXupjYI9Dtlp&#10;NpidDdltTPvrO4dCbzO8N+99s1wPvlE9dbEObGAyzkARl8HWXBk4HXf3c1AxIVtsApOBb4qwXt3e&#10;LDG34crv1BepUhLCMUcDLqU21zqWjjzGcWiJRfsMnccka1dp2+FVwn2jH7Jspj3WLA0OW9o6Ki/F&#10;lzcQJ9un86v/eew/9o7fihc3O1TOmNHdsFmASjSkf/Pf9bMV/Olcc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LxF/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22E03" w:rsidRDefault="00522E03" w:rsidP="00522E0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22E03" w:rsidRDefault="00522E03" w:rsidP="00522E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22E03" w:rsidRDefault="00522E03" w:rsidP="00522E0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22E03" w:rsidRDefault="00522E03" w:rsidP="00522E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22E03" w:rsidRDefault="00522E03" w:rsidP="00522E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522E03" w:rsidRDefault="00522E03" w:rsidP="00522E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522E03" w:rsidRDefault="00522E03" w:rsidP="00522E0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522E03" w:rsidRDefault="00522E03" w:rsidP="00522E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522E03" w:rsidRDefault="00522E03" w:rsidP="00522E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522E03" w:rsidRDefault="00522E03" w:rsidP="00522E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22E03" w:rsidRDefault="00522E03" w:rsidP="00522E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522E03" w:rsidRDefault="00522E03" w:rsidP="00522E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22E03" w:rsidRDefault="00522E03" w:rsidP="00522E0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522E03" w:rsidRDefault="00522E03" w:rsidP="00522E0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522E03" w:rsidRDefault="00522E03" w:rsidP="00522E0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</w:t>
      </w:r>
      <w:r w:rsidRPr="00680A60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7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522E03" w:rsidRDefault="00522E03" w:rsidP="00522E0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22E03" w:rsidRDefault="00522E03" w:rsidP="00522E0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22E03" w:rsidRDefault="00522E03" w:rsidP="00522E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522E03" w:rsidRDefault="00522E03" w:rsidP="00522E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522E03" w:rsidRDefault="00522E03" w:rsidP="00522E0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522E03" w:rsidRPr="005C5A92" w:rsidRDefault="00522E03" w:rsidP="00522E0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Клімчуку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О.М.</w:t>
      </w:r>
    </w:p>
    <w:p w:rsidR="00522E03" w:rsidRDefault="00522E03" w:rsidP="00522E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22E03" w:rsidRDefault="00522E03" w:rsidP="00522E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22E03" w:rsidRDefault="00522E03" w:rsidP="00522E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Клімчука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О.М,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522E03" w:rsidRDefault="00522E03" w:rsidP="00522E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522E03" w:rsidRDefault="00522E03" w:rsidP="00522E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22E03" w:rsidRDefault="00522E03" w:rsidP="00522E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Клімчуку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Миколайовичу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0.2190 га,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22E03" w:rsidRDefault="00522E03" w:rsidP="00522E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Клімчуку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Миколайовичу,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63A0A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263A0A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0,2190 га, кадастровий номер: 6823984000:02:002:0079,  для ведення особистого селянського господарства,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522E03" w:rsidRDefault="00522E03" w:rsidP="00522E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Клімчуку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522E03" w:rsidRDefault="00522E03" w:rsidP="00522E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22E03" w:rsidRDefault="00522E03" w:rsidP="00522E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22E03" w:rsidRPr="00522E03" w:rsidRDefault="00522E03" w:rsidP="00522E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CE1104" w:rsidRPr="00522E03" w:rsidRDefault="00522E03" w:rsidP="00522E0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CE1104" w:rsidRPr="00522E0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E03"/>
    <w:rsid w:val="00263A0A"/>
    <w:rsid w:val="00522E03"/>
    <w:rsid w:val="00CE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E0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E0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263</Words>
  <Characters>1500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2021-07-19T06:08:00Z</dcterms:created>
  <dcterms:modified xsi:type="dcterms:W3CDTF">2021-07-19T06:35:00Z</dcterms:modified>
</cp:coreProperties>
</file>