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C5" w:rsidRDefault="00F84EC5" w:rsidP="00F84EC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B73868" wp14:editId="77FBA680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4445"/>
                <wp:wrapNone/>
                <wp:docPr id="14124" name="Группа 14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9735" cy="624205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24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84EC5" w:rsidRDefault="00F84EC5" w:rsidP="00F84E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84EC5" w:rsidRDefault="00F84EC5" w:rsidP="00F84E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F84EC5" w:rsidRDefault="00F84EC5" w:rsidP="00F84EC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F84EC5" w:rsidRDefault="00F84EC5" w:rsidP="00F84E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F84EC5" w:rsidRDefault="00F84EC5" w:rsidP="00F84E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2F6999" wp14:editId="11F2D80B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155" name="Группа 14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EC5" w:rsidRDefault="00F84EC5" w:rsidP="00F84E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5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yiAnkAAB1ZBAAOAAAAZHJzL2Uyb0RvYy54bWzsfW1uJjmS3n8DvoOgnwNUK5nfWeiaxUxX&#10;18DA2B5gXx/gLUlVEqzSW5bUXbVeLGDAR/BFfANfYfdGfoIMMkkpIyKnumfcBtg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NuM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v5zB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Nu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x/MMA&#10;AADcAAAADwAAAGRycy9kb3ducmV2LnhtbERPTUsDMRC9C/6HMII3m7Wt1W6bllIVROihVRBvw2a6&#10;u7iZhGTsbv+9EQRv83ifs1wPrlMniqn1bOB2VIAirrxtuTbw/vZ88wAqCbLFzjMZOFOC9eryYoml&#10;9T3v6XSQWuUQTiUaaERCqXWqGnKYRj4QZ+7oo0PJMNbaRuxzuOv0uChm2mHLuaHBQNuGqq/DtzOw&#10;65/C6/3s7hg+43Ss06OVj60Yc301bBaghAb5F/+5X2yeP5/A7zP5A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3x/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VmcMA&#10;AADc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P3mD3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+V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Uh8AA&#10;AADcAAAADwAAAGRycy9kb3ducmV2LnhtbERPzYrCMBC+L/gOYQRva6rootUoohRk2cuqDzA0Y1Nt&#10;JiWJtb79ZmFhb/Px/c5629tGdORD7VjBZJyBIC6drrlScDkX7wsQISJrbByTghcF2G4Gb2vMtXvy&#10;N3WnWIkUwiFHBSbGNpcylIYshrFriRN3dd5iTNBXUnt8pnDbyGmWfUiLNacGgy3tDZX308MqKD6n&#10;X939oX3hdv3M0tz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/Uh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udc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M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Gu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va8EA&#10;AADcAAAADwAAAGRycy9kb3ducmV2LnhtbERP22oCMRB9L/gPYYS+1azSVl2NIspCKX3x8gHDZtys&#10;biZLEtf1702h0Lc5nOss171tREc+1I4VjEcZCOLS6ZorBadj8TYDESKyxsYxKXhQgPVq8LLEXLs7&#10;76k7xEqkEA45KjAxtrmUoTRkMYxcS5y4s/MWY4K+ktrjPYXbRk6y7FNarDk1GGxpa6i8Hm5WQfE9&#10;+emuN+0Lt+nfLX2Yy2xnlHod9psFiEh9/Bf/ub90mj+fwu8z6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x72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2sIA&#10;AADcAAAADwAAAGRycy9kb3ducmV2LnhtbESPwW7CQAxE70j9h5UrcYMNFCoILKiqBIIjoR9gZU0S&#10;kfWm2YWEv8cHJG62ZjzzvN72rlZ3akPl2cBknIAizr2tuDDwd96NFqBCRLZYeyYDDwqw3XwM1pha&#10;3/GJ7lkslIRwSNFAGWOTah3ykhyGsW+IRbv41mGUtS20bbGTcFfraZJ8a4cVS0OJDf2WlF+zmzMw&#10;e3T7/2x+TXbW0eT41Rw55nNjhp/9zwpUpD6+za/rg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Q7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NMEA&#10;AADcAAAADwAAAGRycy9kb3ducmV2LnhtbERPS4vCMBC+L/gfwgje1lQPsu2aiqwo4mmtdc9DM32w&#10;zaQ0Ueu/N4LgbT6+5yxXg2nFlXrXWFYwm0YgiAurG64U5Kft5xcI55E1tpZJwZ0crNLRxxITbW98&#10;pGvmKxFC2CWooPa+S6R0RU0G3dR2xIErbW/QB9hXUvd4C+GmlfMoWkiDDYeGGjv6qan4zy5GwWXx&#10;N8+5POjfbHPfxZvt2slzpdRkPKy/QXga/Fv8cu91mB/H8HwmX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WD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iQMYA&#10;AADcAAAADwAAAGRycy9kb3ducmV2LnhtbESPQWvCQBSE74X+h+UVvNWNVUJMXUULQvVgqNpDb6/Z&#10;Z5I2+zZmtxr/vSsUPA4z8w0zmXWmFidqXWVZwaAfgSDOra64ULDfLZ8TEM4ja6wtk4ILOZhNHx8m&#10;mGp75g86bX0hAoRdigpK75tUSpeXZND1bUMcvINtDfog20LqFs8Bbmr5EkWxNFhxWCixobeS8t/t&#10;n1HwmSXxOFusRj/rzTcOjT5+6SpWqvfUzV9BeOr8PfzfftcKAhFuZ8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5iQ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OoMMA&#10;AADcAAAADwAAAGRycy9kb3ducmV2LnhtbESPT4vCMBTE74LfITxhb5raFZFqFN3FP3hyVfD6aJ5t&#10;sXkpTdTqpzeCsMdhZn7DTGaNKcWNaldYVtDvRSCIU6sLzhQcD8vuCITzyBpLy6TgQQ5m03Zrgom2&#10;d/6j295nIkDYJagg975KpHRpTgZdz1bEwTvb2qAPss6krvEe4KaUcRQNpcGCw0KOFf3klF72V6Pg&#10;OTzhzq3jxe+39vQYjFZ2u1sp9dVp5mMQnhr/H/60N1pBHPXhfSYc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POo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tOcIA&#10;AADcAAAADwAAAGRycy9kb3ducmV2LnhtbESP0YrCMBRE34X9h3AXfNPUorJWoyyLC76pdT/g0lzT&#10;YnNTm6xWv94Igo/DzJxhFqvO1uJCra8cKxgNExDEhdMVGwV/h9/BFwgfkDXWjknBjTyslh+9BWba&#10;XXlPlzwYESHsM1RQhtBkUvqiJIt+6Bri6B1dazFE2RqpW7xGuK1lmiRTabHiuFBiQz8lFaf83yo4&#10;u3Siu3yN29N6tquMGZ/v+7FS/c/uew4iUBfe4Vd7oxWkSQ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i05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a9cUA&#10;AADcAAAADwAAAGRycy9kb3ducmV2LnhtbESPwW7CMBBE70j8g7VIvRWnQaUQMFFbCSnX0B56XOwl&#10;CY3XaexC6NdjpEocRzPzRrPOB9uKE/W+cazgaZqAINbONFwp+PzYPi5A+IBssHVMCi7kId+MR2vM&#10;jDtzSaddqESEsM9QQR1Cl0npdU0W/dR1xNE7uN5iiLKvpOnxHOG2lWmSzKXFhuNCjR2916S/d79W&#10;QdHs6XmuD0u7eNPl199PmL0cjVIPk+F1BSLQEO7h/3ZhFKTJD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x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+psEA&#10;AADc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q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M8MA&#10;AADcAAAADwAAAGRycy9kb3ducmV2LnhtbESPQUvDQBSE74L/YXmCN7sxY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YuM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9ZcUA&#10;AADc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GcD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/1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rVcUA&#10;AADcAAAADwAAAGRycy9kb3ducmV2LnhtbESP3YrCMBSE7xd8h3AEb0RTlVWpRhFBdMGF9Qe8PTbH&#10;tticlCbW7tubBWEvh5n5hpkvG1OImiqXW1Yw6EcgiBOrc04VnE+b3hSE88gaC8uk4JccLBetjznG&#10;2j75QPXRpyJA2MWoIPO+jKV0SUYGXd+WxMG72cqgD7JKpa7wGeCmkMMoGkuDOYeFDEtaZ5Tcjw+j&#10;oP7ZX9Nd7cqv+7TrPkfX7fZbX5TqtJvVDISnxv+H3+2dVjCMJv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yt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61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M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AOtT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4vesEA&#10;AADcAAAADwAAAGRycy9kb3ducmV2LnhtbERPu27CMBTdK/EP1kXqVhwYKhQwCBVV7dKhlKrrVXyJ&#10;08TXwTZ5fX09VGI8Ou/tfrCN6MiHyrGC5SIDQVw4XXGp4Pz1+rQGESKyxsYxKRgpwH43e9hirl3P&#10;n9SdYilSCIccFZgY21zKUBiyGBauJU7cxXmLMUFfSu2xT+G2kasse5YWK04NBlt6MVTUp5tV4A8/&#10;x3ri23edTR9jePsdrms0Sj3Oh8MGRKQh3sX/7netYLVM89O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+L3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V+cUA&#10;AADcAAAADwAAAGRycy9kb3ducmV2LnhtbESP3WrCQBSE7wt9h+UI3hTdJBf9ia5ShEJBKfjzAMfs&#10;MQnung3Zo8Y+fbdQ6OUwM98w8+XgnbpSH9vABvJpBoq4Crbl2sBh/zF5BRUF2aILTAbuFGG5eHyY&#10;Y2nDjbd03UmtEoRjiQYaka7UOlYNeYzT0BEn7xR6j5JkX2vb4y3BvdNFlj1rjy2nhQY7WjVUnXcX&#10;b8AVR/e2fokbuR/0Jvv2sn36ssaMR8P7DJTQIP/hv/anNVDkO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9X5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hc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OqF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xWsQA&#10;AADcAAAADwAAAGRycy9kb3ducmV2LnhtbESPwWrDMBBE74X8g9hAb41kF9zgRAklJGDIqWlyyG2R&#10;trZba2UsNXb/PioUehxm5g2z3k6uEzcaQutZQ7ZQIIiNty3XGs7vh6cliBCRLXaeScMPBdhuZg9r&#10;LK0f+Y1up1iLBOFQooYmxr6UMpiGHIaF74mT9+EHhzHJoZZ2wDHBXSdzpQrpsOW00GBPu4bM1+nb&#10;afg8yKM3Cs3lfBkr+3LdF9QprR/n0+sKRKQp/of/2pXVkGfP8Hs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MV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9OMUA&#10;AADcAAAADwAAAGRycy9kb3ducmV2LnhtbESPT2vCQBTE70K/w/IKvenGtIikboItCGLpwT+UHl+z&#10;zyQk+zbsrhq/fVcQPA4z8xtmUQymE2dyvrGsYDpJQBCXVjdcKTjsV+M5CB+QNXaWScGVPBT502iB&#10;mbYX3tJ5FyoRIewzVFCH0GdS+rImg35ie+LoHa0zGKJ0ldQOLxFuOpkmyUwabDgu1NjTZ01luzsZ&#10;Bb+nLz5+v26W7iP82GHv2/Rv3ir18jws30EEGsIjfG+vtYJ0+g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04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UQsQA&#10;AADcAAAADwAAAGRycy9kb3ducmV2LnhtbESPQWsCMRSE70L/Q3iF3jSrBSlboyxCqfS02pZen5vn&#10;ZnHzsiQxbv99UxA8DjPzDbPajLYXiXzoHCuYzwoQxI3THbcKvj7fpi8gQkTW2DsmBb8UYLN+mKyw&#10;1O7Ke0qH2IoM4VCiAhPjUEoZGkMWw8wNxNk7OW8xZulbqT1eM9z2clEUS2mx47xgcKCtoeZ8uFgF&#10;6bitq+f0k8z+w1etd/X797FW6ulxrF5BRBrjPXxr77SCxXwJ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lE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K2W8UA&#10;AADcAAAADwAAAGRycy9kb3ducmV2LnhtbESPQWvCQBSE7wX/w/KE3uomHmyNriJii3ppGwU9PrLP&#10;bDD7NmS3MfXXdwuFHoeZ+YaZL3tbi45aXzlWkI4SEMSF0xWXCo6H16cXED4ga6wdk4Jv8rBcDB7m&#10;mGl340/q8lCKCGGfoQITQpNJ6QtDFv3INcTRu7jWYoiyLaVu8RbhtpbjJJlIixXHBYMNrQ0V1/zL&#10;KvDpenPa2/u0O78Zfs93ZvJRGqUeh/1qBiJQH/7Df+2tVjBOn+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Zb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4EC5" w:rsidRDefault="00F84EC5" w:rsidP="00F84E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84EC5" w:rsidRDefault="00F84EC5" w:rsidP="00F84EC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F84EC5" w:rsidRDefault="00F84EC5" w:rsidP="00F84E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84EC5" w:rsidRDefault="00F84EC5" w:rsidP="00F84EC5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.07. 2021р.                                                   Крупець                                           №_____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</w:t>
      </w:r>
    </w:p>
    <w:p w:rsidR="00F84EC5" w:rsidRDefault="00F84EC5" w:rsidP="00F84EC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 О,  сільська рада</w:t>
      </w: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Вірі Олександрівні,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C0F3D" w:rsidRPr="000C0F3D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Г.Охман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54.</w:t>
      </w: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84EC5" w:rsidRDefault="00F84EC5" w:rsidP="00F84E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4EC5" w:rsidRDefault="00F84EC5" w:rsidP="00F84E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84EC5" w:rsidRDefault="00F84EC5" w:rsidP="00F84EC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E6FD3" w:rsidRPr="00F84EC5" w:rsidRDefault="00F84EC5" w:rsidP="00F84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6E6FD3" w:rsidRPr="00F84E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C5"/>
    <w:rsid w:val="000C0F3D"/>
    <w:rsid w:val="006E6FD3"/>
    <w:rsid w:val="00F8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C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C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264</Words>
  <Characters>1507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2021-07-19T05:32:00Z</dcterms:created>
  <dcterms:modified xsi:type="dcterms:W3CDTF">2021-07-19T06:28:00Z</dcterms:modified>
</cp:coreProperties>
</file>