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443" w:rsidRPr="009A054C" w:rsidRDefault="00486443" w:rsidP="00486443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443" w:rsidRDefault="00486443" w:rsidP="004864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6443" w:rsidRDefault="00486443" w:rsidP="004864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443" w:rsidRDefault="00486443" w:rsidP="004864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6443" w:rsidRDefault="00486443" w:rsidP="004864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443" w:rsidRDefault="00486443" w:rsidP="004864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6443" w:rsidRDefault="00486443" w:rsidP="004864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443" w:rsidRDefault="00486443" w:rsidP="004864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6443" w:rsidRDefault="00486443" w:rsidP="004864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443" w:rsidRDefault="00486443" w:rsidP="004864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6443" w:rsidRDefault="00486443" w:rsidP="004864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443" w:rsidRDefault="00486443" w:rsidP="004864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6443" w:rsidRDefault="00486443" w:rsidP="004864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443" w:rsidRDefault="00486443" w:rsidP="004864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6443" w:rsidRDefault="00486443" w:rsidP="004864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443" w:rsidRDefault="00486443" w:rsidP="004864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6443" w:rsidRDefault="00486443" w:rsidP="004864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443" w:rsidRDefault="00486443" w:rsidP="004864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6443" w:rsidRDefault="00486443" w:rsidP="004864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443" w:rsidRDefault="00486443" w:rsidP="004864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6443" w:rsidRDefault="00486443" w:rsidP="004864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443" w:rsidRDefault="00486443" w:rsidP="004864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443" w:rsidRDefault="00486443" w:rsidP="004864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443" w:rsidRDefault="00486443" w:rsidP="004864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443" w:rsidRDefault="00486443" w:rsidP="004864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443" w:rsidRDefault="00486443" w:rsidP="004864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443" w:rsidRDefault="00486443" w:rsidP="004864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443" w:rsidRDefault="00486443" w:rsidP="004864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443" w:rsidRDefault="00486443" w:rsidP="004864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443" w:rsidRDefault="00486443" w:rsidP="004864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6443" w:rsidRDefault="00486443" w:rsidP="004864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86443" w:rsidRDefault="00486443" w:rsidP="004864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86443" w:rsidRDefault="00486443" w:rsidP="004864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86443" w:rsidRDefault="00486443" w:rsidP="004864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86443" w:rsidRDefault="00486443" w:rsidP="004864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86443" w:rsidRDefault="00486443" w:rsidP="004864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86443" w:rsidRDefault="00486443" w:rsidP="004864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86443" w:rsidRDefault="00486443" w:rsidP="004864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86443" w:rsidRDefault="00486443" w:rsidP="004864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86443" w:rsidRDefault="00486443" w:rsidP="004864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86443" w:rsidRDefault="00486443" w:rsidP="004864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86443" w:rsidRDefault="00486443" w:rsidP="004864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86443" w:rsidRDefault="00486443" w:rsidP="004864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86443" w:rsidRDefault="00486443" w:rsidP="004864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86443" w:rsidRDefault="00486443" w:rsidP="004864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86443" w:rsidRDefault="00486443" w:rsidP="004864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86443" w:rsidRDefault="00486443" w:rsidP="004864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86443" w:rsidRDefault="00486443" w:rsidP="004864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86443" w:rsidRDefault="00486443" w:rsidP="004864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86443" w:rsidRDefault="00486443" w:rsidP="004864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86443" w:rsidRDefault="00486443" w:rsidP="004864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486443" w:rsidRDefault="00486443" w:rsidP="004864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86443" w:rsidRDefault="00486443" w:rsidP="004864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86443" w:rsidRDefault="00486443" w:rsidP="004864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86443" w:rsidRDefault="00486443" w:rsidP="004864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86443" w:rsidRDefault="00486443" w:rsidP="004864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86443" w:rsidRDefault="00486443" w:rsidP="004864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86443" w:rsidRDefault="00486443" w:rsidP="004864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486443" w:rsidRDefault="00486443" w:rsidP="004864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86443" w:rsidRDefault="00486443" w:rsidP="004864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86443" w:rsidRDefault="00486443" w:rsidP="004864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86443" w:rsidRDefault="00486443" w:rsidP="004864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6443" w:rsidRDefault="00486443" w:rsidP="004864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6443" w:rsidRDefault="00486443" w:rsidP="004864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6443" w:rsidRDefault="00486443" w:rsidP="004864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6443" w:rsidRDefault="00486443" w:rsidP="004864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86443" w:rsidRDefault="00486443" w:rsidP="0048644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86443" w:rsidRDefault="00486443" w:rsidP="004864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86443" w:rsidRDefault="00486443" w:rsidP="004864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86443" w:rsidRDefault="00486443" w:rsidP="004864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6443" w:rsidRDefault="00486443" w:rsidP="004864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86443" w:rsidRDefault="00486443" w:rsidP="004864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6443" w:rsidRDefault="00486443" w:rsidP="004864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86443" w:rsidRDefault="00486443" w:rsidP="0048644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86443" w:rsidRPr="006E3F23" w:rsidRDefault="00486443" w:rsidP="0048644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№23</w:t>
      </w:r>
    </w:p>
    <w:p w:rsidR="00486443" w:rsidRPr="00A31AA4" w:rsidRDefault="00486443" w:rsidP="00486443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486443" w:rsidRPr="00A31AA4" w:rsidRDefault="00486443" w:rsidP="00486443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486443" w:rsidRPr="00A31AA4" w:rsidRDefault="00486443" w:rsidP="00486443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486443" w:rsidRPr="00243225" w:rsidRDefault="00486443" w:rsidP="00486443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Соколенко В.В.</w:t>
      </w:r>
    </w:p>
    <w:p w:rsidR="00486443" w:rsidRPr="00A31AA4" w:rsidRDefault="00486443" w:rsidP="00486443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86443" w:rsidRPr="00A31AA4" w:rsidRDefault="00486443" w:rsidP="0048644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Соколенко В.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В.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486443" w:rsidRPr="00A31AA4" w:rsidRDefault="00486443" w:rsidP="0048644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486443" w:rsidRPr="00A31AA4" w:rsidRDefault="00486443" w:rsidP="0048644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1.Затвердит</w:t>
      </w:r>
      <w:r>
        <w:rPr>
          <w:rFonts w:ascii="Times New Roman" w:eastAsia="Arial Unicode MS" w:hAnsi="Times New Roman"/>
          <w:color w:val="000000"/>
          <w:sz w:val="24"/>
          <w:szCs w:val="24"/>
        </w:rPr>
        <w:t>и  Соколенко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іктору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Васильовичу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</w:rPr>
        <w:t xml:space="preserve">(01.03)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,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рахунок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особам)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2,0000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рада за межами </w:t>
      </w:r>
      <w:r>
        <w:rPr>
          <w:rFonts w:ascii="Times New Roman" w:eastAsia="Arial Unicode MS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Стригани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486443" w:rsidRDefault="00486443" w:rsidP="00486443">
      <w:pPr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      </w:t>
      </w:r>
      <w:r w:rsidRPr="004E3D91">
        <w:rPr>
          <w:rFonts w:ascii="Times New Roman" w:eastAsia="Arial Unicode MS" w:hAnsi="Times New Roman"/>
          <w:sz w:val="24"/>
          <w:szCs w:val="24"/>
        </w:rPr>
        <w:t>2.Передат</w:t>
      </w:r>
      <w:r>
        <w:rPr>
          <w:rFonts w:ascii="Times New Roman" w:eastAsia="Arial Unicode MS" w:hAnsi="Times New Roman"/>
          <w:sz w:val="24"/>
          <w:szCs w:val="24"/>
        </w:rPr>
        <w:t>и  Соколенко</w:t>
      </w:r>
      <w:proofErr w:type="gramStart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</w:t>
      </w:r>
      <w:proofErr w:type="gramEnd"/>
      <w:r>
        <w:rPr>
          <w:rFonts w:ascii="Times New Roman" w:eastAsia="Arial Unicode MS" w:hAnsi="Times New Roman"/>
          <w:sz w:val="24"/>
          <w:szCs w:val="24"/>
        </w:rPr>
        <w:t>іктору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Васильовичу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, 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я</w:t>
      </w:r>
      <w:r>
        <w:rPr>
          <w:rFonts w:ascii="Times New Roman" w:eastAsia="Arial Unicode MS" w:hAnsi="Times New Roman"/>
          <w:sz w:val="24"/>
          <w:szCs w:val="24"/>
        </w:rPr>
        <w:t>кий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зареєстрований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: </w:t>
      </w:r>
      <w:r w:rsidR="00F745D6">
        <w:rPr>
          <w:rFonts w:ascii="Times New Roman" w:eastAsia="Arial Unicode MS" w:hAnsi="Times New Roman"/>
          <w:sz w:val="24"/>
          <w:szCs w:val="24"/>
        </w:rPr>
        <w:t>____________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ідентифікаційний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номер </w:t>
      </w:r>
      <w:r>
        <w:rPr>
          <w:rFonts w:ascii="Times New Roman" w:eastAsia="Arial Unicode MS" w:hAnsi="Times New Roman"/>
          <w:sz w:val="24"/>
          <w:szCs w:val="24"/>
        </w:rPr>
        <w:t xml:space="preserve"> </w:t>
      </w:r>
      <w:r w:rsidR="00F745D6">
        <w:rPr>
          <w:rFonts w:ascii="Times New Roman" w:eastAsia="Arial Unicode MS" w:hAnsi="Times New Roman"/>
          <w:sz w:val="24"/>
          <w:szCs w:val="24"/>
        </w:rPr>
        <w:t>__________</w:t>
      </w:r>
      <w:bookmarkStart w:id="0" w:name="_GoBack"/>
      <w:bookmarkEnd w:id="0"/>
      <w:r w:rsidRPr="004E3D91">
        <w:rPr>
          <w:rFonts w:ascii="Times New Roman" w:eastAsia="Arial Unicode MS" w:hAnsi="Times New Roman"/>
          <w:sz w:val="24"/>
          <w:szCs w:val="24"/>
        </w:rPr>
        <w:t xml:space="preserve">, у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2,0000 га,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номер: 68239840</w:t>
      </w:r>
      <w:r w:rsidRPr="004E3D91">
        <w:rPr>
          <w:rFonts w:ascii="Times New Roman" w:eastAsia="Arial Unicode MS" w:hAnsi="Times New Roman"/>
          <w:sz w:val="24"/>
          <w:szCs w:val="24"/>
        </w:rPr>
        <w:t>00:0</w:t>
      </w:r>
      <w:r>
        <w:rPr>
          <w:rFonts w:ascii="Times New Roman" w:eastAsia="Arial Unicode MS" w:hAnsi="Times New Roman"/>
          <w:sz w:val="24"/>
          <w:szCs w:val="24"/>
        </w:rPr>
        <w:t>3:012:0208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sz w:val="24"/>
          <w:szCs w:val="24"/>
        </w:rPr>
        <w:t xml:space="preserve">(01.03)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рахунок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особам)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, яка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рада за межами </w:t>
      </w:r>
      <w:r>
        <w:rPr>
          <w:rFonts w:ascii="Times New Roman" w:eastAsia="Arial Unicode MS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Стригани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486443" w:rsidRPr="00A31AA4" w:rsidRDefault="00486443" w:rsidP="0048644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3. Соколенко В.В.,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якому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486443" w:rsidRPr="00A31AA4" w:rsidRDefault="00486443" w:rsidP="0048644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lastRenderedPageBreak/>
        <w:t xml:space="preserve">          4. Контроль за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486443" w:rsidRPr="00A31AA4" w:rsidRDefault="00486443" w:rsidP="0048644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86443" w:rsidRDefault="00486443" w:rsidP="00486443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952706" w:rsidRDefault="00952706"/>
    <w:sectPr w:rsidR="0095270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443"/>
    <w:rsid w:val="00171A2E"/>
    <w:rsid w:val="00304C90"/>
    <w:rsid w:val="00486443"/>
    <w:rsid w:val="00505B6D"/>
    <w:rsid w:val="006D3977"/>
    <w:rsid w:val="007D6C18"/>
    <w:rsid w:val="00952706"/>
    <w:rsid w:val="00D1641A"/>
    <w:rsid w:val="00F74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6</TotalTime>
  <Pages>1</Pages>
  <Words>333</Words>
  <Characters>1902</Characters>
  <Application>Microsoft Office Word</Application>
  <DocSecurity>0</DocSecurity>
  <Lines>15</Lines>
  <Paragraphs>4</Paragraphs>
  <ScaleCrop>false</ScaleCrop>
  <Company>Microsoft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Users</cp:lastModifiedBy>
  <cp:revision>3</cp:revision>
  <dcterms:created xsi:type="dcterms:W3CDTF">2020-11-30T15:31:00Z</dcterms:created>
  <dcterms:modified xsi:type="dcterms:W3CDTF">2020-12-01T06:54:00Z</dcterms:modified>
</cp:coreProperties>
</file>