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1B" w:rsidRDefault="0065571B" w:rsidP="006557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71B" w:rsidRDefault="0065571B" w:rsidP="00655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571B" w:rsidRDefault="0065571B" w:rsidP="00655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571B" w:rsidRDefault="0065571B" w:rsidP="006557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571B" w:rsidRDefault="0065571B" w:rsidP="00655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5571B" w:rsidRDefault="0065571B" w:rsidP="006557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571B" w:rsidRPr="00054EE7" w:rsidRDefault="0065571B" w:rsidP="006557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2E5037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109</w:t>
      </w:r>
    </w:p>
    <w:p w:rsidR="0065571B" w:rsidRPr="00054EE7" w:rsidRDefault="0065571B" w:rsidP="0065571B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внесення змін до рішення ХІІ  сесії сільської 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054EE7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скликання №82 від 30.06.2021 року 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надання дозволу на розробку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землеустрою  щодо  відведення земельної  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Дзядович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Л.В.,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Ковбі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В.В.»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5571B" w:rsidRPr="00054EE7" w:rsidRDefault="0065571B" w:rsidP="00655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122,186 Земельного кодексу України, Закону України «Про землеустрій»,   розглянувши   заяву  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Дзядович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 сільська рада </w:t>
      </w:r>
    </w:p>
    <w:p w:rsidR="0065571B" w:rsidRPr="00054EE7" w:rsidRDefault="0065571B" w:rsidP="00655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зміни до рішення ХІІ  сесії сільської ради </w:t>
      </w:r>
      <w:r w:rsidRPr="00054EE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скликання №82 від 30.06.2021 року «Про надання дозволу на розробку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 щодо  відведення земельної  ділянки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Дзядович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В.В.», слова та цифри «орієнтовною площею 1,6000 га» замінити на слова та цифри «орієнтовною площею 3,8000 га».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2. Даний дозвіл дійсний на протязі року з дня прийняття даного рішення.</w:t>
      </w: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65571B" w:rsidRPr="00054EE7" w:rsidRDefault="0065571B" w:rsidP="0065571B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571B" w:rsidRPr="00054EE7" w:rsidRDefault="0065571B" w:rsidP="00655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571B" w:rsidRPr="00054EE7" w:rsidRDefault="0065571B" w:rsidP="00655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5571B" w:rsidRPr="00054EE7" w:rsidRDefault="0065571B" w:rsidP="0065571B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12A35" w:rsidRPr="0065571B" w:rsidRDefault="0065571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A12A35" w:rsidRPr="0065571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1B"/>
    <w:rsid w:val="0065571B"/>
    <w:rsid w:val="00A1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557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557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5571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557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557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5571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2021-07-28T12:46:00Z</dcterms:created>
  <dcterms:modified xsi:type="dcterms:W3CDTF">2021-07-28T12:46:00Z</dcterms:modified>
</cp:coreProperties>
</file>