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127" w:rsidRPr="0066767B" w:rsidRDefault="005E4127" w:rsidP="005E412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5E4127" w:rsidRPr="0066767B" w:rsidRDefault="005E4127" w:rsidP="005E4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E4127" w:rsidRPr="0066767B" w:rsidRDefault="005E4127" w:rsidP="005E4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D41A29" wp14:editId="08FC908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677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67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127" w:rsidRDefault="005E4127" w:rsidP="005E41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kqLsUA&#10;AADeAAAADwAAAGRycy9kb3ducmV2LnhtbESPS4vCQBCE78L+h6EFbzpRQSVmFFncxYOw+Lo3mc4D&#10;Mz0hM2r899uHhb11U9VVX2fb3jXqSV2oPRuYThJQxLm3NZcGrpev8QpUiMgWG89k4E0BtpuPQYap&#10;9S8+0fMcSyUhHFI0UMXYplqHvCKHYeJbYtEK3zmMsnalth2+JNw1epYkC+2wZmmosKXPivL7+eEM&#10;+Pn34XgrZ6f5npeRdz+r4tYfjRkN+90aVKQ+/pv/rg9W8KeLpfDKOzKD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+Sou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9FscA&#10;AADeAAAADwAAAGRycy9kb3ducmV2LnhtbERPTWsCMRC9C/0PYQq9SM3aw1q3RinCVutBcFvoddhM&#10;N9tuJksSdfXXN4VCb/N4n7NYDbYTJ/KhdaxgOslAENdOt9woeH8r7x9BhIissXNMCi4UYLW8GS2w&#10;0O7MBzpVsREphEOBCkyMfSFlqA1ZDBPXEyfu03mLMUHfSO3xnMJtJx+yLJcWW04NBntaG6q/q6NV&#10;8FXuzcd6dn3x4/mBruNyt+lec6XubofnJxCRhvgv/nNvdZo/zWdz+H0n3S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xPR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1ArcUA&#10;AADeAAAADwAAAGRycy9kb3ducmV2LnhtbESPzYrCQBCE7wv7DkMveFl0ogsi0VFEdBEv4s8DNJk2&#10;E8z0hMysiW9vH4S9ddNV9XUtVr2v1YPaWAU2MB5loIiLYCsuDVwvu+EMVEzIFuvAZOBJEVbLz48F&#10;5jZ0fKLHOZVKQjjmaMCl1ORax8KRxzgKDbHcbqH1mGRtS21b7CTc13qSZVPtsWIhOGxo46i4n/+8&#10;QI4/eDzcusvut8cOtwfH3+uTMYOvfj0HlahP/+K3e2/l/fF0JgWkjsy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UCt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XwDMQA&#10;AADeAAAADwAAAGRycy9kb3ducmV2LnhtbERPTUvDQBC9C/6HZQRvdpOiscRuS2kriODBKoi3ITtN&#10;gtnZZXfaxH/vCoK3ebzPWa4nN6gzxdR7NlDOClDEjbc9twbe3x5vFqCSIFscPJOBb0qwXl1eLLG2&#10;fuRXOh+kVTmEU40GOpFQa52ajhymmQ/EmTv66FAyjK22Eccc7gY9L4pKO+w5N3QYaNtR83U4OQMv&#10;4z4831d3x/AZb+c67ax8bMWY66tp8wBKaJJ/8Z/7yeb5ZbUo4fedf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F8A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N7QcMA&#10;AADeAAAADwAAAGRycy9kb3ducmV2LnhtbESP0YrCMBBF3xf8hzCCL8uaqiBSjSKiIr6IdT9gaMam&#10;2ExKE239eyMIvs1w79xzZ7HqbCUe1PjSsYLRMAFBnDtdcqHg/7L7m4HwAVlj5ZgUPMnDatn7WWCq&#10;XctnemShEDGEfYoKTAh1KqXPDVn0Q1cTR+3qGoshrk0hdYNtDLeVHCfJVFosORIM1rQxlN+yu42Q&#10;0wRPx2t72e07bHF7NPy7Pis16HfrOYhAXfiaP9cHHeuPprMxvN+JM8jl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N7Qc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vL4MUA&#10;AADeAAAADwAAAGRycy9kb3ducmV2LnhtbERPTUsDMRC9C/6HMII3m23VtaxNi9QKIvTQVhBvw2a6&#10;u7iZhGTaXf+9EQRv83ifs1iNrldniqnzbGA6KUAR19523Bh4P7zczEElQbbYeyYD35Rgtby8WGBl&#10;/cA7Ou+lUTmEU4UGWpFQaZ3qlhymiQ/EmTv66FAyjI22EYcc7no9K4pSO+w4N7QYaN1S/bU/OQPb&#10;YRPeHsr7Y/iMdzOdnq18rMWY66vx6RGU0Cj/4j/3q83zp+X8Fn7fy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28vg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dOfcUA&#10;AADeAAAADwAAAGRycy9kb3ducmV2LnhtbERP32vCMBB+H/g/hBN8kZm6TZFqFB2EDSbI3MDXoznb&#10;YnMpSbTdf78MhL3dx/fzVpveNuJGPtSOFUwnGQjiwpmaSwXfX/pxASJEZIONY1LwQwE268HDCnPj&#10;Ov6k2zGWIoVwyFFBFWObSxmKiiyGiWuJE3d23mJM0JfSeOxSuG3kU5bNpcWaU0OFLb1WVFyOV6tg&#10;d+jKZz8udr37OL+dZlobvddKjYb9dgkiUh//xXf3u0nzp/PFC/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N059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uhGcIA&#10;AADeAAAADwAAAGRycy9kb3ducmV2LnhtbERPzYrCMBC+L/gOYQRva6qolGoUcSksy1509wGGZmyq&#10;zaQksda3NwsL3ubj+53NbrCt6MmHxrGC2TQDQVw53XCt4PenfM9BhIissXVMCh4UYLcdvW2w0O7O&#10;R+pPsRYphEOBCkyMXSFlqAxZDFPXESfu7LzFmKCvpfZ4T+G2lfMsW0mLDacGgx0dDFXX080qKL/m&#10;3/31pn3p9sPC0tJc8g+j1GQ87NcgIg3xJf53f+o0f7bKl/D3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6EZ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l1kcQA&#10;AADeAAAADwAAAGRycy9kb3ducmV2LnhtbERP32vCMBB+H+x/CDfYi8xUh0U6o6gQJjgQ3WCvR3O2&#10;Zc2lJNHW/34RBnu7j+/nLVaDbcWVfGgcK5iMMxDEpTMNVwq+PvXLHESIyAZbx6TgRgFWy8eHBRbG&#10;9Xyk6ylWIoVwKFBBHWNXSBnKmiyGseuIE3d23mJM0FfSeOxTuG3lNMtyabHh1FBjR9uayp/TxSrY&#10;HPrq1Y/KzeD25/fvmdZGf2ilnp+G9RuISEP8F/+5dybNn+TzHO7vp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pdZH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Wa9cIA&#10;AADeAAAADwAAAGRycy9kb3ducmV2LnhtbERP3WrCMBS+H/gO4QjezVRxrlSjiFKQsZs5H+DQHJtq&#10;c1KSWOvbL4PB7s7H93vW28G2oicfGscKZtMMBHHldMO1gvN3+ZqDCBFZY+uYFDwpwHYzelljod2D&#10;v6g/xVqkEA4FKjAxdoWUoTJkMUxdR5y4i/MWY4K+ltrjI4XbVs6zbCktNpwaDHa0N1TdTneroPyY&#10;f/a3u/al2w0LS2/mmh+MUpPxsFuBiDTEf/Gf+6jT/Nkyf4f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1Zr1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SQb8MA&#10;AADeAAAADwAAAGRycy9kb3ducmV2LnhtbESPQYvCQAyF74L/YYiwN512dxWpjiILih7t7g8IndgW&#10;O5naGW399+aw4C3hvbz3Zb0dXKMe1IXas4F0loAiLrytuTTw97ufLkGFiGyx8UwGnhRguxmP1phZ&#10;3/OZHnkslYRwyNBAFWObaR2KihyGmW+JRbv4zmGUtSu17bCXcNfozyRZaIc1S0OFLf1UVFzzuzPw&#10;/ewPt3x+TfbWUXr6ak8ci7kxH5NhtwIVaYhv8//10Qp+ulgKr7wjM+jN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SQb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ojW8MA&#10;AADeAAAADwAAAGRycy9kb3ducmV2LnhtbERPTWvCQBC9F/wPywi91Y0eQhJdRRRFeqqp9TxkxySY&#10;nQ3ZTYz/vlsoeJvH+5zVZjSNGKhztWUF81kEgriwuuZSweX78JGAcB5ZY2OZFDzJwWY9eVthpu2D&#10;zzTkvhQhhF2GCirv20xKV1Rk0M1sSxy4m+0M+gC7UuoOHyHcNHIRRbE0WHNoqLClXUXFPe+Ngj6+&#10;Li58+9Rf+f55TPeHrZM/pVLv03G7BOFp9C/xv/ukw/x5nKTw9064Qa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ojW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sBsgA&#10;AADeAAAADwAAAGRycy9kb3ducmV2LnhtbESPQU/CQBCF7yb8h82QcJMtYBooLARISNSDRNQDt7E7&#10;toXubOmuUP+9czDxNpN58977FqvO1epKbag8GxgNE1DEubcVFwbe33b3U1AhIlusPZOBHwqwWvbu&#10;FphZf+NXuh5iocSEQ4YGyhibTOuQl+QwDH1DLLcv3zqMsraFti3exNzVepwkqXZYsSSU2NC2pPx8&#10;+HYGPvbTdLbfPD2cnl8+ceLs5Wir1JhBv1vPQUXq4r/47/vRSv1ROhMAwZEZ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RqwG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OeCcQA&#10;AADeAAAADwAAAGRycy9kb3ducmV2LnhtbERPS2vCQBC+C/0PywjedBNbQkxdpVpqxZMv8Dpkp0kw&#10;Oxuyq8b++m5B8DYf33Om887U4kqtqywriEcRCOLc6ooLBcfD1zAF4TyyxtoyKbiTg/nspTfFTNsb&#10;7+i694UIIewyVFB632RSurwkg25kG+LA/djWoA+wLaRu8RbCTS3HUZRIgxWHhhIbWpaUn/cXo+A3&#10;OeHWfY8Xn6/a0/0tXdnNdqXUoN99vIPw1Pmn+OFe6zA/TiYx/L8Tbp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zngn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hp0MQA&#10;AADeAAAADwAAAGRycy9kb3ducmV2LnhtbERPzWrCQBC+F3yHZQre6iYhSk1dRYqCN2vaBxiy000w&#10;O5tktyb26buFQm/z8f3OZjfZVtxo8I1jBekiAUFcOd2wUfDxfnx6BuEDssbWMSm4k4fddvawwUK7&#10;kS90K4MRMYR9gQrqELpCSl/VZNEvXEccuU83WAwRDkbqAccYbluZJclKWmw4NtTY0WtN1bX8sgp6&#10;ly31VB7wfD2s3xpj8v77kis1f5z2LyACTeFf/Oc+6Tg/Xa0z+H0n3i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Yad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iqoMQA&#10;AADeAAAADwAAAGRycy9kb3ducmV2LnhtbERPyW7CMBC9V+IfrKnUGzgBEUKKQbRSJa4shx6n9pCk&#10;jcchdkPK19eVkHqbp7fOajPYRvTU+dqxgnSSgCDWztRcKjgd38Y5CB+QDTaOScEPedisRw8rLIy7&#10;8p76QyhFDGFfoIIqhLaQ0uuKLPqJa4kjd3adxRBhV0rT4TWG20ZOkySTFmuODRW29FqR/jp8WwW7&#10;+oPmmT4vbf6i9++3S5gtPo1ST4/D9hlEoCH8i+/unYnz02w5g7934g1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oqq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DLA8YA&#10;AADeAAAADwAAAGRycy9kb3ducmV2LnhtbERP0WrCQBB8L/gPxwp9qxdFpIm5SBUES61QFfu65La5&#10;0NxeyF1j/HuvUOjb7M7OzE6+Gmwjeup87VjBdJKAIC6drrlScD5tn55B+ICssXFMCm7kYVWMHnLM&#10;tLvyB/XHUIlowj5DBSaENpPSl4Ys+olriSP35TqLIY5dJXWH12huGzlLkoW0WHNMMNjSxlD5ffyx&#10;Cno83JJPs35PX+t9OTusL2867tXjeHhZggg0hP/jP/VOx/eni3QOv3UiBl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DLA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GxAsMA&#10;AADeAAAADwAAAGRycy9kb3ducmV2LnhtbERPTUvDQBC9C/0PyxS82U0DFo3dFilUPGrsweOYnWZT&#10;szNhd9tEf70rCN7m8T5nvZ18ry4UYidsYLkoQBE3YjtuDRze9jd3oGJCttgLk4EvirDdzK7WWFkZ&#10;+ZUudWpVDuFYoQGX0lBpHRtHHuNCBuLMHSV4TBmGVtuAYw73vS6LYqU9dpwbHA60c9R81mdvYHxq&#10;Pk7l8d267zDIvn6RU9mLMdfz6fEBVKIp/Yv/3M82z1+u7m/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GxA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s/YsQA&#10;AADeAAAADwAAAGRycy9kb3ducmV2LnhtbERPS2sCMRC+F/ofwhR6q1k9bHU1ik8o0iK+7uNm3N02&#10;mSybVNd/b4RCb/PxPWc0aa0RF2p85VhBt5OAIM6drrhQcNiv3vogfEDWaByTght5mIyfn0aYaXfl&#10;LV12oRAxhH2GCsoQ6kxKn5dk0XdcTRy5s2sshgibQuoGrzHcGtlLklRarDg2lFjTvKT8Z/drFaw2&#10;C/Pd+9pOjzLMl+8n01/PFp9Kvb600yGIQG34F/+5P3Sc300HKTzeiTfI8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LP2L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FHbcUA&#10;AADeAAAADwAAAGRycy9kb3ducmV2LnhtbERPTWvCQBC9C/6HZQQvUjdWajW6ihREhQrWCl7H7JgE&#10;s7Mhu8b4712h0Ns83ufMFo0pRE2Vyy0rGPQjEMSJ1TmnCo6/q7cxCOeRNRaWScGDHCzm7dYMY23v&#10;/EP1wacihLCLUUHmfRlL6ZKMDLq+LYkDd7GVQR9glUpd4T2Em0K+R9FIGsw5NGRY0ldGyfVwMwrq&#10;/fc53dSu3F7HPfcxPK/XO31SqttpllMQnhr/L/5zb3SYPxhNPuH1TrhB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8Ud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KtAskA&#10;AADeAAAADwAAAGRycy9kb3ducmV2LnhtbESPT2/CMAzF75P4DpGRdhspaENQCAgmTdpl0vhzgJtp&#10;TFvROF2SQbdPPx8mcbP1nt/7eb7sXKOuFGLt2cBwkIEiLrytuTSw3709TUDFhGyx8UwGfijCctF7&#10;mGNu/Y03dN2mUkkIxxwNVCm1udaxqMhhHPiWWLSzDw6TrKHUNuBNwl2jR1k21g5rloYKW3qtqLhs&#10;v52B9XSy/vp85o/fzelIx8Pp8jIKmTGP/W41A5WoS3fz//W7FfzheCq88o7MoB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wKtAskAAADeAAAADwAAAAAAAAAAAAAAAACYAgAA&#10;ZHJzL2Rvd25yZXYueG1sUEsFBgAAAAAEAAQA9QAAAI4DAAAAAA==&#10;" fillcolor="black" stroked="f"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0GmcUA&#10;AADeAAAADwAAAGRycy9kb3ducmV2LnhtbERPS2vCQBC+F/oflil4qxuFBo2uon1AQT1oPXgcs2Oy&#10;JDsbsqtGf31XKPQ2H99zpvPO1uJCrTeOFQz6CQji3GnDhYL9z9frCIQPyBprx6TgRh7ms+enKWba&#10;XXlLl10oRAxhn6GCMoQmk9LnJVn0fdcQR+7kWoshwraQusVrDLe1HCZJKi0ajg0lNvReUl7tzlbB&#10;YZWa0dbQ8Li+Lz/1+q1abj4qpXov3WICIlAX/sV/7m8d5w/S8Rge78Qb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jQaZ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5YLMYA&#10;AADeAAAADwAAAGRycy9kb3ducmV2LnhtbESPMU8DMQyFdyT+Q2SkbjQpQ6mOplUFQnTpQAGxWhdz&#10;Oe7iHEnaXvvr8YDEZsvP771vuR5Dr46UchvZwmxqQBHX0bXcWHh/e75dgMoF2WEfmSycKcN6dX21&#10;xMrFE7/ScV8aJSacK7TgSxkqrXPtKWCexoFYbl8xBSyypka7hCcxD72+M2auA7YsCR4HevRUd/tD&#10;sJA2n0/dhQ8fnbnszvnle/xZoLd2cjNuHkAVGsu/+O9766T+7N4IgODIDH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5YLM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NL/MQA&#10;AADeAAAADwAAAGRycy9kb3ducmV2LnhtbERPzWoCMRC+C32HMAUvUpP1UNutUUqhIFQErQ8w3Ux3&#10;lyaTZTPVtU/fCIK3+fh+Z7EagldH6lMb2UIxNaCIq+hari0cPt8fnkAlQXboI5OFMyVYLe9GCyxd&#10;PPGOjnupVQ7hVKKFRqQrtU5VQwHTNHbEmfuOfUDJsK+16/GUw4PXM2MedcCWc0ODHb01VP3sf4MF&#10;P/vyzx/ztJHzQW/MX5DdZOusHd8Pry+ghAa5ia/utcvzi7kp4PJOvkE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zS/z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U0cQA&#10;AADeAAAADwAAAGRycy9kb3ducmV2LnhtbERPPW/CMBDdkfofrKvUDRwytCjFIFqElKUDIYj1iK9x&#10;hH2OYhfS/npcqVK3e3qft1yPzoorDaHzrGA+y0AQN1533CqoD7vpAkSIyBqtZ1LwTQHWq4fJEgvt&#10;b7ynaxVbkUI4FKjAxNgXUobGkMMw8z1x4j794DAmOLRSD3hL4c7KPMuepcOOU4PBnt4NNZfqyynY&#10;Vr3N69K8hdPx43y25c+OTlulnh7HzSuISGP8F/+5S53mz1+yHH7fST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xlNH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iDfMEA&#10;AADeAAAADwAAAGRycy9kb3ducmV2LnhtbERPS4vCMBC+C/sfwix400QFla5RZFlB2JOvw96GZGyr&#10;zaQ00Xb/vREEb/PxPWex6lwl7tSE0rOG0VCBIDbelpxrOB42gzmIEJEtVp5Jwz8FWC0/egvMrG95&#10;R/d9zEUK4ZChhiLGOpMymIIchqGviRN39o3DmGCTS9tgm8JdJcdKTaXDklNDgTV9F2Su+5vTcNnI&#10;X28UmtPx1G7t7O9nSpXSuv/Zrb9AROriW/xyb22aP5qpCTzfST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4g3z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nob8QA&#10;AADeAAAADwAAAGRycy9kb3ducmV2LnhtbERPTWvCQBC9C/0PyxS86UZbrERXsYWCtHgwFvE4Zsck&#10;JDsbdleN/94tCN7m8T5nvuxMIy7kfGVZwWiYgCDOra64UPC3+x5MQfiArLGxTApu5GG5eOnNMdX2&#10;ylu6ZKEQMYR9igrKENpUSp+XZNAPbUscuZN1BkOErpDa4TWGm0aOk2QiDVYcG0ps6aukvM7ORsHh&#10;/MunzdvPyn2Gve12vh4fp7VS/dduNQMRqAtP8cO91nH+6CN5h/934g1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56G/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iYhsUA&#10;AADeAAAADwAAAGRycy9kb3ducmV2LnhtbERPTWsCMRC9F/wPYQRvNVG02q1RtFDoRajaQ72Nm3F3&#10;cTPZJqlu/fWNUPA2j/c5s0Vra3EmHyrHGgZ9BYI4d6biQsPn7u1xCiJEZIO1Y9LwSwEW887DDDPj&#10;Lryh8zYWIoVwyFBDGWOTSRnykiyGvmuIE3d03mJM0BfSeLykcFvLoVJP0mLFqaHEhl5Lyk/bH6th&#10;9TxdfX+MeH3dHPa0/zqcxkOvtO512+ULiEhtvIv/3e8mzR9M1Bhu76Qb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6JiGxQAAAN4AAAAPAAAAAAAAAAAAAAAAAJgCAABkcnMv&#10;ZG93bnJldi54bWxQSwUGAAAAAAQABAD1AAAAigMAAAAA&#10;" fillcolor="black" stroked="f"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wNW8QA&#10;AADeAAAADwAAAGRycy9kb3ducmV2LnhtbERPS0sDMRC+C/6HMII3m61CK2vTshRE8bR9iNfpZtws&#10;biZLEtPtv28Khd7m43vOYjXaXiTyoXOsYDopQBA3TnfcKtjv3p9eQYSIrLF3TApOFGC1vL9bYKnd&#10;kTeUtrEVOYRDiQpMjEMpZWgMWQwTNxBn7td5izFD30rt8ZjDbS+fi2ImLXacGwwOtDbU/G3/rYJ0&#10;WNfVS/pJZvPlq9a7+uP7UCv1+DBWbyAijfEmvro/dZ4/nRczuLyTb5DL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MDVv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zsycUA&#10;AADeAAAADwAAAGRycy9kb3ducmV2LnhtbERPTWvCQBC9C/6HZYTedJMetKauImJL24saC+1xyI7Z&#10;YHY2ZLcx7a93C4K3ebzPWax6W4uOWl85VpBOEhDEhdMVlwo+jy/jJxA+IGusHZOCX/KwWg4HC8y0&#10;u/CBujyUIoawz1CBCaHJpPSFIYt+4hriyJ1cazFE2JZSt3iJ4baWj0kylRYrjg0GG9oYKs75j1Xg&#10;083268P+zbvvV8O7/N1M96VR6mHUr59BBOrDXXxzv+k4P50lM/h/J94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bOzJ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E4127" w:rsidRDefault="005E4127" w:rsidP="005E41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E4127" w:rsidRPr="0066767B" w:rsidRDefault="005E4127" w:rsidP="005E41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5E4127" w:rsidRPr="0066767B" w:rsidRDefault="005E4127" w:rsidP="005E412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5E4127" w:rsidRPr="0066767B" w:rsidRDefault="005E4127" w:rsidP="005E41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5E4127" w:rsidRDefault="005E4127" w:rsidP="005E41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</w:p>
    <w:p w:rsidR="005E4127" w:rsidRPr="0066767B" w:rsidRDefault="005E4127" w:rsidP="005E41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5E4127" w:rsidRPr="0066767B" w:rsidRDefault="005E4127" w:rsidP="005E412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5E4127" w:rsidRPr="0066767B" w:rsidRDefault="005E4127" w:rsidP="005E41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5E4127" w:rsidRPr="0066767B" w:rsidRDefault="005E4127" w:rsidP="005E41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5E4127" w:rsidRPr="0066767B" w:rsidRDefault="005E4127" w:rsidP="005E41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5E4127" w:rsidRPr="0066767B" w:rsidRDefault="005E4127" w:rsidP="005E41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5E4127" w:rsidRPr="0066767B" w:rsidRDefault="005E4127" w:rsidP="005E41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5E4127" w:rsidRPr="0066767B" w:rsidRDefault="005E4127" w:rsidP="005E412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5E4127" w:rsidRPr="0066767B" w:rsidRDefault="005E4127" w:rsidP="005E412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5E4127" w:rsidRPr="0066767B" w:rsidRDefault="005E4127" w:rsidP="005E412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Крупець                                                 №___</w:t>
      </w:r>
    </w:p>
    <w:p w:rsidR="005E4127" w:rsidRPr="0066767B" w:rsidRDefault="005E4127" w:rsidP="005E412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5E4127" w:rsidRPr="0066767B" w:rsidRDefault="005E4127" w:rsidP="005E412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5E4127" w:rsidRPr="0066767B" w:rsidRDefault="005E4127" w:rsidP="005E41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5E4127" w:rsidRPr="0066767B" w:rsidRDefault="005E4127" w:rsidP="005E41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5E4127" w:rsidRPr="0066767B" w:rsidRDefault="005E4127" w:rsidP="005E41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Лавренюк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Ю.В.</w:t>
      </w:r>
    </w:p>
    <w:p w:rsidR="005E4127" w:rsidRPr="0066767B" w:rsidRDefault="005E4127" w:rsidP="005E412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E4127" w:rsidRPr="0066767B" w:rsidRDefault="005E4127" w:rsidP="005E412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E4127" w:rsidRPr="0066767B" w:rsidRDefault="005E4127" w:rsidP="005E412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Лавренюк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Ю.В.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5E4127" w:rsidRPr="0066767B" w:rsidRDefault="005E4127" w:rsidP="005E412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5E4127" w:rsidRPr="0066767B" w:rsidRDefault="005E4127" w:rsidP="005E412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E4127" w:rsidRPr="0066767B" w:rsidRDefault="005E4127" w:rsidP="005E412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Лавренюк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Юлії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Вячеславівні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0,3500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E4127" w:rsidRDefault="005E4127" w:rsidP="005E412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 w:rsidRPr="00D117C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Лавренюк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Юлії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Вячеславівні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яка  зареєстрована за адресою: </w:t>
      </w:r>
      <w:r w:rsidR="00866BC4">
        <w:rPr>
          <w:rFonts w:ascii="Times New Roman" w:eastAsia="Calibri" w:hAnsi="Times New Roman" w:cs="Times New Roman"/>
          <w:sz w:val="24"/>
          <w:lang w:val="en-US"/>
        </w:rPr>
        <w:t>__________</w:t>
      </w:r>
      <w:r>
        <w:rPr>
          <w:rFonts w:ascii="Times New Roman" w:eastAsia="Calibri" w:hAnsi="Times New Roman" w:cs="Times New Roman"/>
          <w:sz w:val="24"/>
          <w:lang w:val="uk-UA"/>
        </w:rPr>
        <w:t>,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866BC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0,3500 га, кадастровий номер: 6823984000:01:020:0007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 для ведення особистого селянського господарства,</w:t>
      </w:r>
      <w:r w:rsidRPr="006B38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E4127" w:rsidRPr="0066767B" w:rsidRDefault="005E4127" w:rsidP="005E41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Лавренюк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Ю.В.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якій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5E4127" w:rsidRPr="0066767B" w:rsidRDefault="005E4127" w:rsidP="005E41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E4127" w:rsidRDefault="005E4127" w:rsidP="005E412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E4127" w:rsidRPr="005E4127" w:rsidRDefault="005E4127" w:rsidP="005E412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74D8E" w:rsidRPr="005E4127" w:rsidRDefault="005E4127" w:rsidP="005E412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474D8E" w:rsidRPr="005E412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0CE" w:rsidRDefault="00B260CE">
      <w:pPr>
        <w:spacing w:after="0" w:line="240" w:lineRule="auto"/>
      </w:pPr>
      <w:r>
        <w:separator/>
      </w:r>
    </w:p>
  </w:endnote>
  <w:endnote w:type="continuationSeparator" w:id="0">
    <w:p w:rsidR="00B260CE" w:rsidRDefault="00B26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0CE" w:rsidRDefault="00B260CE">
      <w:pPr>
        <w:spacing w:after="0" w:line="240" w:lineRule="auto"/>
      </w:pPr>
      <w:r>
        <w:separator/>
      </w:r>
    </w:p>
  </w:footnote>
  <w:footnote w:type="continuationSeparator" w:id="0">
    <w:p w:rsidR="00B260CE" w:rsidRDefault="00B26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27"/>
    <w:rsid w:val="00474D8E"/>
    <w:rsid w:val="004F41E5"/>
    <w:rsid w:val="005E4127"/>
    <w:rsid w:val="00866BC4"/>
    <w:rsid w:val="00B2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127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127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2021-01-18T11:59:00Z</dcterms:created>
  <dcterms:modified xsi:type="dcterms:W3CDTF">2021-01-18T12:23:00Z</dcterms:modified>
</cp:coreProperties>
</file>