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E04" w:rsidRDefault="00415E04" w:rsidP="00415E0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415E04" w:rsidRPr="00BE0260" w:rsidRDefault="00415E04" w:rsidP="00415E04"/>
    <w:p w:rsidR="00415E04" w:rsidRPr="00BE0260" w:rsidRDefault="00415E04" w:rsidP="00415E04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15E04" w:rsidRPr="00BE0260" w:rsidRDefault="00415E04" w:rsidP="00415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 w:rsidRPr="00BE0260">
        <w:rPr>
          <w:rFonts w:ascii="Times New Roman" w:eastAsia="SimSun" w:hAnsi="Times New Roman"/>
          <w:sz w:val="24"/>
          <w:szCs w:val="24"/>
          <w:lang w:val="ru-RU" w:eastAsia="zh-CN"/>
        </w:rPr>
        <w:tab/>
      </w:r>
      <w:r w:rsidRPr="00BE0260">
        <w:rPr>
          <w:rFonts w:ascii="Times New Roman" w:eastAsia="SimSun" w:hAnsi="Times New Roman"/>
          <w:sz w:val="24"/>
          <w:szCs w:val="24"/>
          <w:lang w:val="ru-RU" w:eastAsia="zh-CN"/>
        </w:rPr>
        <w:tab/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E04" w:rsidRDefault="00415E04" w:rsidP="00415E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548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15E04" w:rsidRDefault="00415E04" w:rsidP="00415E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15E04" w:rsidRPr="00BE0260" w:rsidRDefault="00415E04" w:rsidP="00415E0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E04" w:rsidRPr="00BE0260" w:rsidRDefault="00415E04" w:rsidP="00415E04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E04" w:rsidRPr="00BE0260" w:rsidRDefault="00415E04" w:rsidP="00415E0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E04" w:rsidRPr="00BE0260" w:rsidRDefault="00415E04" w:rsidP="00415E0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E04" w:rsidRPr="00BE0260" w:rsidRDefault="00415E04" w:rsidP="00415E0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BE0260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415E04" w:rsidRPr="00BE0260" w:rsidRDefault="00415E04" w:rsidP="00415E04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BE0260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15E04" w:rsidRPr="00BE0260" w:rsidRDefault="00415E04" w:rsidP="00415E0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BE0260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15E04" w:rsidRPr="00BE0260" w:rsidRDefault="00415E04" w:rsidP="00415E0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BE0260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15E04" w:rsidRPr="00BE0260" w:rsidRDefault="00415E04" w:rsidP="00415E0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E04" w:rsidRPr="00BE0260" w:rsidRDefault="00415E04" w:rsidP="00415E0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BE0260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15E04" w:rsidRPr="00BE0260" w:rsidRDefault="00415E04" w:rsidP="00415E0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E04" w:rsidRPr="00BE0260" w:rsidRDefault="00415E04" w:rsidP="00415E04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BE0260">
        <w:rPr>
          <w:rFonts w:ascii="Times New Roman" w:eastAsia="Arial Unicode MS" w:hAnsi="Times New Roman"/>
          <w:color w:val="000000"/>
          <w:sz w:val="24"/>
          <w:szCs w:val="24"/>
        </w:rPr>
        <w:t xml:space="preserve">    ____  сесії сільської ради  </w:t>
      </w:r>
      <w:r w:rsidRPr="00BE0260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BE0260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15E04" w:rsidRPr="00BE0260" w:rsidRDefault="00415E04" w:rsidP="00415E04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15E04" w:rsidRPr="00BE0260" w:rsidRDefault="00415E04" w:rsidP="00415E0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15E04" w:rsidRPr="00BE0260" w:rsidRDefault="00415E04" w:rsidP="00415E0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BE0260">
        <w:rPr>
          <w:rFonts w:ascii="Times New Roman" w:eastAsia="Arial Unicode MS" w:hAnsi="Times New Roman"/>
          <w:color w:val="000000"/>
          <w:sz w:val="24"/>
          <w:szCs w:val="24"/>
        </w:rPr>
        <w:t xml:space="preserve">   __.11.2020 року                                            Крупець                                                 №__</w:t>
      </w:r>
    </w:p>
    <w:p w:rsidR="00415E04" w:rsidRPr="00BE0260" w:rsidRDefault="00415E04" w:rsidP="00415E04">
      <w:pPr>
        <w:tabs>
          <w:tab w:val="left" w:pos="4424"/>
        </w:tabs>
        <w:spacing w:after="0"/>
        <w:rPr>
          <w:rFonts w:ascii="Times New Roman" w:hAnsi="Times New Roman"/>
          <w:sz w:val="24"/>
          <w:szCs w:val="24"/>
        </w:rPr>
      </w:pPr>
    </w:p>
    <w:p w:rsidR="00415E04" w:rsidRPr="00BE0260" w:rsidRDefault="00415E04" w:rsidP="00415E04">
      <w:pPr>
        <w:tabs>
          <w:tab w:val="left" w:pos="4424"/>
        </w:tabs>
        <w:spacing w:after="0"/>
        <w:rPr>
          <w:rFonts w:ascii="Times New Roman" w:hAnsi="Times New Roman"/>
          <w:sz w:val="24"/>
          <w:szCs w:val="24"/>
        </w:rPr>
      </w:pPr>
    </w:p>
    <w:p w:rsidR="00415E04" w:rsidRPr="00BE0260" w:rsidRDefault="00415E04" w:rsidP="00415E04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0260">
        <w:rPr>
          <w:rFonts w:ascii="Times New Roman" w:hAnsi="Times New Roman"/>
          <w:b/>
          <w:sz w:val="24"/>
          <w:szCs w:val="24"/>
        </w:rPr>
        <w:t>Про затвердження технічної документації</w:t>
      </w:r>
    </w:p>
    <w:p w:rsidR="00415E04" w:rsidRPr="00BE0260" w:rsidRDefault="00415E04" w:rsidP="00415E04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0260">
        <w:rPr>
          <w:rFonts w:ascii="Times New Roman" w:hAnsi="Times New Roman"/>
          <w:b/>
          <w:sz w:val="24"/>
          <w:szCs w:val="24"/>
        </w:rPr>
        <w:t xml:space="preserve">із землеустрою щодо встановлення </w:t>
      </w:r>
    </w:p>
    <w:p w:rsidR="00415E04" w:rsidRPr="00BE0260" w:rsidRDefault="00415E04" w:rsidP="00415E04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0260">
        <w:rPr>
          <w:rFonts w:ascii="Times New Roman" w:hAnsi="Times New Roman"/>
          <w:b/>
          <w:sz w:val="24"/>
          <w:szCs w:val="24"/>
        </w:rPr>
        <w:t>(відновлення)  меж земельної ділянки</w:t>
      </w:r>
    </w:p>
    <w:p w:rsidR="00415E04" w:rsidRPr="00BE0260" w:rsidRDefault="00415E04" w:rsidP="00415E04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0260">
        <w:rPr>
          <w:rFonts w:ascii="Times New Roman" w:hAnsi="Times New Roman"/>
          <w:b/>
          <w:sz w:val="24"/>
          <w:szCs w:val="24"/>
        </w:rPr>
        <w:t xml:space="preserve">в натурі (на місцевості) </w:t>
      </w:r>
      <w:proofErr w:type="spellStart"/>
      <w:r w:rsidRPr="00BE0260">
        <w:rPr>
          <w:rFonts w:ascii="Times New Roman" w:hAnsi="Times New Roman"/>
          <w:b/>
          <w:sz w:val="24"/>
          <w:szCs w:val="24"/>
        </w:rPr>
        <w:t>Тіщенко</w:t>
      </w:r>
      <w:proofErr w:type="spellEnd"/>
      <w:r w:rsidRPr="00BE0260">
        <w:rPr>
          <w:rFonts w:ascii="Times New Roman" w:hAnsi="Times New Roman"/>
          <w:b/>
          <w:sz w:val="24"/>
          <w:szCs w:val="24"/>
        </w:rPr>
        <w:t xml:space="preserve"> Р.О.</w:t>
      </w:r>
    </w:p>
    <w:p w:rsidR="00415E04" w:rsidRPr="00BE0260" w:rsidRDefault="00415E04" w:rsidP="00415E04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5E04" w:rsidRPr="00BE0260" w:rsidRDefault="00415E04" w:rsidP="00415E04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260">
        <w:rPr>
          <w:rFonts w:ascii="Times New Roman" w:eastAsia="Times New Roman" w:hAnsi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BE0260">
        <w:rPr>
          <w:rFonts w:ascii="Times New Roman" w:hAnsi="Times New Roman"/>
          <w:sz w:val="24"/>
          <w:szCs w:val="24"/>
        </w:rPr>
        <w:t xml:space="preserve"> розглянувши заяву </w:t>
      </w:r>
      <w:proofErr w:type="spellStart"/>
      <w:r w:rsidRPr="00BE0260">
        <w:rPr>
          <w:rFonts w:ascii="Times New Roman" w:hAnsi="Times New Roman"/>
          <w:sz w:val="24"/>
          <w:szCs w:val="24"/>
        </w:rPr>
        <w:t>Тіщенко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Р.О., сільська  рада </w:t>
      </w:r>
    </w:p>
    <w:p w:rsidR="00415E04" w:rsidRPr="00BE0260" w:rsidRDefault="00415E04" w:rsidP="00415E04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260">
        <w:rPr>
          <w:rFonts w:ascii="Times New Roman" w:hAnsi="Times New Roman"/>
          <w:sz w:val="24"/>
          <w:szCs w:val="24"/>
        </w:rPr>
        <w:t>ВИРІШИЛА:</w:t>
      </w:r>
    </w:p>
    <w:p w:rsidR="00415E04" w:rsidRPr="00BE0260" w:rsidRDefault="00415E04" w:rsidP="00415E04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260">
        <w:rPr>
          <w:rFonts w:ascii="Times New Roman" w:hAnsi="Times New Roman"/>
          <w:sz w:val="24"/>
          <w:szCs w:val="24"/>
        </w:rPr>
        <w:t xml:space="preserve">      1. Затвердити </w:t>
      </w:r>
      <w:proofErr w:type="spellStart"/>
      <w:r w:rsidRPr="00BE0260">
        <w:rPr>
          <w:rFonts w:ascii="Times New Roman" w:hAnsi="Times New Roman"/>
          <w:sz w:val="24"/>
          <w:szCs w:val="24"/>
        </w:rPr>
        <w:t>Тіщенку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Роману Олександровичу,  який зареєстрований за адресою: </w:t>
      </w:r>
      <w:r w:rsidR="00D558C1">
        <w:rPr>
          <w:rFonts w:ascii="Times New Roman" w:hAnsi="Times New Roman"/>
          <w:sz w:val="24"/>
          <w:szCs w:val="24"/>
          <w:lang w:val="en-US"/>
        </w:rPr>
        <w:t>__________________</w:t>
      </w:r>
      <w:r w:rsidRPr="00BE0260">
        <w:rPr>
          <w:rFonts w:ascii="Times New Roman" w:hAnsi="Times New Roman"/>
          <w:sz w:val="24"/>
          <w:szCs w:val="24"/>
        </w:rPr>
        <w:t xml:space="preserve">,  ідентифікаційний номер </w:t>
      </w:r>
      <w:r w:rsidR="00D558C1">
        <w:rPr>
          <w:rFonts w:ascii="Times New Roman" w:hAnsi="Times New Roman"/>
          <w:sz w:val="24"/>
          <w:szCs w:val="24"/>
          <w:lang w:val="en-US"/>
        </w:rPr>
        <w:t>_________</w:t>
      </w:r>
      <w:bookmarkStart w:id="0" w:name="_GoBack"/>
      <w:bookmarkEnd w:id="0"/>
      <w:r w:rsidRPr="00BE0260">
        <w:rPr>
          <w:rFonts w:ascii="Times New Roman" w:hAnsi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0,1000 га, (кадастровий номер: 6823986800:01:003:0010),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BE0260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 район, с. </w:t>
      </w:r>
      <w:proofErr w:type="spellStart"/>
      <w:r w:rsidRPr="00BE0260">
        <w:rPr>
          <w:rFonts w:ascii="Times New Roman" w:hAnsi="Times New Roman"/>
          <w:sz w:val="24"/>
          <w:szCs w:val="24"/>
        </w:rPr>
        <w:t>Полянь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0260">
        <w:rPr>
          <w:rFonts w:ascii="Times New Roman" w:hAnsi="Times New Roman"/>
          <w:sz w:val="24"/>
          <w:szCs w:val="24"/>
        </w:rPr>
        <w:t>вул.Набережна</w:t>
      </w:r>
      <w:proofErr w:type="spellEnd"/>
      <w:r w:rsidRPr="00BE0260">
        <w:rPr>
          <w:rFonts w:ascii="Times New Roman" w:hAnsi="Times New Roman"/>
          <w:sz w:val="24"/>
          <w:szCs w:val="24"/>
        </w:rPr>
        <w:t>, 3.</w:t>
      </w:r>
    </w:p>
    <w:p w:rsidR="00415E04" w:rsidRPr="00BE0260" w:rsidRDefault="00415E04" w:rsidP="00415E04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260">
        <w:rPr>
          <w:rFonts w:ascii="Times New Roman" w:hAnsi="Times New Roman"/>
          <w:sz w:val="24"/>
          <w:szCs w:val="24"/>
        </w:rPr>
        <w:t xml:space="preserve">      2. </w:t>
      </w:r>
      <w:proofErr w:type="spellStart"/>
      <w:r w:rsidRPr="00BE0260">
        <w:rPr>
          <w:rFonts w:ascii="Times New Roman" w:hAnsi="Times New Roman"/>
          <w:sz w:val="24"/>
          <w:szCs w:val="24"/>
        </w:rPr>
        <w:t>Тіщенку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Р.О., посвідчити своє право  в  установленому  законом  порядку.</w:t>
      </w:r>
    </w:p>
    <w:p w:rsidR="00415E04" w:rsidRPr="00BE0260" w:rsidRDefault="00415E04" w:rsidP="00415E04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260">
        <w:rPr>
          <w:rFonts w:ascii="Times New Roman" w:hAnsi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15E04" w:rsidRPr="00BE0260" w:rsidRDefault="00415E04" w:rsidP="00415E04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15E04" w:rsidRPr="00415E04" w:rsidRDefault="00415E04" w:rsidP="00415E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en-US" w:eastAsia="uk-UA"/>
        </w:rPr>
      </w:pPr>
    </w:p>
    <w:p w:rsidR="00FA0FC2" w:rsidRPr="00415E04" w:rsidRDefault="00415E04" w:rsidP="00415E04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FA0FC2" w:rsidRPr="00415E0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04"/>
    <w:rsid w:val="00171A2E"/>
    <w:rsid w:val="00304C90"/>
    <w:rsid w:val="00415E04"/>
    <w:rsid w:val="00505B6D"/>
    <w:rsid w:val="006D3977"/>
    <w:rsid w:val="007D6C18"/>
    <w:rsid w:val="00D1641A"/>
    <w:rsid w:val="00D558C1"/>
    <w:rsid w:val="00FA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04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04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252</Words>
  <Characters>1439</Characters>
  <Application>Microsoft Office Word</Application>
  <DocSecurity>0</DocSecurity>
  <Lines>11</Lines>
  <Paragraphs>3</Paragraphs>
  <ScaleCrop>false</ScaleCrop>
  <Company>Microsoft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2020-11-17T15:58:00Z</dcterms:created>
  <dcterms:modified xsi:type="dcterms:W3CDTF">2020-11-18T06:51:00Z</dcterms:modified>
</cp:coreProperties>
</file>