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F8E" w:rsidRPr="00CB71B2" w:rsidRDefault="00F95F8E" w:rsidP="00F95F8E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2320" name="Группа 12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3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33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" fillcolor="black" stroked="f"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" fillcolor="black" stroked="f"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</w:p>
    <w:p w:rsidR="00F95F8E" w:rsidRPr="00CB71B2" w:rsidRDefault="00F95F8E" w:rsidP="00F95F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95F8E" w:rsidRPr="00CB71B2" w:rsidRDefault="00F95F8E" w:rsidP="00F95F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95F8E" w:rsidRPr="00CB71B2" w:rsidRDefault="00F95F8E" w:rsidP="00F95F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95F8E" w:rsidRPr="00CB71B2" w:rsidRDefault="00F95F8E" w:rsidP="00F95F8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 w:eastAsia="uk-UA"/>
        </w:rPr>
      </w:pPr>
    </w:p>
    <w:p w:rsidR="00F95F8E" w:rsidRPr="00CB71B2" w:rsidRDefault="00F95F8E" w:rsidP="00F95F8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F95F8E" w:rsidRPr="00CB71B2" w:rsidRDefault="00F95F8E" w:rsidP="00F95F8E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12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F8E" w:rsidRDefault="00F95F8E" w:rsidP="00F95F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362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UcaeHYAABJ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95F8E" w:rsidRDefault="00F95F8E" w:rsidP="00F95F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95F8E" w:rsidRPr="00CB71B2" w:rsidRDefault="00F95F8E" w:rsidP="00F95F8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B71B2">
        <w:rPr>
          <w:rFonts w:ascii="Times New Roman" w:eastAsia="Calibri" w:hAnsi="Times New Roman" w:cs="Times New Roman"/>
          <w:b/>
        </w:rPr>
        <w:t>РІШЕННЯ</w:t>
      </w:r>
    </w:p>
    <w:p w:rsidR="00F95F8E" w:rsidRPr="00CB71B2" w:rsidRDefault="00F95F8E" w:rsidP="00F95F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F95F8E" w:rsidRPr="00CB71B2" w:rsidRDefault="00F95F8E" w:rsidP="00F95F8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95F8E" w:rsidRPr="00CB71B2" w:rsidRDefault="00F95F8E" w:rsidP="00F95F8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95F8E" w:rsidRPr="00CB71B2" w:rsidRDefault="00F95F8E" w:rsidP="00F95F8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95F8E" w:rsidRPr="00CB71B2" w:rsidRDefault="00F95F8E" w:rsidP="00F95F8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CB71B2">
        <w:rPr>
          <w:rFonts w:ascii="Times New Roman" w:eastAsia="Calibri" w:hAnsi="Times New Roman" w:cs="Times New Roman"/>
          <w:sz w:val="24"/>
        </w:rPr>
        <w:t>22.04.2021р.                                                 Крупець                                        №_____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95F8E" w:rsidRPr="00CB71B2" w:rsidRDefault="00F95F8E" w:rsidP="00F95F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 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Царука</w:t>
      </w:r>
      <w:proofErr w:type="spellEnd"/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В.О.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F95F8E" w:rsidRPr="00CB71B2" w:rsidRDefault="00F95F8E" w:rsidP="00F95F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F95F8E" w:rsidRPr="00CB71B2" w:rsidRDefault="00F95F8E" w:rsidP="00F95F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Царука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В.О., сільська  рада 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F95F8E" w:rsidRPr="00CB71B2" w:rsidRDefault="00F95F8E" w:rsidP="00F95F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Царуку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Володимиру Олександровичу, </w:t>
      </w:r>
      <w:r w:rsidRPr="00CB71B2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7316C7">
        <w:rPr>
          <w:rFonts w:ascii="Times New Roman" w:eastAsia="Calibri" w:hAnsi="Times New Roman" w:cs="Times New Roman"/>
          <w:sz w:val="24"/>
        </w:rPr>
        <w:t>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7316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иватну власність,  площею 0,1326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кадастров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ий номер: 6823984000:01:016:0038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д</w:t>
      </w:r>
      <w:r w:rsidRPr="00CB71B2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Шепетівський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вулиця Незалежності, 109.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Царуку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В.О. 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95F8E" w:rsidRPr="00CB71B2" w:rsidRDefault="00F95F8E" w:rsidP="00F95F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95F8E" w:rsidRPr="00CB71B2" w:rsidRDefault="00F95F8E" w:rsidP="00F95F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294AE4" w:rsidRPr="00F95F8E" w:rsidRDefault="00F95F8E" w:rsidP="00F95F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>Валерій   МИХАЛ</w:t>
      </w:r>
    </w:p>
    <w:sectPr w:rsidR="00294AE4" w:rsidRPr="00F95F8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F8E"/>
    <w:rsid w:val="00171A2E"/>
    <w:rsid w:val="00294AE4"/>
    <w:rsid w:val="00304C90"/>
    <w:rsid w:val="00505B6D"/>
    <w:rsid w:val="006D3977"/>
    <w:rsid w:val="007316C7"/>
    <w:rsid w:val="007D6C18"/>
    <w:rsid w:val="00D1641A"/>
    <w:rsid w:val="00F9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B8C84"/>
  <w15:docId w15:val="{F8CC3A96-26F1-4399-A029-4E1DE019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F8E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264</Words>
  <Characters>1510</Characters>
  <Application>Microsoft Office Word</Application>
  <DocSecurity>0</DocSecurity>
  <Lines>12</Lines>
  <Paragraphs>3</Paragraphs>
  <ScaleCrop>false</ScaleCrop>
  <Company>Microsoft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2021-04-14T11:55:00Z</dcterms:created>
  <dcterms:modified xsi:type="dcterms:W3CDTF">2021-04-15T12:12:00Z</dcterms:modified>
</cp:coreProperties>
</file>